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713FB" w:rsidR="006E5D65" w:rsidP="71B8DDA0" w:rsidRDefault="00997F14" w14:paraId="63A76743" w14:textId="30D8B694">
      <w:pPr>
        <w:spacing w:line="240" w:lineRule="auto"/>
        <w:jc w:val="right"/>
        <w:rPr>
          <w:rFonts w:ascii="Corbel" w:hAnsi="Corbel"/>
          <w:i w:val="1"/>
          <w:iCs w:val="1"/>
        </w:rPr>
      </w:pPr>
      <w:bookmarkStart w:name="_Hlk54734875" w:id="0"/>
      <w:r w:rsidRPr="71B8DDA0" w:rsidR="00997F14">
        <w:rPr>
          <w:rFonts w:ascii="Corbel" w:hAnsi="Corbel"/>
          <w:b w:val="1"/>
          <w:bCs w:val="1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1B8DDA0" w:rsidR="00D8678B">
        <w:rPr>
          <w:rFonts w:ascii="Corbel" w:hAnsi="Corbel"/>
          <w:i w:val="1"/>
          <w:iCs w:val="1"/>
        </w:rPr>
        <w:t xml:space="preserve">Załącznik nr </w:t>
      </w:r>
      <w:r w:rsidRPr="71B8DDA0" w:rsidR="006F31E2">
        <w:rPr>
          <w:rFonts w:ascii="Corbel" w:hAnsi="Corbel"/>
          <w:i w:val="1"/>
          <w:iCs w:val="1"/>
        </w:rPr>
        <w:t>1.5</w:t>
      </w:r>
      <w:r w:rsidRPr="71B8DDA0" w:rsidR="00D8678B">
        <w:rPr>
          <w:rFonts w:ascii="Corbel" w:hAnsi="Corbel"/>
          <w:i w:val="1"/>
          <w:iCs w:val="1"/>
        </w:rPr>
        <w:t xml:space="preserve"> do Zarządzenia</w:t>
      </w:r>
      <w:r w:rsidRPr="71B8DDA0" w:rsidR="002A22BF">
        <w:rPr>
          <w:rFonts w:ascii="Corbel" w:hAnsi="Corbel"/>
          <w:i w:val="1"/>
          <w:iCs w:val="1"/>
        </w:rPr>
        <w:t xml:space="preserve"> Rektora </w:t>
      </w:r>
      <w:r w:rsidRPr="71B8DDA0" w:rsidR="002A22BF">
        <w:rPr>
          <w:rFonts w:ascii="Corbel" w:hAnsi="Corbel"/>
          <w:i w:val="1"/>
          <w:iCs w:val="1"/>
        </w:rPr>
        <w:t xml:space="preserve">UR </w:t>
      </w:r>
      <w:r w:rsidRPr="71B8DDA0" w:rsidR="00CD6897">
        <w:rPr>
          <w:rFonts w:ascii="Corbel" w:hAnsi="Corbel"/>
          <w:i w:val="1"/>
          <w:iCs w:val="1"/>
        </w:rPr>
        <w:t>nr</w:t>
      </w:r>
      <w:r w:rsidRPr="71B8DDA0" w:rsidR="00CD6897">
        <w:rPr>
          <w:rFonts w:ascii="Corbel" w:hAnsi="Corbel"/>
          <w:i w:val="1"/>
          <w:iCs w:val="1"/>
        </w:rPr>
        <w:t xml:space="preserve"> </w:t>
      </w:r>
      <w:r w:rsidRPr="71B8DDA0" w:rsidR="00FB5446">
        <w:rPr>
          <w:rFonts w:ascii="Corbel" w:hAnsi="Corbel"/>
          <w:i w:val="1"/>
          <w:iCs w:val="1"/>
        </w:rPr>
        <w:t>7</w:t>
      </w:r>
      <w:r w:rsidRPr="71B8DDA0" w:rsidR="00F17567">
        <w:rPr>
          <w:rFonts w:ascii="Corbel" w:hAnsi="Corbel"/>
          <w:i w:val="1"/>
          <w:iCs w:val="1"/>
        </w:rPr>
        <w:t>/20</w:t>
      </w:r>
      <w:r w:rsidRPr="71B8DDA0" w:rsidR="00FB5446">
        <w:rPr>
          <w:rFonts w:ascii="Corbel" w:hAnsi="Corbel"/>
          <w:i w:val="1"/>
          <w:iCs w:val="1"/>
        </w:rPr>
        <w:t>23</w:t>
      </w:r>
    </w:p>
    <w:p w:rsidRPr="00C713FB" w:rsidR="0085747A" w:rsidP="009C54AE" w:rsidRDefault="0085747A" w14:paraId="28315DB7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713FB">
        <w:rPr>
          <w:rFonts w:ascii="Corbel" w:hAnsi="Corbel"/>
          <w:b/>
          <w:smallCaps/>
          <w:sz w:val="24"/>
          <w:szCs w:val="24"/>
        </w:rPr>
        <w:t>SYLABUS</w:t>
      </w:r>
    </w:p>
    <w:p w:rsidRPr="00C713FB" w:rsidR="0085747A" w:rsidP="00EA4832" w:rsidRDefault="0071620A" w14:paraId="08E5104C" w14:textId="03FF9E5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713FB">
        <w:rPr>
          <w:rFonts w:ascii="Corbel" w:hAnsi="Corbel"/>
          <w:b/>
          <w:smallCaps/>
          <w:sz w:val="24"/>
          <w:szCs w:val="24"/>
        </w:rPr>
        <w:t>dotyczy cyklu kształcenia</w:t>
      </w:r>
      <w:r w:rsidRPr="00C713FB" w:rsidR="0085747A">
        <w:rPr>
          <w:rFonts w:ascii="Corbel" w:hAnsi="Corbel"/>
          <w:b/>
          <w:smallCaps/>
          <w:sz w:val="24"/>
          <w:szCs w:val="24"/>
        </w:rPr>
        <w:t xml:space="preserve"> </w:t>
      </w:r>
      <w:r w:rsidRPr="00C713FB" w:rsidR="003B4ADF">
        <w:rPr>
          <w:rFonts w:ascii="Corbel" w:hAnsi="Corbel"/>
          <w:b/>
          <w:smallCaps/>
          <w:sz w:val="24"/>
          <w:szCs w:val="24"/>
        </w:rPr>
        <w:t>202</w:t>
      </w:r>
      <w:r w:rsidRPr="00C713FB" w:rsidR="00355248">
        <w:rPr>
          <w:rFonts w:ascii="Corbel" w:hAnsi="Corbel"/>
          <w:b/>
          <w:smallCaps/>
          <w:sz w:val="24"/>
          <w:szCs w:val="24"/>
        </w:rPr>
        <w:t>4</w:t>
      </w:r>
      <w:r w:rsidRPr="00C713FB" w:rsidR="003B4ADF">
        <w:rPr>
          <w:rFonts w:ascii="Corbel" w:hAnsi="Corbel"/>
          <w:b/>
          <w:smallCaps/>
          <w:sz w:val="24"/>
          <w:szCs w:val="24"/>
        </w:rPr>
        <w:t>-202</w:t>
      </w:r>
      <w:r w:rsidRPr="00C713FB" w:rsidR="00355248">
        <w:rPr>
          <w:rFonts w:ascii="Corbel" w:hAnsi="Corbel"/>
          <w:b/>
          <w:smallCaps/>
          <w:sz w:val="24"/>
          <w:szCs w:val="24"/>
        </w:rPr>
        <w:t>7</w:t>
      </w:r>
    </w:p>
    <w:p w:rsidRPr="00C713FB" w:rsidR="0085747A" w:rsidP="00EA4832" w:rsidRDefault="00EA4832" w14:paraId="56AEECC7" w14:textId="513BAD3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71B8DDA0" w:rsidR="00EA4832">
        <w:rPr>
          <w:rFonts w:ascii="Corbel" w:hAnsi="Corbel"/>
          <w:i w:val="1"/>
          <w:iCs w:val="1"/>
          <w:sz w:val="24"/>
          <w:szCs w:val="24"/>
        </w:rPr>
        <w:t xml:space="preserve">                                                                                                             </w:t>
      </w:r>
      <w:r>
        <w:tab/>
      </w:r>
      <w:r w:rsidRPr="71B8DDA0" w:rsidR="603C47D2">
        <w:rPr>
          <w:rFonts w:ascii="Corbel" w:hAnsi="Corbel"/>
          <w:i w:val="1"/>
          <w:iCs w:val="1"/>
          <w:sz w:val="20"/>
          <w:szCs w:val="20"/>
        </w:rPr>
        <w:t xml:space="preserve">  (skrajne daty)</w:t>
      </w:r>
    </w:p>
    <w:p w:rsidRPr="00C713FB" w:rsidR="00445970" w:rsidP="71B8DDA0" w:rsidRDefault="00445970" w14:paraId="0FBE7ED7" w14:textId="74C00D8D">
      <w:pPr>
        <w:spacing w:after="0" w:line="240" w:lineRule="exact"/>
        <w:ind w:left="2832" w:firstLine="408"/>
        <w:jc w:val="both"/>
        <w:rPr>
          <w:rFonts w:ascii="Corbel" w:hAnsi="Corbel"/>
          <w:sz w:val="20"/>
          <w:szCs w:val="20"/>
        </w:rPr>
      </w:pPr>
      <w:r w:rsidRPr="00C713FB" w:rsidR="00445970">
        <w:rPr>
          <w:rFonts w:ascii="Corbel" w:hAnsi="Corbel"/>
          <w:sz w:val="20"/>
          <w:szCs w:val="20"/>
        </w:rPr>
        <w:t xml:space="preserve">Rok akademicki </w:t>
      </w:r>
      <w:r w:rsidRPr="00C713FB" w:rsidR="003B4ADF">
        <w:rPr>
          <w:rFonts w:ascii="Corbel" w:hAnsi="Corbel"/>
          <w:sz w:val="20"/>
          <w:szCs w:val="20"/>
        </w:rPr>
        <w:t>202</w:t>
      </w:r>
      <w:r w:rsidRPr="00C713FB" w:rsidR="00355248">
        <w:rPr>
          <w:rFonts w:ascii="Corbel" w:hAnsi="Corbel"/>
          <w:sz w:val="20"/>
          <w:szCs w:val="20"/>
        </w:rPr>
        <w:t>4</w:t>
      </w:r>
      <w:r w:rsidRPr="00C713FB" w:rsidR="003B4ADF">
        <w:rPr>
          <w:rFonts w:ascii="Corbel" w:hAnsi="Corbel"/>
          <w:sz w:val="20"/>
          <w:szCs w:val="20"/>
        </w:rPr>
        <w:t>/202</w:t>
      </w:r>
      <w:r w:rsidRPr="00C713FB" w:rsidR="00355248">
        <w:rPr>
          <w:rFonts w:ascii="Corbel" w:hAnsi="Corbel"/>
          <w:sz w:val="20"/>
          <w:szCs w:val="20"/>
        </w:rPr>
        <w:t>5</w:t>
      </w:r>
      <w:r w:rsidRPr="00C713FB" w:rsidR="00A01FF6">
        <w:rPr>
          <w:rFonts w:ascii="Corbel" w:hAnsi="Corbel"/>
          <w:sz w:val="20"/>
          <w:szCs w:val="20"/>
        </w:rPr>
        <w:t xml:space="preserve"> oraz 202</w:t>
      </w:r>
      <w:r w:rsidRPr="00C713FB" w:rsidR="00355248">
        <w:rPr>
          <w:rFonts w:ascii="Corbel" w:hAnsi="Corbel"/>
          <w:sz w:val="20"/>
          <w:szCs w:val="20"/>
        </w:rPr>
        <w:t>5</w:t>
      </w:r>
      <w:r w:rsidRPr="00C713FB" w:rsidR="00A01FF6">
        <w:rPr>
          <w:rFonts w:ascii="Corbel" w:hAnsi="Corbel"/>
          <w:sz w:val="20"/>
          <w:szCs w:val="20"/>
        </w:rPr>
        <w:t>/202</w:t>
      </w:r>
      <w:r w:rsidRPr="00C713FB" w:rsidR="00355248">
        <w:rPr>
          <w:rFonts w:ascii="Corbel" w:hAnsi="Corbel"/>
          <w:sz w:val="20"/>
          <w:szCs w:val="20"/>
        </w:rPr>
        <w:t>6</w:t>
      </w:r>
    </w:p>
    <w:p w:rsidRPr="00C713FB" w:rsidR="0085747A" w:rsidP="009C54AE" w:rsidRDefault="0085747A" w14:paraId="1A14AAD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C713FB" w:rsidR="0085747A" w:rsidP="009C54AE" w:rsidRDefault="0071620A" w14:paraId="25EABE71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713FB">
        <w:rPr>
          <w:rFonts w:ascii="Corbel" w:hAnsi="Corbel"/>
          <w:szCs w:val="24"/>
        </w:rPr>
        <w:t xml:space="preserve">1. </w:t>
      </w:r>
      <w:r w:rsidRPr="00C713FB" w:rsidR="0085747A">
        <w:rPr>
          <w:rFonts w:ascii="Corbel" w:hAnsi="Corbel"/>
          <w:szCs w:val="24"/>
        </w:rPr>
        <w:t xml:space="preserve">Podstawowe </w:t>
      </w:r>
      <w:r w:rsidRPr="00C713FB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C713FB" w:rsidR="002465F1" w:rsidTr="71B8DDA0" w14:paraId="5F408522" w14:textId="77777777">
        <w:tc>
          <w:tcPr>
            <w:tcW w:w="2694" w:type="dxa"/>
            <w:tcMar/>
            <w:vAlign w:val="center"/>
          </w:tcPr>
          <w:p w:rsidRPr="00C713FB" w:rsidR="002465F1" w:rsidP="002465F1" w:rsidRDefault="002465F1" w14:paraId="3998C1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C713FB" w:rsidR="002465F1" w:rsidP="002465F1" w:rsidRDefault="002465F1" w14:paraId="344BE943" w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Metodyka pracy socjalnej</w:t>
            </w:r>
          </w:p>
        </w:tc>
      </w:tr>
      <w:tr w:rsidRPr="00C713FB" w:rsidR="002465F1" w:rsidTr="71B8DDA0" w14:paraId="246CEE8D" w14:textId="77777777">
        <w:tc>
          <w:tcPr>
            <w:tcW w:w="2694" w:type="dxa"/>
            <w:tcMar/>
            <w:vAlign w:val="center"/>
          </w:tcPr>
          <w:p w:rsidRPr="00C713FB" w:rsidR="002465F1" w:rsidP="002465F1" w:rsidRDefault="002465F1" w14:paraId="4940425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Mar/>
            <w:vAlign w:val="center"/>
          </w:tcPr>
          <w:p w:rsidRPr="00C713FB" w:rsidR="002465F1" w:rsidP="002465F1" w:rsidRDefault="002465F1" w14:paraId="413EE1E5" w14:textId="2716E7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C713FB">
              <w:rPr>
                <w:rFonts w:ascii="Corbel" w:hAnsi="Corbel" w:cs="Calibri"/>
                <w:color w:val="000000"/>
                <w:sz w:val="24"/>
                <w:szCs w:val="24"/>
              </w:rPr>
              <w:t xml:space="preserve">P1S[2-3] </w:t>
            </w:r>
            <w:r w:rsidRPr="00C713FB" w:rsidR="00355248">
              <w:rPr>
                <w:rFonts w:ascii="Corbel" w:hAnsi="Corbel" w:cs="Calibri"/>
                <w:color w:val="000000"/>
                <w:sz w:val="24"/>
                <w:szCs w:val="24"/>
              </w:rPr>
              <w:t>K</w:t>
            </w:r>
            <w:r w:rsidRPr="00C713FB">
              <w:rPr>
                <w:rFonts w:ascii="Corbel" w:hAnsi="Corbel" w:cs="Calibri"/>
                <w:color w:val="000000"/>
                <w:sz w:val="24"/>
                <w:szCs w:val="24"/>
              </w:rPr>
              <w:t>_0</w:t>
            </w:r>
            <w:r w:rsidRPr="00C713FB" w:rsidR="00355248">
              <w:rPr>
                <w:rFonts w:ascii="Corbel" w:hAnsi="Corbel" w:cs="Calibri"/>
                <w:color w:val="000000"/>
                <w:sz w:val="24"/>
                <w:szCs w:val="24"/>
              </w:rPr>
              <w:t>3</w:t>
            </w:r>
          </w:p>
        </w:tc>
      </w:tr>
      <w:tr w:rsidRPr="00C713FB" w:rsidR="002465F1" w:rsidTr="71B8DDA0" w14:paraId="5F1B4566" w14:textId="77777777">
        <w:tc>
          <w:tcPr>
            <w:tcW w:w="2694" w:type="dxa"/>
            <w:tcMar/>
            <w:vAlign w:val="center"/>
          </w:tcPr>
          <w:p w:rsidRPr="00C713FB" w:rsidR="002465F1" w:rsidP="002465F1" w:rsidRDefault="002465F1" w14:paraId="02086155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C713FB" w:rsidR="002465F1" w:rsidP="002465F1" w:rsidRDefault="002465F1" w14:paraId="168A9FA5" w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Pr="00C713FB" w:rsidR="002465F1" w:rsidTr="71B8DDA0" w14:paraId="35A27AE6" w14:textId="77777777">
        <w:tc>
          <w:tcPr>
            <w:tcW w:w="2694" w:type="dxa"/>
            <w:tcMar/>
            <w:vAlign w:val="center"/>
          </w:tcPr>
          <w:p w:rsidRPr="00C713FB" w:rsidR="002465F1" w:rsidP="002465F1" w:rsidRDefault="002465F1" w14:paraId="34423D5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C713FB" w:rsidR="002465F1" w:rsidP="002465F1" w:rsidRDefault="002F4DBE" w14:paraId="6C37D991" w14:textId="2549C295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Instytut Nauk Socjologicznych</w:t>
            </w:r>
          </w:p>
        </w:tc>
      </w:tr>
      <w:tr w:rsidRPr="00C713FB" w:rsidR="002465F1" w:rsidTr="71B8DDA0" w14:paraId="5803841C" w14:textId="77777777">
        <w:tc>
          <w:tcPr>
            <w:tcW w:w="2694" w:type="dxa"/>
            <w:tcMar/>
            <w:vAlign w:val="center"/>
          </w:tcPr>
          <w:p w:rsidRPr="00C713FB" w:rsidR="002465F1" w:rsidP="002465F1" w:rsidRDefault="002465F1" w14:paraId="3551A0B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C713FB" w:rsidR="002465F1" w:rsidP="002465F1" w:rsidRDefault="00837029" w14:paraId="178EB006" w14:textId="5E96C5E1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 xml:space="preserve">Praca socjalna </w:t>
            </w:r>
          </w:p>
        </w:tc>
      </w:tr>
      <w:tr w:rsidRPr="00C713FB" w:rsidR="002465F1" w:rsidTr="71B8DDA0" w14:paraId="3332FCE1" w14:textId="77777777">
        <w:tc>
          <w:tcPr>
            <w:tcW w:w="2694" w:type="dxa"/>
            <w:tcMar/>
            <w:vAlign w:val="center"/>
          </w:tcPr>
          <w:p w:rsidRPr="00C713FB" w:rsidR="002465F1" w:rsidP="002465F1" w:rsidRDefault="002465F1" w14:paraId="19F00D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C713FB" w:rsidR="002465F1" w:rsidP="002465F1" w:rsidRDefault="002465F1" w14:paraId="293A0DDF" w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 xml:space="preserve">I stopnia </w:t>
            </w:r>
          </w:p>
        </w:tc>
      </w:tr>
      <w:tr w:rsidRPr="00C713FB" w:rsidR="002465F1" w:rsidTr="71B8DDA0" w14:paraId="744C6E38" w14:textId="77777777">
        <w:tc>
          <w:tcPr>
            <w:tcW w:w="2694" w:type="dxa"/>
            <w:tcMar/>
            <w:vAlign w:val="center"/>
          </w:tcPr>
          <w:p w:rsidRPr="00C713FB" w:rsidR="002465F1" w:rsidP="002465F1" w:rsidRDefault="002465F1" w14:paraId="461C078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C713FB" w:rsidR="002465F1" w:rsidP="002465F1" w:rsidRDefault="002465F1" w14:paraId="3C5A6E76" w14:textId="77777777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713FB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</w:p>
        </w:tc>
      </w:tr>
      <w:tr w:rsidRPr="00C713FB" w:rsidR="002465F1" w:rsidTr="71B8DDA0" w14:paraId="7448F044" w14:textId="77777777">
        <w:tc>
          <w:tcPr>
            <w:tcW w:w="2694" w:type="dxa"/>
            <w:tcMar/>
            <w:vAlign w:val="center"/>
          </w:tcPr>
          <w:p w:rsidRPr="00C713FB" w:rsidR="002465F1" w:rsidP="002465F1" w:rsidRDefault="002465F1" w14:paraId="332D53E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C713FB" w:rsidR="002465F1" w:rsidP="002465F1" w:rsidRDefault="00837029" w14:paraId="6CF7AA30" w14:textId="49018A74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Stacjonarna</w:t>
            </w:r>
          </w:p>
        </w:tc>
      </w:tr>
      <w:tr w:rsidRPr="00C713FB" w:rsidR="002465F1" w:rsidTr="71B8DDA0" w14:paraId="05E3A97F" w14:textId="77777777">
        <w:tc>
          <w:tcPr>
            <w:tcW w:w="2694" w:type="dxa"/>
            <w:shd w:val="clear" w:color="auto" w:fill="auto"/>
            <w:tcMar/>
            <w:vAlign w:val="center"/>
          </w:tcPr>
          <w:p w:rsidRPr="00C713FB" w:rsidR="002465F1" w:rsidP="002465F1" w:rsidRDefault="002465F1" w14:paraId="2D36523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shd w:val="clear" w:color="auto" w:fill="auto"/>
            <w:tcMar/>
            <w:vAlign w:val="center"/>
          </w:tcPr>
          <w:p w:rsidRPr="00C713FB" w:rsidR="000A147E" w:rsidP="00837029" w:rsidRDefault="002465F1" w14:paraId="75CC6950" w14:textId="11E278D2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1B8DDA0" w:rsidR="6AA8C56F">
              <w:rPr>
                <w:rFonts w:ascii="Corbel" w:hAnsi="Corbel"/>
                <w:sz w:val="24"/>
                <w:szCs w:val="24"/>
              </w:rPr>
              <w:t>rok</w:t>
            </w:r>
            <w:r w:rsidRPr="71B8DDA0" w:rsidR="26572924">
              <w:rPr>
                <w:rFonts w:ascii="Corbel" w:hAnsi="Corbel"/>
                <w:sz w:val="24"/>
                <w:szCs w:val="24"/>
              </w:rPr>
              <w:t xml:space="preserve"> </w:t>
            </w:r>
            <w:r w:rsidRPr="71B8DDA0" w:rsidR="26572924">
              <w:rPr>
                <w:rFonts w:ascii="Corbel" w:hAnsi="Corbel"/>
                <w:sz w:val="24"/>
                <w:szCs w:val="24"/>
              </w:rPr>
              <w:t>1</w:t>
            </w:r>
            <w:r w:rsidRPr="71B8DDA0" w:rsidR="6AA8C56F">
              <w:rPr>
                <w:rFonts w:ascii="Corbel" w:hAnsi="Corbel"/>
                <w:sz w:val="24"/>
                <w:szCs w:val="24"/>
              </w:rPr>
              <w:t>,</w:t>
            </w:r>
            <w:r w:rsidRPr="71B8DDA0" w:rsidR="6AA8C56F">
              <w:rPr>
                <w:rFonts w:ascii="Corbel" w:hAnsi="Corbel"/>
                <w:sz w:val="24"/>
                <w:szCs w:val="24"/>
              </w:rPr>
              <w:t xml:space="preserve"> semestr </w:t>
            </w:r>
            <w:r w:rsidRPr="71B8DDA0" w:rsidR="06978584">
              <w:rPr>
                <w:rFonts w:ascii="Corbel" w:hAnsi="Corbel"/>
                <w:sz w:val="24"/>
                <w:szCs w:val="24"/>
              </w:rPr>
              <w:t>II</w:t>
            </w:r>
            <w:r w:rsidRPr="71B8DDA0" w:rsidR="000A147E">
              <w:rPr>
                <w:rFonts w:ascii="Corbel" w:hAnsi="Corbel"/>
                <w:sz w:val="24"/>
                <w:szCs w:val="24"/>
              </w:rPr>
              <w:t>;</w:t>
            </w:r>
          </w:p>
          <w:p w:rsidRPr="00C713FB" w:rsidR="00F47C86" w:rsidP="00F47C86" w:rsidRDefault="00F47C86" w14:paraId="2BDE2FFC" w14:textId="3DF10C50">
            <w:pPr>
              <w:shd w:val="clear" w:color="auto" w:fill="FFFFFF" w:themeFill="background1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13FB" w:rsidR="002465F1">
              <w:rPr>
                <w:rFonts w:ascii="Corbel" w:hAnsi="Corbel"/>
                <w:sz w:val="24"/>
                <w:szCs w:val="24"/>
              </w:rPr>
              <w:t>rok</w:t>
            </w:r>
            <w:r w:rsidRPr="00C713FB" w:rsidR="00837029">
              <w:rPr>
                <w:rFonts w:ascii="Corbel" w:hAnsi="Corbel"/>
                <w:sz w:val="24"/>
                <w:szCs w:val="24"/>
              </w:rPr>
              <w:t xml:space="preserve"> 2</w:t>
            </w:r>
            <w:r w:rsidRPr="00C713FB" w:rsidR="002465F1">
              <w:rPr>
                <w:rFonts w:ascii="Corbel" w:hAnsi="Corbel"/>
                <w:sz w:val="24"/>
                <w:szCs w:val="24"/>
              </w:rPr>
              <w:t xml:space="preserve">, semestr </w:t>
            </w:r>
            <w:r w:rsidRPr="00C713FB">
              <w:rPr>
                <w:rFonts w:ascii="Corbel" w:hAnsi="Corbel"/>
                <w:sz w:val="24"/>
                <w:szCs w:val="24"/>
              </w:rPr>
              <w:t>III</w:t>
            </w:r>
            <w:r w:rsidRPr="00C713FB" w:rsidR="002465F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Pr="00C713FB" w:rsidR="002465F1" w:rsidTr="71B8DDA0" w14:paraId="2B9932E1" w14:textId="77777777">
        <w:tc>
          <w:tcPr>
            <w:tcW w:w="2694" w:type="dxa"/>
            <w:tcMar/>
            <w:vAlign w:val="center"/>
          </w:tcPr>
          <w:p w:rsidRPr="00C713FB" w:rsidR="002465F1" w:rsidP="002465F1" w:rsidRDefault="002465F1" w14:paraId="09EA238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C713FB" w:rsidR="002465F1" w:rsidP="002465F1" w:rsidRDefault="006B1723" w14:paraId="766213A9" w14:textId="01A93906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K</w:t>
            </w:r>
            <w:r w:rsidRPr="00C713FB" w:rsidR="002465F1">
              <w:rPr>
                <w:rFonts w:ascii="Corbel" w:hAnsi="Corbel"/>
                <w:sz w:val="24"/>
                <w:szCs w:val="24"/>
              </w:rPr>
              <w:t>ierunkowy</w:t>
            </w:r>
          </w:p>
        </w:tc>
      </w:tr>
      <w:tr w:rsidRPr="00C713FB" w:rsidR="002465F1" w:rsidTr="71B8DDA0" w14:paraId="0A59A3B5" w14:textId="77777777">
        <w:tc>
          <w:tcPr>
            <w:tcW w:w="2694" w:type="dxa"/>
            <w:tcMar/>
            <w:vAlign w:val="center"/>
          </w:tcPr>
          <w:p w:rsidRPr="00C713FB" w:rsidR="002465F1" w:rsidP="002465F1" w:rsidRDefault="002465F1" w14:paraId="2F41BE9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C713FB" w:rsidR="002465F1" w:rsidP="002465F1" w:rsidRDefault="006B1723" w14:paraId="0838E945" w14:textId="3610281B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J</w:t>
            </w:r>
            <w:r w:rsidRPr="00C713FB" w:rsidR="002465F1">
              <w:rPr>
                <w:rFonts w:ascii="Corbel" w:hAnsi="Corbel"/>
                <w:sz w:val="24"/>
                <w:szCs w:val="24"/>
              </w:rPr>
              <w:t>. polski</w:t>
            </w:r>
          </w:p>
        </w:tc>
      </w:tr>
      <w:tr w:rsidRPr="00C713FB" w:rsidR="002465F1" w:rsidTr="71B8DDA0" w14:paraId="4589C147" w14:textId="77777777">
        <w:tc>
          <w:tcPr>
            <w:tcW w:w="2694" w:type="dxa"/>
            <w:tcMar/>
            <w:vAlign w:val="center"/>
          </w:tcPr>
          <w:p w:rsidRPr="00C713FB" w:rsidR="002465F1" w:rsidP="002465F1" w:rsidRDefault="002465F1" w14:paraId="2BEA0D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C713FB" w:rsidR="002465F1" w:rsidP="002465F1" w:rsidRDefault="002465F1" w14:paraId="4D18A549" w14:textId="6687AF55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 xml:space="preserve">Małgorzata </w:t>
            </w:r>
            <w:proofErr w:type="spellStart"/>
            <w:r w:rsidRPr="00C713FB">
              <w:rPr>
                <w:rFonts w:ascii="Corbel" w:hAnsi="Corbel"/>
                <w:sz w:val="24"/>
                <w:szCs w:val="24"/>
              </w:rPr>
              <w:t>Bozacka</w:t>
            </w:r>
            <w:proofErr w:type="spellEnd"/>
            <w:r w:rsidRPr="00C713FB" w:rsidR="006B1723">
              <w:rPr>
                <w:rFonts w:ascii="Corbel" w:hAnsi="Corbel"/>
                <w:sz w:val="24"/>
                <w:szCs w:val="24"/>
              </w:rPr>
              <w:t>/ Dorota Rynkowska</w:t>
            </w:r>
          </w:p>
        </w:tc>
      </w:tr>
      <w:tr w:rsidRPr="00C713FB" w:rsidR="002465F1" w:rsidTr="71B8DDA0" w14:paraId="0D9E846B" w14:textId="77777777">
        <w:tc>
          <w:tcPr>
            <w:tcW w:w="2694" w:type="dxa"/>
            <w:tcMar/>
            <w:vAlign w:val="center"/>
          </w:tcPr>
          <w:p w:rsidRPr="00C713FB" w:rsidR="002465F1" w:rsidP="002465F1" w:rsidRDefault="002465F1" w14:paraId="50C89F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C713FB" w:rsidR="002465F1" w:rsidP="002465F1" w:rsidRDefault="002465F1" w14:paraId="3BAA4179" w14:textId="1CC6F64E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 xml:space="preserve">Małgorzata </w:t>
            </w:r>
            <w:proofErr w:type="spellStart"/>
            <w:r w:rsidRPr="00C713FB">
              <w:rPr>
                <w:rFonts w:ascii="Corbel" w:hAnsi="Corbel"/>
                <w:sz w:val="24"/>
                <w:szCs w:val="24"/>
              </w:rPr>
              <w:t>Bozacka</w:t>
            </w:r>
            <w:proofErr w:type="spellEnd"/>
            <w:r w:rsidRPr="00C713FB" w:rsidR="599D0F7D">
              <w:rPr>
                <w:rFonts w:ascii="Corbel" w:hAnsi="Corbel"/>
                <w:sz w:val="24"/>
                <w:szCs w:val="24"/>
              </w:rPr>
              <w:t xml:space="preserve"> / Dorota Rynkowska</w:t>
            </w:r>
            <w:r w:rsidRPr="00C713FB" w:rsidR="006B1723">
              <w:rPr>
                <w:rFonts w:ascii="Corbel" w:hAnsi="Corbel"/>
                <w:sz w:val="24"/>
                <w:szCs w:val="24"/>
              </w:rPr>
              <w:t>/Krzysztof Jamroży</w:t>
            </w:r>
          </w:p>
        </w:tc>
      </w:tr>
    </w:tbl>
    <w:p w:rsidRPr="00C713FB" w:rsidR="00923D7D" w:rsidP="000B11EE" w:rsidRDefault="0085747A" w14:paraId="154ABEF6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713FB">
        <w:rPr>
          <w:rFonts w:ascii="Corbel" w:hAnsi="Corbel"/>
          <w:sz w:val="24"/>
          <w:szCs w:val="24"/>
        </w:rPr>
        <w:t xml:space="preserve">* </w:t>
      </w:r>
      <w:r w:rsidRPr="00C713FB">
        <w:rPr>
          <w:rFonts w:ascii="Corbel" w:hAnsi="Corbel"/>
          <w:i/>
          <w:sz w:val="24"/>
          <w:szCs w:val="24"/>
        </w:rPr>
        <w:t>-</w:t>
      </w:r>
      <w:r w:rsidRPr="00C713FB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C713FB" w:rsidR="00B90885">
        <w:rPr>
          <w:rFonts w:ascii="Corbel" w:hAnsi="Corbel"/>
          <w:b w:val="0"/>
          <w:sz w:val="24"/>
          <w:szCs w:val="24"/>
        </w:rPr>
        <w:t>e,</w:t>
      </w:r>
      <w:r w:rsidRPr="00C713FB">
        <w:rPr>
          <w:rFonts w:ascii="Corbel" w:hAnsi="Corbel"/>
          <w:i/>
          <w:sz w:val="24"/>
          <w:szCs w:val="24"/>
        </w:rPr>
        <w:t xml:space="preserve"> </w:t>
      </w:r>
      <w:r w:rsidRPr="00C713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C713FB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C713FB" w:rsidR="0085747A" w:rsidP="009C54AE" w:rsidRDefault="0085747A" w14:paraId="6F8C9EC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C713FB">
        <w:rPr>
          <w:rFonts w:ascii="Corbel" w:hAnsi="Corbel"/>
          <w:sz w:val="24"/>
          <w:szCs w:val="24"/>
        </w:rPr>
        <w:t>1.</w:t>
      </w:r>
      <w:r w:rsidRPr="00C713FB" w:rsidR="00E22FBC">
        <w:rPr>
          <w:rFonts w:ascii="Corbel" w:hAnsi="Corbel"/>
          <w:sz w:val="24"/>
          <w:szCs w:val="24"/>
        </w:rPr>
        <w:t>1</w:t>
      </w:r>
      <w:r w:rsidRPr="00C713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C713FB" w:rsidR="00923D7D" w:rsidP="009C54AE" w:rsidRDefault="00923D7D" w14:paraId="00B46070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100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60"/>
        <w:gridCol w:w="847"/>
        <w:gridCol w:w="859"/>
        <w:gridCol w:w="1008"/>
        <w:gridCol w:w="864"/>
        <w:gridCol w:w="864"/>
        <w:gridCol w:w="750"/>
        <w:gridCol w:w="942"/>
        <w:gridCol w:w="995"/>
        <w:gridCol w:w="1657"/>
      </w:tblGrid>
      <w:tr w:rsidRPr="00C713FB" w:rsidR="000B11EE" w:rsidTr="71B8DDA0" w14:paraId="060A51D4" w14:textId="77777777"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C713FB" w:rsidR="00015B8F" w:rsidP="009C54AE" w:rsidRDefault="00015B8F" w14:paraId="22E44CE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13FB">
              <w:rPr>
                <w:rFonts w:ascii="Corbel" w:hAnsi="Corbel"/>
                <w:szCs w:val="24"/>
              </w:rPr>
              <w:t>Semestr</w:t>
            </w:r>
          </w:p>
          <w:p w:rsidRPr="00C713FB" w:rsidR="00015B8F" w:rsidP="009C54AE" w:rsidRDefault="002B5EA0" w14:paraId="2B66235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13FB">
              <w:rPr>
                <w:rFonts w:ascii="Corbel" w:hAnsi="Corbel"/>
                <w:szCs w:val="24"/>
              </w:rPr>
              <w:t>(</w:t>
            </w:r>
            <w:r w:rsidRPr="00C713FB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713FB" w:rsidR="00015B8F" w:rsidP="009C54AE" w:rsidRDefault="00015B8F" w14:paraId="086595A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13FB">
              <w:rPr>
                <w:rFonts w:ascii="Corbel" w:hAnsi="Corbel"/>
                <w:szCs w:val="24"/>
              </w:rPr>
              <w:t>Wykł</w:t>
            </w:r>
            <w:proofErr w:type="spellEnd"/>
            <w:r w:rsidRPr="00C713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713FB" w:rsidR="00015B8F" w:rsidP="009C54AE" w:rsidRDefault="00015B8F" w14:paraId="3C2B2B3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13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713FB" w:rsidR="00015B8F" w:rsidP="009C54AE" w:rsidRDefault="00015B8F" w14:paraId="5F2551E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13FB">
              <w:rPr>
                <w:rFonts w:ascii="Corbel" w:hAnsi="Corbel"/>
                <w:szCs w:val="24"/>
              </w:rPr>
              <w:t>Konw</w:t>
            </w:r>
            <w:proofErr w:type="spellEnd"/>
            <w:r w:rsidRPr="00C713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713FB" w:rsidR="00015B8F" w:rsidP="009C54AE" w:rsidRDefault="00015B8F" w14:paraId="35C4E62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13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13FB" w:rsidR="00015B8F" w:rsidP="009C54AE" w:rsidRDefault="00015B8F" w14:paraId="5DBD9BE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13FB">
              <w:rPr>
                <w:rFonts w:ascii="Corbel" w:hAnsi="Corbel"/>
                <w:szCs w:val="24"/>
              </w:rPr>
              <w:t>Sem</w:t>
            </w:r>
            <w:proofErr w:type="spellEnd"/>
            <w:r w:rsidRPr="00C713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713FB" w:rsidR="00015B8F" w:rsidP="009C54AE" w:rsidRDefault="00015B8F" w14:paraId="4E13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13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713FB" w:rsidR="00015B8F" w:rsidP="009C54AE" w:rsidRDefault="00015B8F" w14:paraId="52966B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713FB">
              <w:rPr>
                <w:rFonts w:ascii="Corbel" w:hAnsi="Corbel"/>
                <w:szCs w:val="24"/>
              </w:rPr>
              <w:t>Prakt</w:t>
            </w:r>
            <w:proofErr w:type="spellEnd"/>
            <w:r w:rsidRPr="00C713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713FB" w:rsidR="00015B8F" w:rsidP="009C54AE" w:rsidRDefault="00015B8F" w14:paraId="6FB5EF9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713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C713FB" w:rsidR="00015B8F" w:rsidP="009C54AE" w:rsidRDefault="00015B8F" w14:paraId="31B4F43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713FB">
              <w:rPr>
                <w:rFonts w:ascii="Corbel" w:hAnsi="Corbel"/>
                <w:b/>
                <w:szCs w:val="24"/>
              </w:rPr>
              <w:t>Liczba pkt</w:t>
            </w:r>
            <w:r w:rsidRPr="00C713FB" w:rsidR="00B90885">
              <w:rPr>
                <w:rFonts w:ascii="Corbel" w:hAnsi="Corbel"/>
                <w:b/>
                <w:szCs w:val="24"/>
              </w:rPr>
              <w:t>.</w:t>
            </w:r>
            <w:r w:rsidRPr="00C713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C713FB" w:rsidR="000B11EE" w:rsidTr="71B8DDA0" w14:paraId="02D220B1" w14:textId="77777777">
        <w:trPr>
          <w:trHeight w:val="453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13FB" w:rsidR="00F47C86" w:rsidP="00837029" w:rsidRDefault="00837029" w14:paraId="617927DD" w14:textId="73B8B5A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 w:rsidRPr="00C713FB">
              <w:rPr>
                <w:rFonts w:ascii="Corbel" w:hAnsi="Corbel" w:eastAsia="Times New Roman"/>
                <w:lang w:eastAsia="pl-PL"/>
              </w:rPr>
              <w:t>II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13FB" w:rsidR="00F47C86" w:rsidP="000B11EE" w:rsidRDefault="000B11EE" w14:paraId="7FFB2CA3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 w:rsidRPr="00C713FB">
              <w:rPr>
                <w:rFonts w:ascii="Corbel" w:hAnsi="Corbel" w:eastAsia="Times New Roman"/>
                <w:lang w:eastAsia="pl-PL"/>
              </w:rPr>
              <w:t>15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13FB" w:rsidR="00F47C86" w:rsidP="000B11EE" w:rsidRDefault="000B11EE" w14:paraId="61EC63DF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 w:rsidRPr="00C713FB">
              <w:rPr>
                <w:rFonts w:ascii="Corbel" w:hAnsi="Corbel" w:eastAsia="Times New Roman"/>
                <w:lang w:eastAsia="pl-PL"/>
              </w:rPr>
              <w:t>30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13FB" w:rsidR="00F47C86" w:rsidP="00F47C86" w:rsidRDefault="00F47C86" w14:paraId="44C04930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713FB" w:rsidR="00F47C86" w:rsidP="00F47C86" w:rsidRDefault="00F47C86" w14:paraId="1FC494D9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13FB" w:rsidR="00F47C86" w:rsidP="00F47C86" w:rsidRDefault="00F47C86" w14:paraId="538F1D93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13FB" w:rsidR="00F47C86" w:rsidP="00F47C86" w:rsidRDefault="00F47C86" w14:paraId="346E7AF4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13FB" w:rsidR="00F47C86" w:rsidP="00F47C86" w:rsidRDefault="00F47C86" w14:paraId="0D6FA15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713FB" w:rsidR="00F47C86" w:rsidP="00F47C86" w:rsidRDefault="00F47C86" w14:paraId="0E8DFB2D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 w:rsidRPr="00C713FB">
              <w:rPr>
                <w:rFonts w:ascii="Corbel" w:hAnsi="Corbel" w:eastAsia="Times New Roman"/>
                <w:lang w:eastAsia="pl-PL"/>
              </w:rPr>
              <w:t xml:space="preserve"> 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13FB" w:rsidR="00F47C86" w:rsidP="00F47C86" w:rsidRDefault="00F47C86" w14:paraId="77E99C06" w14:textId="658FA0E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 w:rsidRPr="00C713FB">
              <w:rPr>
                <w:rFonts w:ascii="Corbel" w:hAnsi="Corbel" w:eastAsia="Times New Roman"/>
                <w:lang w:eastAsia="pl-PL"/>
              </w:rPr>
              <w:t>5</w:t>
            </w:r>
          </w:p>
          <w:p w:rsidRPr="00C713FB" w:rsidR="00F47C86" w:rsidP="00F47C86" w:rsidRDefault="00F47C86" w14:paraId="5813989A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</w:p>
        </w:tc>
      </w:tr>
      <w:tr w:rsidRPr="00C713FB" w:rsidR="000B11EE" w:rsidTr="71B8DDA0" w14:paraId="2E86AFA3" w14:textId="77777777">
        <w:trPr>
          <w:trHeight w:val="453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13FB" w:rsidR="000B11EE" w:rsidP="00837029" w:rsidRDefault="00837029" w14:paraId="05FC7C22" w14:textId="5AEA3AF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 w:rsidRPr="00C713FB">
              <w:rPr>
                <w:rFonts w:ascii="Corbel" w:hAnsi="Corbel" w:eastAsia="Times New Roman"/>
                <w:lang w:eastAsia="pl-PL"/>
              </w:rPr>
              <w:t>III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13FB" w:rsidR="000B11EE" w:rsidP="000B11EE" w:rsidRDefault="000B11EE" w14:paraId="4232C9BE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 w:rsidRPr="00C713FB">
              <w:rPr>
                <w:rFonts w:ascii="Corbel" w:hAnsi="Corbel" w:eastAsia="Times New Roman"/>
                <w:lang w:eastAsia="pl-PL"/>
              </w:rPr>
              <w:t>15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13FB" w:rsidR="000B11EE" w:rsidP="000B11EE" w:rsidRDefault="000B11EE" w14:paraId="31724A00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 w:rsidRPr="00C713FB">
              <w:rPr>
                <w:rFonts w:ascii="Corbel" w:hAnsi="Corbel" w:eastAsia="Times New Roman"/>
                <w:lang w:eastAsia="pl-PL"/>
              </w:rPr>
              <w:t>30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13FB" w:rsidR="000B11EE" w:rsidP="00F47C86" w:rsidRDefault="000B11EE" w14:paraId="088DC2E3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713FB" w:rsidR="000B11EE" w:rsidP="00F47C86" w:rsidRDefault="000B11EE" w14:paraId="417A2C9F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13FB" w:rsidR="000B11EE" w:rsidP="00F47C86" w:rsidRDefault="000B11EE" w14:paraId="070EA569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13FB" w:rsidR="000B11EE" w:rsidP="00F47C86" w:rsidRDefault="000B11EE" w14:paraId="57EC51DC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13FB" w:rsidR="000B11EE" w:rsidP="00F47C86" w:rsidRDefault="000B11EE" w14:paraId="200D3EEA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713FB" w:rsidR="000B11EE" w:rsidP="00F47C86" w:rsidRDefault="000B11EE" w14:paraId="37335041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C713FB" w:rsidR="000B11EE" w:rsidP="000B11EE" w:rsidRDefault="000B11EE" w14:paraId="469A9EC3" w14:textId="5BCE766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lang w:eastAsia="pl-PL"/>
              </w:rPr>
            </w:pPr>
            <w:r w:rsidRPr="00C713FB">
              <w:rPr>
                <w:rFonts w:ascii="Corbel" w:hAnsi="Corbel" w:eastAsia="Times New Roman"/>
                <w:lang w:eastAsia="pl-PL"/>
              </w:rPr>
              <w:t xml:space="preserve">5 </w:t>
            </w:r>
          </w:p>
          <w:p w:rsidRPr="00C713FB" w:rsidR="000B11EE" w:rsidP="00F47C86" w:rsidRDefault="000B11EE" w14:paraId="34C96DD1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eastAsia="Times New Roman"/>
                <w:u w:val="single"/>
                <w:lang w:eastAsia="pl-PL"/>
              </w:rPr>
            </w:pPr>
          </w:p>
        </w:tc>
      </w:tr>
    </w:tbl>
    <w:p w:rsidRPr="00C713FB" w:rsidR="00923D7D" w:rsidP="009C54AE" w:rsidRDefault="00923D7D" w14:paraId="000CC95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C713FB" w:rsidR="0085747A" w:rsidP="00F83B28" w:rsidRDefault="0085747A" w14:paraId="4403DA4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713FB">
        <w:rPr>
          <w:rFonts w:ascii="Corbel" w:hAnsi="Corbel"/>
          <w:smallCaps w:val="0"/>
          <w:szCs w:val="24"/>
        </w:rPr>
        <w:t>1.</w:t>
      </w:r>
      <w:r w:rsidRPr="00C713FB" w:rsidR="00E22FBC">
        <w:rPr>
          <w:rFonts w:ascii="Corbel" w:hAnsi="Corbel"/>
          <w:smallCaps w:val="0"/>
          <w:szCs w:val="24"/>
        </w:rPr>
        <w:t>2</w:t>
      </w:r>
      <w:r w:rsidRPr="00C713FB" w:rsidR="00F83B28">
        <w:rPr>
          <w:rFonts w:ascii="Corbel" w:hAnsi="Corbel"/>
          <w:smallCaps w:val="0"/>
          <w:szCs w:val="24"/>
        </w:rPr>
        <w:t>.</w:t>
      </w:r>
      <w:r w:rsidRPr="00C713FB" w:rsidR="00F83B28">
        <w:rPr>
          <w:rFonts w:ascii="Corbel" w:hAnsi="Corbel"/>
          <w:smallCaps w:val="0"/>
          <w:szCs w:val="24"/>
        </w:rPr>
        <w:tab/>
      </w:r>
      <w:r w:rsidRPr="00C713FB">
        <w:rPr>
          <w:rFonts w:ascii="Corbel" w:hAnsi="Corbel"/>
          <w:smallCaps w:val="0"/>
          <w:szCs w:val="24"/>
        </w:rPr>
        <w:t xml:space="preserve">Sposób realizacji zajęć  </w:t>
      </w:r>
    </w:p>
    <w:p w:rsidRPr="00C713FB" w:rsidR="003B4ADF" w:rsidP="00F83B28" w:rsidRDefault="003B4ADF" w14:paraId="5D1515E0" w14:textId="77777777">
      <w:pPr>
        <w:pStyle w:val="Punktygwne"/>
        <w:spacing w:before="0" w:after="0"/>
        <w:ind w:left="709"/>
        <w:rPr>
          <w:rFonts w:ascii="Corbel" w:hAnsi="Corbel" w:eastAsia="MS Gothic" w:cs="MS Gothic"/>
          <w:bCs/>
          <w:szCs w:val="24"/>
        </w:rPr>
      </w:pPr>
      <w:r w:rsidRPr="00C713FB">
        <w:rPr>
          <w:rFonts w:ascii="Corbel" w:hAnsi="Corbel" w:eastAsia="MS Gothic" w:cs="MS Gothic"/>
          <w:bCs/>
          <w:szCs w:val="24"/>
        </w:rPr>
        <w:t xml:space="preserve"> </w:t>
      </w:r>
    </w:p>
    <w:p w:rsidRPr="00C713FB" w:rsidR="0085747A" w:rsidP="00F83B28" w:rsidRDefault="000B11EE" w14:paraId="62D89E4F" w14:textId="713A1A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13FB">
        <w:rPr>
          <w:rFonts w:ascii="Corbel" w:hAnsi="Corbel" w:eastAsia="MS Gothic" w:cs="MS Gothic"/>
          <w:bCs/>
          <w:szCs w:val="24"/>
        </w:rPr>
        <w:t>X</w:t>
      </w:r>
      <w:r w:rsidRPr="00C713FB">
        <w:rPr>
          <w:rFonts w:ascii="Corbel" w:hAnsi="Corbel" w:eastAsia="MS Gothic" w:cs="MS Gothic"/>
          <w:b w:val="0"/>
          <w:szCs w:val="24"/>
        </w:rPr>
        <w:t xml:space="preserve"> </w:t>
      </w:r>
      <w:r w:rsidRPr="00C713FB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Pr="00C713FB" w:rsidR="0085747A" w:rsidP="00F83B28" w:rsidRDefault="0085747A" w14:paraId="2B3E3B41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13FB">
        <w:rPr>
          <w:rFonts w:ascii="Segoe UI Symbol" w:hAnsi="Segoe UI Symbol" w:eastAsia="MS Gothic" w:cs="Segoe UI Symbol"/>
          <w:b w:val="0"/>
          <w:szCs w:val="24"/>
        </w:rPr>
        <w:t>☐</w:t>
      </w:r>
      <w:r w:rsidRPr="00C713F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C713FB" w:rsidR="0085747A" w:rsidP="009C54AE" w:rsidRDefault="0085747A" w14:paraId="0D73FE7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C713FB" w:rsidR="00E22FBC" w:rsidP="71B8DDA0" w:rsidRDefault="00E22FBC" w14:paraId="35F4CFA7" w14:textId="31D1BCC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caps w:val="0"/>
          <w:smallCaps w:val="0"/>
        </w:rPr>
      </w:pPr>
      <w:r w:rsidRPr="71B8DDA0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71B8DDA0" w:rsidR="00E22FBC">
        <w:rPr>
          <w:rFonts w:ascii="Corbel" w:hAnsi="Corbel"/>
          <w:caps w:val="0"/>
          <w:smallCaps w:val="0"/>
        </w:rPr>
        <w:t>For</w:t>
      </w:r>
      <w:r w:rsidRPr="71B8DDA0" w:rsidR="00445970">
        <w:rPr>
          <w:rFonts w:ascii="Corbel" w:hAnsi="Corbel"/>
          <w:caps w:val="0"/>
          <w:smallCaps w:val="0"/>
        </w:rPr>
        <w:t xml:space="preserve">ma zaliczenia </w:t>
      </w:r>
      <w:r w:rsidRPr="71B8DDA0" w:rsidR="00445970">
        <w:rPr>
          <w:rFonts w:ascii="Corbel" w:hAnsi="Corbel"/>
          <w:caps w:val="0"/>
          <w:smallCaps w:val="0"/>
        </w:rPr>
        <w:t xml:space="preserve">przedmiotu </w:t>
      </w:r>
      <w:r w:rsidRPr="71B8DDA0" w:rsidR="00E22FBC">
        <w:rPr>
          <w:rFonts w:ascii="Corbel" w:hAnsi="Corbel"/>
          <w:caps w:val="0"/>
          <w:smallCaps w:val="0"/>
        </w:rPr>
        <w:t>(</w:t>
      </w:r>
      <w:r w:rsidRPr="71B8DDA0" w:rsidR="00E22FBC">
        <w:rPr>
          <w:rFonts w:ascii="Corbel" w:hAnsi="Corbel"/>
          <w:caps w:val="0"/>
          <w:smallCaps w:val="0"/>
        </w:rPr>
        <w:t xml:space="preserve">z toku) </w:t>
      </w:r>
      <w:r w:rsidRPr="71B8DDA0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Pr="00C713FB" w:rsidR="00E960BB" w:rsidP="009C54AE" w:rsidRDefault="00E960BB" w14:paraId="0BCEFFA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C713FB" w:rsidR="007E1314" w:rsidP="007E1314" w:rsidRDefault="00A06BE0" w14:paraId="1F32762C" w14:textId="77777777">
      <w:pPr>
        <w:numPr>
          <w:ilvl w:val="0"/>
          <w:numId w:val="3"/>
        </w:numPr>
        <w:spacing w:before="40" w:after="0" w:line="240" w:lineRule="auto"/>
        <w:ind w:left="284" w:hanging="284"/>
        <w:rPr>
          <w:rFonts w:ascii="Corbel" w:hAnsi="Corbel"/>
          <w:smallCaps/>
        </w:rPr>
      </w:pPr>
      <w:r w:rsidRPr="00C713FB">
        <w:rPr>
          <w:rFonts w:ascii="Corbel" w:hAnsi="Corbel"/>
        </w:rPr>
        <w:t>1</w:t>
      </w:r>
      <w:r w:rsidRPr="00C713FB" w:rsidR="007E1314">
        <w:rPr>
          <w:rFonts w:ascii="Corbel" w:hAnsi="Corbel"/>
        </w:rPr>
        <w:t xml:space="preserve"> rok, semestr </w:t>
      </w:r>
      <w:r w:rsidRPr="00C713FB">
        <w:rPr>
          <w:rFonts w:ascii="Corbel" w:hAnsi="Corbel"/>
        </w:rPr>
        <w:t>II</w:t>
      </w:r>
      <w:r w:rsidRPr="00C713FB" w:rsidR="007E1314">
        <w:rPr>
          <w:rFonts w:ascii="Corbel" w:hAnsi="Corbel"/>
        </w:rPr>
        <w:t xml:space="preserve"> </w:t>
      </w:r>
      <w:r w:rsidRPr="00C713FB" w:rsidR="007E1314">
        <w:rPr>
          <w:rFonts w:ascii="Corbel" w:hAnsi="Corbel"/>
          <w:color w:val="000000"/>
        </w:rPr>
        <w:t xml:space="preserve">– </w:t>
      </w:r>
      <w:r w:rsidRPr="00C713FB" w:rsidR="00B45431">
        <w:rPr>
          <w:rFonts w:ascii="Corbel" w:hAnsi="Corbel"/>
          <w:color w:val="000000"/>
        </w:rPr>
        <w:t>zaliczenie z oceną</w:t>
      </w:r>
    </w:p>
    <w:p w:rsidRPr="00C713FB" w:rsidR="007E1314" w:rsidP="007E1314" w:rsidRDefault="00A06BE0" w14:paraId="6DEC3AEA" w14:textId="42327B1A">
      <w:pPr>
        <w:numPr>
          <w:ilvl w:val="0"/>
          <w:numId w:val="3"/>
        </w:numPr>
        <w:spacing w:before="40" w:after="0" w:line="240" w:lineRule="auto"/>
        <w:ind w:left="284" w:hanging="284"/>
        <w:rPr>
          <w:rFonts w:ascii="Corbel" w:hAnsi="Corbel"/>
          <w:smallCaps w:val="1"/>
        </w:rPr>
      </w:pPr>
      <w:bookmarkStart w:name="_Hlk54908001" w:id="1"/>
      <w:r w:rsidRPr="71B8DDA0" w:rsidR="00A06BE0">
        <w:rPr>
          <w:rFonts w:ascii="Corbel" w:hAnsi="Corbel"/>
        </w:rPr>
        <w:t>2 r</w:t>
      </w:r>
      <w:r w:rsidRPr="71B8DDA0" w:rsidR="007E1314">
        <w:rPr>
          <w:rFonts w:ascii="Corbel" w:hAnsi="Corbel"/>
        </w:rPr>
        <w:t xml:space="preserve">ok, semestr </w:t>
      </w:r>
      <w:r w:rsidRPr="71B8DDA0" w:rsidR="00A06BE0">
        <w:rPr>
          <w:rFonts w:ascii="Corbel" w:hAnsi="Corbel"/>
        </w:rPr>
        <w:t xml:space="preserve">III </w:t>
      </w:r>
      <w:r w:rsidRPr="71B8DDA0" w:rsidR="007E1314">
        <w:rPr>
          <w:rFonts w:ascii="Corbel" w:hAnsi="Corbel"/>
          <w:color w:val="000000" w:themeColor="text1" w:themeTint="FF" w:themeShade="FF"/>
        </w:rPr>
        <w:t>–</w:t>
      </w:r>
      <w:r w:rsidRPr="71B8DDA0" w:rsidR="007E1314">
        <w:rPr>
          <w:rFonts w:ascii="Corbel" w:hAnsi="Corbel"/>
          <w:color w:val="000000" w:themeColor="text1" w:themeTint="FF" w:themeShade="FF"/>
        </w:rPr>
        <w:t xml:space="preserve"> egzamin</w:t>
      </w:r>
    </w:p>
    <w:bookmarkEnd w:id="1"/>
    <w:p w:rsidRPr="00C713FB" w:rsidR="000A147E" w:rsidRDefault="000A147E" w14:paraId="1A9D2769" w14:textId="6372226A">
      <w:pPr>
        <w:spacing w:after="0" w:line="240" w:lineRule="auto"/>
        <w:rPr>
          <w:rFonts w:ascii="Corbel" w:hAnsi="Corbel"/>
          <w:smallCaps/>
          <w:sz w:val="24"/>
          <w:szCs w:val="24"/>
        </w:rPr>
      </w:pPr>
      <w:r w:rsidRPr="00C713FB">
        <w:rPr>
          <w:rFonts w:ascii="Corbel" w:hAnsi="Corbel"/>
          <w:b/>
          <w:szCs w:val="24"/>
        </w:rPr>
        <w:br w:type="page"/>
      </w:r>
    </w:p>
    <w:p w:rsidRPr="00C713FB" w:rsidR="00E960BB" w:rsidP="009C54AE" w:rsidRDefault="0085747A" w14:paraId="19FD9920" w14:textId="059A474D">
      <w:pPr>
        <w:pStyle w:val="Punktygwne"/>
        <w:spacing w:before="0" w:after="0"/>
        <w:rPr>
          <w:rFonts w:ascii="Corbel" w:hAnsi="Corbel"/>
          <w:szCs w:val="24"/>
        </w:rPr>
      </w:pPr>
      <w:r w:rsidRPr="00C713FB">
        <w:rPr>
          <w:rFonts w:ascii="Corbel" w:hAnsi="Corbel"/>
          <w:szCs w:val="24"/>
        </w:rPr>
        <w:t xml:space="preserve">2.Wymagania wstępne </w:t>
      </w:r>
    </w:p>
    <w:p w:rsidRPr="00C713FB" w:rsidR="003B4ADF" w:rsidP="009C54AE" w:rsidRDefault="003B4ADF" w14:paraId="0AAE09CD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713FB" w:rsidR="0085747A" w:rsidTr="71B8DDA0" w14:paraId="533B10E6" w14:textId="77777777">
        <w:tc>
          <w:tcPr>
            <w:tcW w:w="9670" w:type="dxa"/>
            <w:tcMar/>
          </w:tcPr>
          <w:p w:rsidRPr="00C713FB" w:rsidR="0085747A" w:rsidP="71B8DDA0" w:rsidRDefault="007E1314" w14:paraId="30E81A05" w14:textId="741FCC48">
            <w:pPr>
              <w:pStyle w:val="Punktygwne"/>
              <w:spacing w:before="40" w:after="40"/>
              <w:ind w:firstLine="210"/>
              <w:rPr>
                <w:rFonts w:ascii="Corbel" w:hAnsi="Corbel"/>
                <w:b w:val="0"/>
                <w:bCs w:val="0"/>
                <w:caps w:val="0"/>
                <w:smallCaps w:val="0"/>
                <w:color w:val="000000"/>
              </w:rPr>
            </w:pPr>
            <w:r w:rsidRPr="71B8DDA0" w:rsidR="007E131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Studenci powinni posiadać wiedzę z wprowadzenia do pracy socjalnej oraz z zakresu </w:t>
            </w:r>
            <w:r>
              <w:br/>
            </w:r>
            <w:r w:rsidRPr="71B8DDA0" w:rsidR="007E131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teorii </w:t>
            </w:r>
            <w:r w:rsidRPr="71B8DDA0" w:rsidR="2AA237E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i</w:t>
            </w:r>
            <w:r w:rsidRPr="71B8DDA0" w:rsidR="007E131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aksjologii pracy socjalnej</w:t>
            </w:r>
            <w:r w:rsidRPr="71B8DDA0" w:rsidR="2AA237E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, a także </w:t>
            </w:r>
            <w:r w:rsidRPr="71B8DDA0" w:rsidR="007E131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ogólną orientację w kwestiach istotnych dla polityki społecznej Polsce i na świecie. Ważne jest też posiadanie wiedzy z psychologii </w:t>
            </w:r>
            <w:r w:rsidRPr="71B8DDA0" w:rsidR="007E131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ogólnej</w:t>
            </w:r>
            <w:r w:rsidRPr="71B8DDA0" w:rsidR="2AA237E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,</w:t>
            </w:r>
            <w:r w:rsidRPr="71B8DDA0" w:rsidR="2AA237E1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 xml:space="preserve"> </w:t>
            </w:r>
            <w:r w:rsidRPr="71B8DDA0" w:rsidR="007E1314">
              <w:rPr>
                <w:rFonts w:ascii="Corbel" w:hAnsi="Corbel"/>
                <w:b w:val="0"/>
                <w:bCs w:val="0"/>
                <w:caps w:val="0"/>
                <w:smallCaps w:val="0"/>
                <w:color w:val="000000" w:themeColor="text1" w:themeTint="FF" w:themeShade="FF"/>
              </w:rPr>
              <w:t>rozwojowej oraz społecznej.</w:t>
            </w:r>
          </w:p>
        </w:tc>
      </w:tr>
    </w:tbl>
    <w:p w:rsidRPr="00C713FB" w:rsidR="00153C41" w:rsidP="009C54AE" w:rsidRDefault="00153C41" w14:paraId="1C0434A7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713FB" w:rsidR="0085747A" w:rsidP="71B8DDA0" w:rsidRDefault="0071620A" w14:paraId="6864B020" w14:textId="27BC82E6">
      <w:pPr>
        <w:pStyle w:val="Punktygwne"/>
        <w:spacing w:before="0" w:after="0"/>
        <w:rPr>
          <w:rFonts w:ascii="Corbel" w:hAnsi="Corbel"/>
        </w:rPr>
      </w:pPr>
      <w:r w:rsidRPr="71B8DDA0" w:rsidR="0071620A">
        <w:rPr>
          <w:rFonts w:ascii="Corbel" w:hAnsi="Corbel"/>
        </w:rPr>
        <w:t>3.</w:t>
      </w:r>
      <w:r w:rsidRPr="71B8DDA0" w:rsidR="0085747A">
        <w:rPr>
          <w:rFonts w:ascii="Corbel" w:hAnsi="Corbel"/>
        </w:rPr>
        <w:t xml:space="preserve"> </w:t>
      </w:r>
      <w:r w:rsidRPr="71B8DDA0" w:rsidR="00A84C85">
        <w:rPr>
          <w:rFonts w:ascii="Corbel" w:hAnsi="Corbel"/>
        </w:rPr>
        <w:t xml:space="preserve">cele, efekty uczenia </w:t>
      </w:r>
      <w:r w:rsidRPr="71B8DDA0" w:rsidR="00A84C85">
        <w:rPr>
          <w:rFonts w:ascii="Corbel" w:hAnsi="Corbel"/>
        </w:rPr>
        <w:t>się</w:t>
      </w:r>
      <w:r w:rsidRPr="71B8DDA0" w:rsidR="0085747A">
        <w:rPr>
          <w:rFonts w:ascii="Corbel" w:hAnsi="Corbel"/>
        </w:rPr>
        <w:t>,</w:t>
      </w:r>
      <w:r w:rsidRPr="71B8DDA0" w:rsidR="0085747A">
        <w:rPr>
          <w:rFonts w:ascii="Corbel" w:hAnsi="Corbel"/>
        </w:rPr>
        <w:t xml:space="preserve"> treści Programowe i stosowane metody Dydaktyczne</w:t>
      </w:r>
    </w:p>
    <w:p w:rsidRPr="00C713FB" w:rsidR="0085747A" w:rsidP="009C54AE" w:rsidRDefault="0085747A" w14:paraId="79C5A412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713FB" w:rsidR="0085747A" w:rsidP="009C54AE" w:rsidRDefault="0071620A" w14:paraId="2E344EAF" w14:textId="77777777">
      <w:pPr>
        <w:pStyle w:val="Podpunkty"/>
        <w:rPr>
          <w:rFonts w:ascii="Corbel" w:hAnsi="Corbel"/>
          <w:sz w:val="24"/>
          <w:szCs w:val="24"/>
        </w:rPr>
      </w:pPr>
      <w:r w:rsidRPr="00C713FB">
        <w:rPr>
          <w:rFonts w:ascii="Corbel" w:hAnsi="Corbel"/>
          <w:sz w:val="24"/>
          <w:szCs w:val="24"/>
        </w:rPr>
        <w:t xml:space="preserve">3.1 </w:t>
      </w:r>
      <w:r w:rsidRPr="00C713FB" w:rsidR="00C05F44">
        <w:rPr>
          <w:rFonts w:ascii="Corbel" w:hAnsi="Corbel"/>
          <w:sz w:val="24"/>
          <w:szCs w:val="24"/>
        </w:rPr>
        <w:t>Cele przedmiotu</w:t>
      </w:r>
    </w:p>
    <w:p w:rsidRPr="00C713FB" w:rsidR="00F83B28" w:rsidP="009C54AE" w:rsidRDefault="00F83B28" w14:paraId="27BB6B10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Pr="00C713FB" w:rsidR="008F2B10" w:rsidTr="71B8DDA0" w14:paraId="2A1DFF22" w14:textId="77777777">
        <w:tc>
          <w:tcPr>
            <w:tcW w:w="675" w:type="dxa"/>
            <w:tcMar/>
            <w:vAlign w:val="center"/>
          </w:tcPr>
          <w:p w:rsidRPr="00C713FB" w:rsidR="008F2B10" w:rsidP="008F2B10" w:rsidRDefault="008F2B10" w14:paraId="5C071655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/>
                <w:lang w:eastAsia="pl-PL"/>
              </w:rPr>
            </w:pPr>
            <w:r w:rsidRPr="00C713FB">
              <w:rPr>
                <w:rFonts w:ascii="Corbel" w:hAnsi="Corbel" w:eastAsia="Times New Roman"/>
                <w:lang w:eastAsia="pl-PL"/>
              </w:rPr>
              <w:t xml:space="preserve">C1 </w:t>
            </w:r>
          </w:p>
        </w:tc>
        <w:tc>
          <w:tcPr>
            <w:tcW w:w="9103" w:type="dxa"/>
            <w:tcMar/>
            <w:vAlign w:val="center"/>
          </w:tcPr>
          <w:p w:rsidRPr="00C713FB" w:rsidR="008F2B10" w:rsidP="008F2B10" w:rsidRDefault="00837029" w14:paraId="16F0ACB3" w14:textId="3CBDB54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/>
                <w:lang w:eastAsia="pl-PL"/>
              </w:rPr>
            </w:pPr>
            <w:r w:rsidRPr="00C713FB">
              <w:rPr>
                <w:rFonts w:ascii="Corbel" w:hAnsi="Corbel" w:eastAsia="Times New Roman"/>
                <w:lang w:eastAsia="pl-PL"/>
              </w:rPr>
              <w:t>Uzyskanie wiedzy na temat naukowych metod i technik pracy socjalnej</w:t>
            </w:r>
            <w:r w:rsidRPr="00C713FB" w:rsidR="008F2B10">
              <w:rPr>
                <w:rFonts w:ascii="Corbel" w:hAnsi="Corbel" w:eastAsia="Times New Roman"/>
                <w:b/>
                <w:lang w:eastAsia="pl-PL"/>
              </w:rPr>
              <w:t xml:space="preserve"> </w:t>
            </w:r>
            <w:r w:rsidRPr="00C713FB" w:rsidR="008F2B10">
              <w:rPr>
                <w:rFonts w:ascii="Corbel" w:hAnsi="Corbel" w:eastAsia="Times New Roman"/>
                <w:lang w:eastAsia="pl-PL"/>
              </w:rPr>
              <w:t>stosowanych wobec klientów w różnych jednostkach organizacyjnych pomocy społecznej</w:t>
            </w:r>
          </w:p>
        </w:tc>
      </w:tr>
      <w:tr w:rsidRPr="00C713FB" w:rsidR="008F2B10" w:rsidTr="71B8DDA0" w14:paraId="22A0F6FF" w14:textId="77777777">
        <w:tc>
          <w:tcPr>
            <w:tcW w:w="675" w:type="dxa"/>
            <w:tcMar/>
            <w:vAlign w:val="center"/>
          </w:tcPr>
          <w:p w:rsidRPr="00C713FB" w:rsidR="008F2B10" w:rsidP="008F2B10" w:rsidRDefault="008F2B10" w14:paraId="5BD1865A" w14:textId="77777777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/>
                <w:lang w:eastAsia="pl-PL"/>
              </w:rPr>
            </w:pPr>
            <w:r w:rsidRPr="00C713FB">
              <w:rPr>
                <w:rFonts w:ascii="Corbel" w:hAnsi="Corbel" w:eastAsia="Times New Roman"/>
                <w:lang w:eastAsia="pl-PL"/>
              </w:rPr>
              <w:t>C2</w:t>
            </w:r>
          </w:p>
        </w:tc>
        <w:tc>
          <w:tcPr>
            <w:tcW w:w="9103" w:type="dxa"/>
            <w:tcMar/>
            <w:vAlign w:val="center"/>
          </w:tcPr>
          <w:p w:rsidRPr="00C713FB" w:rsidR="008F2B10" w:rsidP="008F2B10" w:rsidRDefault="00837029" w14:paraId="101C2415" w14:textId="66D0982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/>
                <w:lang w:eastAsia="pl-PL"/>
              </w:rPr>
            </w:pPr>
            <w:r w:rsidRPr="00C713FB">
              <w:rPr>
                <w:rFonts w:ascii="Corbel" w:hAnsi="Corbel" w:eastAsia="Times New Roman"/>
                <w:lang w:eastAsia="pl-PL"/>
              </w:rPr>
              <w:t xml:space="preserve">Nabycie przez </w:t>
            </w:r>
            <w:r w:rsidRPr="00C713FB" w:rsidR="008F2B10">
              <w:rPr>
                <w:rFonts w:ascii="Corbel" w:hAnsi="Corbel" w:eastAsia="Times New Roman"/>
                <w:lang w:eastAsia="pl-PL"/>
              </w:rPr>
              <w:t>studentów praktycznych umiejętności w zakresie diagnozowania sytuacji trudnych doświadczanych przez klientów i ich rodziny</w:t>
            </w:r>
          </w:p>
        </w:tc>
      </w:tr>
      <w:tr w:rsidRPr="00C713FB" w:rsidR="008F2B10" w:rsidTr="71B8DDA0" w14:paraId="21294FE5" w14:textId="77777777">
        <w:tc>
          <w:tcPr>
            <w:tcW w:w="675" w:type="dxa"/>
            <w:tcMar/>
            <w:vAlign w:val="center"/>
          </w:tcPr>
          <w:p w:rsidRPr="00C713FB" w:rsidR="008F2B10" w:rsidP="008F2B10" w:rsidRDefault="008F2B10" w14:paraId="1430656A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/>
                <w:lang w:eastAsia="pl-PL"/>
              </w:rPr>
            </w:pPr>
            <w:r w:rsidRPr="00C713FB">
              <w:rPr>
                <w:rFonts w:ascii="Corbel" w:hAnsi="Corbel" w:eastAsia="Times New Roman"/>
                <w:lang w:eastAsia="pl-PL"/>
              </w:rPr>
              <w:t>C3</w:t>
            </w:r>
          </w:p>
        </w:tc>
        <w:tc>
          <w:tcPr>
            <w:tcW w:w="9103" w:type="dxa"/>
            <w:tcMar/>
            <w:vAlign w:val="center"/>
          </w:tcPr>
          <w:p w:rsidRPr="00C713FB" w:rsidR="008F2B10" w:rsidP="71B8DDA0" w:rsidRDefault="00837029" w14:paraId="1FAF3FA5" w14:textId="3CCC83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/>
                <w:lang w:eastAsia="pl-PL"/>
              </w:rPr>
            </w:pPr>
            <w:r w:rsidRPr="71B8DDA0" w:rsidR="26572924">
              <w:rPr>
                <w:rFonts w:ascii="Corbel" w:hAnsi="Corbel" w:eastAsia="Times New Roman"/>
                <w:lang w:eastAsia="pl-PL"/>
              </w:rPr>
              <w:t xml:space="preserve">Nabycie przez studentów umiejętności stosowania procedur </w:t>
            </w:r>
            <w:r w:rsidRPr="71B8DDA0" w:rsidR="26572924">
              <w:rPr>
                <w:rFonts w:ascii="Corbel" w:hAnsi="Corbel" w:eastAsia="Times New Roman"/>
                <w:lang w:eastAsia="pl-PL"/>
              </w:rPr>
              <w:t>metodycznych -</w:t>
            </w:r>
            <w:r w:rsidRPr="71B8DDA0" w:rsidR="26572924">
              <w:rPr>
                <w:rFonts w:ascii="Corbel" w:hAnsi="Corbel" w:eastAsia="Times New Roman"/>
                <w:lang w:eastAsia="pl-PL"/>
              </w:rPr>
              <w:t xml:space="preserve"> adekwatnych do problemów klientów i ich rodzin - w ramac</w:t>
            </w:r>
            <w:r w:rsidRPr="71B8DDA0" w:rsidR="7A26D5A9">
              <w:rPr>
                <w:rFonts w:ascii="Corbel" w:hAnsi="Corbel" w:eastAsia="Times New Roman"/>
                <w:lang w:eastAsia="pl-PL"/>
              </w:rPr>
              <w:t xml:space="preserve">h podejmowanej interwencji socjalnej i ich ewaluacji </w:t>
            </w:r>
          </w:p>
        </w:tc>
      </w:tr>
      <w:tr w:rsidRPr="00C713FB" w:rsidR="008F2B10" w:rsidTr="71B8DDA0" w14:paraId="77EA3444" w14:textId="77777777">
        <w:trPr>
          <w:trHeight w:val="932"/>
        </w:trPr>
        <w:tc>
          <w:tcPr>
            <w:tcW w:w="675" w:type="dxa"/>
            <w:tcMar/>
            <w:vAlign w:val="center"/>
          </w:tcPr>
          <w:p w:rsidRPr="00C713FB" w:rsidR="008F2B10" w:rsidP="008F2B10" w:rsidRDefault="008F2B10" w14:paraId="48EACB73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/>
                <w:lang w:eastAsia="pl-PL"/>
              </w:rPr>
            </w:pPr>
            <w:r w:rsidRPr="00C713FB">
              <w:rPr>
                <w:rFonts w:ascii="Corbel" w:hAnsi="Corbel" w:eastAsia="Times New Roman"/>
                <w:lang w:eastAsia="pl-PL"/>
              </w:rPr>
              <w:t>C4</w:t>
            </w:r>
          </w:p>
        </w:tc>
        <w:tc>
          <w:tcPr>
            <w:tcW w:w="9103" w:type="dxa"/>
            <w:tcMar/>
            <w:vAlign w:val="center"/>
          </w:tcPr>
          <w:p w:rsidRPr="00C713FB" w:rsidR="008F2B10" w:rsidP="008F2B10" w:rsidRDefault="00837029" w14:paraId="728BCAA6" w14:textId="231CE2EB">
            <w:pPr>
              <w:spacing w:after="0" w:line="240" w:lineRule="auto"/>
              <w:rPr>
                <w:rFonts w:ascii="Corbel" w:hAnsi="Corbel"/>
              </w:rPr>
            </w:pPr>
            <w:r w:rsidRPr="71B8DDA0" w:rsidR="26572924">
              <w:rPr>
                <w:rFonts w:ascii="Corbel" w:hAnsi="Corbel"/>
              </w:rPr>
              <w:t xml:space="preserve">Przekazanie studentom wiedzy z zakresu podtrzymywania i odbudowywania właściwych więzi społecznych, aby przeciwdziałać w ten </w:t>
            </w:r>
            <w:r w:rsidRPr="71B8DDA0" w:rsidR="26572924">
              <w:rPr>
                <w:rFonts w:ascii="Corbel" w:hAnsi="Corbel"/>
              </w:rPr>
              <w:t>sposób wykluczeniu</w:t>
            </w:r>
            <w:r w:rsidRPr="71B8DDA0" w:rsidR="26572924">
              <w:rPr>
                <w:rFonts w:ascii="Corbel" w:hAnsi="Corbel"/>
              </w:rPr>
              <w:t xml:space="preserve"> społecznemu klientów pomocy społecznej</w:t>
            </w:r>
          </w:p>
        </w:tc>
      </w:tr>
      <w:tr w:rsidRPr="00C713FB" w:rsidR="008F2B10" w:rsidTr="71B8DDA0" w14:paraId="1681DB74" w14:textId="77777777">
        <w:tc>
          <w:tcPr>
            <w:tcW w:w="675" w:type="dxa"/>
            <w:tcMar/>
            <w:vAlign w:val="center"/>
          </w:tcPr>
          <w:p w:rsidRPr="00C713FB" w:rsidR="008F2B10" w:rsidP="008F2B10" w:rsidRDefault="008F2B10" w14:paraId="6EE41F8B" w14:textId="7777777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 w:eastAsia="Times New Roman"/>
                <w:lang w:eastAsia="pl-PL"/>
              </w:rPr>
            </w:pPr>
            <w:r w:rsidRPr="00C713FB">
              <w:rPr>
                <w:rFonts w:ascii="Corbel" w:hAnsi="Corbel" w:eastAsia="Times New Roman"/>
                <w:lang w:eastAsia="pl-PL"/>
              </w:rPr>
              <w:t>C5</w:t>
            </w:r>
          </w:p>
        </w:tc>
        <w:tc>
          <w:tcPr>
            <w:tcW w:w="9103" w:type="dxa"/>
            <w:tcMar/>
            <w:vAlign w:val="center"/>
          </w:tcPr>
          <w:p w:rsidRPr="00C713FB" w:rsidR="008F2B10" w:rsidP="008F2B10" w:rsidRDefault="00837029" w14:paraId="409B07AA" w14:textId="7414A27D">
            <w:pPr>
              <w:spacing w:after="0" w:line="240" w:lineRule="auto"/>
              <w:rPr>
                <w:rFonts w:ascii="Corbel" w:hAnsi="Corbel"/>
              </w:rPr>
            </w:pPr>
            <w:r w:rsidRPr="00C713FB">
              <w:rPr>
                <w:rFonts w:ascii="Corbel" w:hAnsi="Corbel"/>
              </w:rPr>
              <w:t>Przygotowanie studentów do aktywnego uczestnictwa w grupach, organizacjach, instytucjach podejmujących działania socjalne i realizujących projekty społeczne na rzecz osób będących w trudnej sytuacji życiowej i zawodowej</w:t>
            </w:r>
          </w:p>
        </w:tc>
      </w:tr>
    </w:tbl>
    <w:p w:rsidRPr="00C713FB" w:rsidR="008F2B10" w:rsidP="009C54AE" w:rsidRDefault="008F2B10" w14:paraId="5BF1DB40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C713FB" w:rsidR="008F2B10" w:rsidP="009C54AE" w:rsidRDefault="008F2B10" w14:paraId="6C579B1A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C713FB" w:rsidR="001D7B54" w:rsidP="009C54AE" w:rsidRDefault="009F4610" w14:paraId="77E62463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713FB">
        <w:rPr>
          <w:rFonts w:ascii="Corbel" w:hAnsi="Corbel"/>
          <w:b/>
          <w:sz w:val="24"/>
          <w:szCs w:val="24"/>
        </w:rPr>
        <w:t xml:space="preserve">3.2 </w:t>
      </w:r>
      <w:r w:rsidRPr="00C713FB" w:rsidR="001D7B54">
        <w:rPr>
          <w:rFonts w:ascii="Corbel" w:hAnsi="Corbel"/>
          <w:b/>
          <w:sz w:val="24"/>
          <w:szCs w:val="24"/>
        </w:rPr>
        <w:t xml:space="preserve">Efekty </w:t>
      </w:r>
      <w:r w:rsidRPr="00C713FB" w:rsidR="00C05F44">
        <w:rPr>
          <w:rFonts w:ascii="Corbel" w:hAnsi="Corbel"/>
          <w:b/>
          <w:sz w:val="24"/>
          <w:szCs w:val="24"/>
        </w:rPr>
        <w:t xml:space="preserve">uczenia się </w:t>
      </w:r>
      <w:r w:rsidRPr="00C713FB" w:rsidR="001D7B54">
        <w:rPr>
          <w:rFonts w:ascii="Corbel" w:hAnsi="Corbel"/>
          <w:b/>
          <w:sz w:val="24"/>
          <w:szCs w:val="24"/>
        </w:rPr>
        <w:t>dla przedmiotu</w:t>
      </w:r>
      <w:r w:rsidRPr="00C713FB" w:rsidR="00445970">
        <w:rPr>
          <w:rFonts w:ascii="Corbel" w:hAnsi="Corbel"/>
          <w:sz w:val="24"/>
          <w:szCs w:val="24"/>
        </w:rPr>
        <w:t xml:space="preserve"> </w:t>
      </w:r>
    </w:p>
    <w:p w:rsidRPr="00C713FB" w:rsidR="001D7B54" w:rsidP="009C54AE" w:rsidRDefault="001D7B54" w14:paraId="530ED23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C713FB" w:rsidR="0085747A" w:rsidTr="71B8DDA0" w14:paraId="0CDDA2AC" w14:textId="77777777">
        <w:tc>
          <w:tcPr>
            <w:tcW w:w="1681" w:type="dxa"/>
            <w:tcMar/>
            <w:vAlign w:val="center"/>
          </w:tcPr>
          <w:p w:rsidRPr="00C713FB" w:rsidR="0085747A" w:rsidP="009C54AE" w:rsidRDefault="0085747A" w14:paraId="7AA26EC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name="_Hlk54950371" w:id="2"/>
            <w:r w:rsidRPr="00C713FB">
              <w:rPr>
                <w:rFonts w:ascii="Corbel" w:hAnsi="Corbel"/>
                <w:smallCaps w:val="0"/>
                <w:szCs w:val="24"/>
              </w:rPr>
              <w:t>EK</w:t>
            </w:r>
            <w:r w:rsidRPr="00C713FB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C713FB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C713FB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Mar/>
            <w:vAlign w:val="center"/>
          </w:tcPr>
          <w:p w:rsidRPr="00C713FB" w:rsidR="0085747A" w:rsidP="00C05F44" w:rsidRDefault="0085747A" w14:paraId="447FAA7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C713FB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713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Mar/>
            <w:vAlign w:val="center"/>
          </w:tcPr>
          <w:p w:rsidRPr="00C713FB" w:rsidR="0085747A" w:rsidP="00C05F44" w:rsidRDefault="0085747A" w14:paraId="70BC8F9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713FB"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C713FB" w:rsidR="0085747A" w:rsidTr="71B8DDA0" w14:paraId="4C48E54E" w14:textId="77777777">
        <w:tc>
          <w:tcPr>
            <w:tcW w:w="1681" w:type="dxa"/>
            <w:tcMar/>
          </w:tcPr>
          <w:p w:rsidRPr="00C713FB" w:rsidR="0085747A" w:rsidP="009C54AE" w:rsidRDefault="0085747A" w14:paraId="2DB65C0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13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Mar/>
          </w:tcPr>
          <w:p w:rsidRPr="00C713FB" w:rsidR="0085747A" w:rsidP="00360290" w:rsidRDefault="00F540F5" w14:paraId="47F64812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 xml:space="preserve">Zna </w:t>
            </w:r>
            <w:r w:rsidRPr="00C713FB" w:rsidR="00B04795">
              <w:rPr>
                <w:rFonts w:ascii="Corbel" w:hAnsi="Corbel"/>
                <w:sz w:val="24"/>
                <w:szCs w:val="24"/>
              </w:rPr>
              <w:t xml:space="preserve">i rozumie </w:t>
            </w:r>
            <w:r w:rsidRPr="00C713FB">
              <w:rPr>
                <w:rFonts w:ascii="Corbel" w:hAnsi="Corbel"/>
                <w:sz w:val="24"/>
                <w:szCs w:val="24"/>
              </w:rPr>
              <w:t>(w stopniu zaawansowanym ) procesy przemian w obrębie systemów, instytucji i struktur społecznych oraz ich uwarunkowania i skutki</w:t>
            </w:r>
            <w:r w:rsidRPr="00C713FB" w:rsidR="00B04795">
              <w:rPr>
                <w:rFonts w:ascii="Corbel" w:hAnsi="Corbel"/>
                <w:sz w:val="24"/>
                <w:szCs w:val="24"/>
              </w:rPr>
              <w:t xml:space="preserve"> dla osób zagrożonych wykluczeniem społecznym czy wykluczonych</w:t>
            </w:r>
            <w:r w:rsidRPr="00C713FB">
              <w:rPr>
                <w:rFonts w:ascii="Corbel" w:hAnsi="Corbel"/>
                <w:sz w:val="24"/>
                <w:szCs w:val="24"/>
              </w:rPr>
              <w:t>;</w:t>
            </w:r>
            <w:r w:rsidRPr="00C713FB" w:rsidR="00B04795">
              <w:rPr>
                <w:rFonts w:ascii="Corbel" w:hAnsi="Corbel"/>
                <w:sz w:val="24"/>
                <w:szCs w:val="24"/>
              </w:rPr>
              <w:t xml:space="preserve"> a także rozumie </w:t>
            </w:r>
            <w:r w:rsidRPr="00C713FB">
              <w:rPr>
                <w:rFonts w:ascii="Corbel" w:hAnsi="Corbel"/>
                <w:sz w:val="24"/>
                <w:szCs w:val="24"/>
              </w:rPr>
              <w:t xml:space="preserve">procesy kształtowania </w:t>
            </w:r>
            <w:r w:rsidRPr="00C713FB" w:rsidR="00B04795">
              <w:rPr>
                <w:rFonts w:ascii="Corbel" w:hAnsi="Corbel"/>
                <w:sz w:val="24"/>
                <w:szCs w:val="24"/>
              </w:rPr>
              <w:br/>
            </w:r>
            <w:r w:rsidRPr="00C713FB">
              <w:rPr>
                <w:rFonts w:ascii="Corbel" w:hAnsi="Corbel"/>
                <w:sz w:val="24"/>
                <w:szCs w:val="24"/>
              </w:rPr>
              <w:t>się struktur i instytucji społecznych w tradycyjnych i współczesnych koncepcjach teoretycznych;</w:t>
            </w:r>
            <w:r w:rsidRPr="00C713FB" w:rsidR="00B04795">
              <w:rPr>
                <w:rFonts w:ascii="Corbel" w:hAnsi="Corbel"/>
                <w:sz w:val="24"/>
                <w:szCs w:val="24"/>
              </w:rPr>
              <w:t xml:space="preserve"> również zna </w:t>
            </w:r>
            <w:r w:rsidRPr="00C713FB">
              <w:rPr>
                <w:rFonts w:ascii="Corbel" w:hAnsi="Corbel"/>
                <w:sz w:val="24"/>
                <w:szCs w:val="24"/>
              </w:rPr>
              <w:t xml:space="preserve"> strukturę i zakres działania poszczególnych instytucji społecznych w wymiarze lokalnym</w:t>
            </w:r>
            <w:r w:rsidRPr="00C713FB" w:rsidR="00B04795">
              <w:rPr>
                <w:rFonts w:ascii="Corbel" w:hAnsi="Corbel"/>
                <w:sz w:val="24"/>
                <w:szCs w:val="24"/>
              </w:rPr>
              <w:t xml:space="preserve">, głównie organizujących pomoc i wsparcie dla osób potrzebujących, za pośrednictwem jednostek organizacyjnych pomocy społecznej bądź fundacji, czy stowarzyszeń (realizujących swoje działania statutowe </w:t>
            </w:r>
            <w:r w:rsidRPr="00C713FB" w:rsidR="00360290">
              <w:rPr>
                <w:rFonts w:ascii="Corbel" w:hAnsi="Corbel"/>
                <w:sz w:val="24"/>
                <w:szCs w:val="24"/>
              </w:rPr>
              <w:br/>
            </w:r>
            <w:r w:rsidRPr="00C713FB" w:rsidR="00B04795">
              <w:rPr>
                <w:rFonts w:ascii="Corbel" w:hAnsi="Corbel"/>
                <w:sz w:val="24"/>
                <w:szCs w:val="24"/>
              </w:rPr>
              <w:t>w obszarze pomocy społecznej).</w:t>
            </w:r>
          </w:p>
        </w:tc>
        <w:tc>
          <w:tcPr>
            <w:tcW w:w="1865" w:type="dxa"/>
            <w:tcMar/>
          </w:tcPr>
          <w:p w:rsidRPr="00C713FB" w:rsidR="0085747A" w:rsidP="009C54AE" w:rsidRDefault="0098220D" w14:paraId="4E37C33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Pr="00C713FB" w:rsidR="0085747A" w:rsidTr="71B8DDA0" w14:paraId="696AEE47" w14:textId="77777777">
        <w:tc>
          <w:tcPr>
            <w:tcW w:w="1681" w:type="dxa"/>
            <w:tcMar/>
          </w:tcPr>
          <w:p w:rsidRPr="00C713FB" w:rsidR="0085747A" w:rsidP="009C54AE" w:rsidRDefault="0085747A" w14:paraId="2391B06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Mar/>
          </w:tcPr>
          <w:p w:rsidRPr="00C713FB" w:rsidR="0085747A" w:rsidP="005C4DC8" w:rsidRDefault="00F540F5" w14:paraId="272891A5" w14:textId="4A93D685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71B8DDA0" w:rsidR="7B01F3FA">
              <w:rPr>
                <w:rFonts w:ascii="Corbel" w:hAnsi="Corbel"/>
                <w:sz w:val="24"/>
                <w:szCs w:val="24"/>
              </w:rPr>
              <w:t>Zna i rozumie (w zaawansowanym stopniu) zasady tworzenia i podejmowania działań skierowanych na rozwiązywanie problemów z zakresu pracy socjalnej</w:t>
            </w:r>
            <w:r w:rsidRPr="71B8DDA0" w:rsidR="55C76934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br/>
            </w:r>
            <w:r w:rsidRPr="71B8DDA0" w:rsidR="55C76934">
              <w:rPr>
                <w:rFonts w:ascii="Corbel" w:hAnsi="Corbel"/>
                <w:sz w:val="24"/>
                <w:szCs w:val="24"/>
              </w:rPr>
              <w:t xml:space="preserve">w tym zna procedury metodycznego postepowania </w:t>
            </w:r>
            <w:r w:rsidRPr="71B8DDA0" w:rsidR="55C76934">
              <w:rPr>
                <w:rFonts w:ascii="Corbel" w:hAnsi="Corbel"/>
                <w:sz w:val="24"/>
                <w:szCs w:val="24"/>
              </w:rPr>
              <w:t xml:space="preserve">pracownika socjalnego oraz uzyskuje wiedzę o sposobach diagnozowania sytuacji trudnych doświadczanych przez klientów i ich rodziny (stosując m. in. jako narzędzie wywiad </w:t>
            </w:r>
            <w:r w:rsidRPr="71B8DDA0" w:rsidR="55C76934">
              <w:rPr>
                <w:rFonts w:ascii="Corbel" w:hAnsi="Corbel"/>
                <w:sz w:val="24"/>
                <w:szCs w:val="24"/>
              </w:rPr>
              <w:t>środowiskowy)</w:t>
            </w:r>
            <w:r w:rsidRPr="71B8DDA0" w:rsidR="55C7693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Mar/>
          </w:tcPr>
          <w:p w:rsidRPr="00C713FB" w:rsidR="0085747A" w:rsidP="009C54AE" w:rsidRDefault="0098220D" w14:paraId="5A682BF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Pr="00C713FB" w:rsidR="0085747A" w:rsidTr="71B8DDA0" w14:paraId="5056262B" w14:textId="77777777">
        <w:tc>
          <w:tcPr>
            <w:tcW w:w="1681" w:type="dxa"/>
            <w:tcMar/>
          </w:tcPr>
          <w:p w:rsidRPr="00C713FB" w:rsidR="0085747A" w:rsidP="009C54AE" w:rsidRDefault="0085747A" w14:paraId="464414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C713FB" w:rsidR="0098220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  <w:tcMar/>
          </w:tcPr>
          <w:p w:rsidRPr="00C713FB" w:rsidR="0085747A" w:rsidP="00360290" w:rsidRDefault="00F540F5" w14:paraId="3CCBA723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C713FB" w:rsidR="00097D8F">
              <w:rPr>
                <w:rFonts w:ascii="Corbel" w:hAnsi="Corbel"/>
                <w:sz w:val="24"/>
                <w:szCs w:val="24"/>
              </w:rPr>
              <w:t>(</w:t>
            </w:r>
            <w:r w:rsidRPr="00C713FB">
              <w:rPr>
                <w:rFonts w:ascii="Corbel" w:hAnsi="Corbel"/>
                <w:sz w:val="24"/>
                <w:szCs w:val="24"/>
              </w:rPr>
              <w:t>w zaawansowanym stopniu</w:t>
            </w:r>
            <w:r w:rsidRPr="00C713FB" w:rsidR="00097D8F">
              <w:rPr>
                <w:rFonts w:ascii="Corbel" w:hAnsi="Corbel"/>
                <w:sz w:val="24"/>
                <w:szCs w:val="24"/>
              </w:rPr>
              <w:t>)</w:t>
            </w:r>
            <w:r w:rsidRPr="00C713FB">
              <w:rPr>
                <w:rFonts w:ascii="Corbel" w:hAnsi="Corbel"/>
                <w:sz w:val="24"/>
                <w:szCs w:val="24"/>
              </w:rPr>
              <w:t xml:space="preserve"> wykorzystywać samodzielnie zdobytą wiedzę w praktycznym zawodowym działaniu jako pracownik socjalny do rozstrzygania dylematów pojawiających się w pracy zawodowej (w tym dylematów etycznych)</w:t>
            </w:r>
            <w:r w:rsidRPr="00C713FB" w:rsidR="005C4DC8">
              <w:rPr>
                <w:rFonts w:ascii="Corbel" w:hAnsi="Corbel"/>
                <w:sz w:val="24"/>
                <w:szCs w:val="24"/>
              </w:rPr>
              <w:t xml:space="preserve"> stosując się </w:t>
            </w:r>
            <w:r w:rsidRPr="00C713FB" w:rsidR="00D33397">
              <w:rPr>
                <w:rFonts w:ascii="Corbel" w:hAnsi="Corbel"/>
                <w:sz w:val="24"/>
                <w:szCs w:val="24"/>
              </w:rPr>
              <w:br/>
            </w:r>
            <w:r w:rsidRPr="00C713FB" w:rsidR="005C4DC8">
              <w:rPr>
                <w:rFonts w:ascii="Corbel" w:hAnsi="Corbel"/>
                <w:sz w:val="24"/>
                <w:szCs w:val="24"/>
              </w:rPr>
              <w:t xml:space="preserve">w tym zakresie </w:t>
            </w:r>
            <w:r w:rsidRPr="00C713FB" w:rsidR="00D33397">
              <w:rPr>
                <w:rFonts w:ascii="Corbel" w:hAnsi="Corbel"/>
                <w:sz w:val="24"/>
                <w:szCs w:val="24"/>
              </w:rPr>
              <w:t xml:space="preserve">w praktyczny sposób </w:t>
            </w:r>
            <w:r w:rsidRPr="00C713FB" w:rsidR="005C4DC8">
              <w:rPr>
                <w:rFonts w:ascii="Corbel" w:hAnsi="Corbel"/>
                <w:sz w:val="24"/>
                <w:szCs w:val="24"/>
              </w:rPr>
              <w:t>do zaleceń zawartych w Kodeksie Etycznym Pracowników Socjalnych oraz doskonaląc jakość swojej pracy np. poprzez podnoszenie sw</w:t>
            </w:r>
            <w:r w:rsidRPr="00C713FB" w:rsidR="00D33397">
              <w:rPr>
                <w:rFonts w:ascii="Corbel" w:hAnsi="Corbel"/>
                <w:sz w:val="24"/>
                <w:szCs w:val="24"/>
              </w:rPr>
              <w:t xml:space="preserve">oich kwalifikacji zawodowych, </w:t>
            </w:r>
            <w:r w:rsidRPr="00C713FB" w:rsidR="00D33397">
              <w:rPr>
                <w:rFonts w:ascii="Corbel" w:hAnsi="Corbel"/>
                <w:sz w:val="24"/>
                <w:szCs w:val="24"/>
              </w:rPr>
              <w:br/>
            </w:r>
            <w:r w:rsidRPr="00C713FB" w:rsidR="00D33397">
              <w:rPr>
                <w:rFonts w:ascii="Corbel" w:hAnsi="Corbel"/>
                <w:sz w:val="24"/>
                <w:szCs w:val="24"/>
              </w:rPr>
              <w:t xml:space="preserve">czy </w:t>
            </w:r>
            <w:r w:rsidRPr="00C713FB" w:rsidR="005C4DC8">
              <w:rPr>
                <w:rFonts w:ascii="Corbel" w:hAnsi="Corbel"/>
                <w:sz w:val="24"/>
                <w:szCs w:val="24"/>
              </w:rPr>
              <w:t>uczestnictwo</w:t>
            </w:r>
            <w:r w:rsidRPr="00C713FB" w:rsidR="00D33397">
              <w:rPr>
                <w:rFonts w:ascii="Corbel" w:hAnsi="Corbel"/>
                <w:sz w:val="24"/>
                <w:szCs w:val="24"/>
              </w:rPr>
              <w:t xml:space="preserve"> w </w:t>
            </w:r>
            <w:proofErr w:type="spellStart"/>
            <w:r w:rsidRPr="00C713FB" w:rsidR="00D33397">
              <w:rPr>
                <w:rFonts w:ascii="Corbel" w:hAnsi="Corbel"/>
                <w:sz w:val="24"/>
                <w:szCs w:val="24"/>
              </w:rPr>
              <w:t>superwizji</w:t>
            </w:r>
            <w:proofErr w:type="spellEnd"/>
            <w:r w:rsidRPr="00C713FB" w:rsidR="00D33397">
              <w:rPr>
                <w:rFonts w:ascii="Corbel" w:hAnsi="Corbel"/>
                <w:sz w:val="24"/>
                <w:szCs w:val="24"/>
              </w:rPr>
              <w:t xml:space="preserve"> pracy socjalnej.</w:t>
            </w:r>
          </w:p>
        </w:tc>
        <w:tc>
          <w:tcPr>
            <w:tcW w:w="1865" w:type="dxa"/>
            <w:tcMar/>
          </w:tcPr>
          <w:p w:rsidRPr="00C713FB" w:rsidR="0085747A" w:rsidP="009C54AE" w:rsidRDefault="0098220D" w14:paraId="6BD7C96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Pr="00C713FB" w:rsidR="0098220D" w:rsidTr="71B8DDA0" w14:paraId="2F64AA2B" w14:textId="77777777">
        <w:tc>
          <w:tcPr>
            <w:tcW w:w="1681" w:type="dxa"/>
            <w:tcMar/>
          </w:tcPr>
          <w:p w:rsidRPr="00C713FB" w:rsidR="0098220D" w:rsidP="0098220D" w:rsidRDefault="0098220D" w14:paraId="140330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13FB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Mar/>
          </w:tcPr>
          <w:p w:rsidRPr="00C713FB" w:rsidR="0098220D" w:rsidP="00360290" w:rsidRDefault="00F540F5" w14:paraId="59756D30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 xml:space="preserve">Potrafi (w stopniu zaawansowanym) analizować </w:t>
            </w:r>
            <w:r w:rsidRPr="00C713FB">
              <w:rPr>
                <w:rFonts w:ascii="Corbel" w:hAnsi="Corbel"/>
                <w:sz w:val="24"/>
                <w:szCs w:val="24"/>
              </w:rPr>
              <w:br/>
            </w:r>
            <w:r w:rsidRPr="00C713FB">
              <w:rPr>
                <w:rFonts w:ascii="Corbel" w:hAnsi="Corbel"/>
                <w:sz w:val="24"/>
                <w:szCs w:val="24"/>
              </w:rPr>
              <w:t>i innowacyjnie rozwiązywać konkretne problemy społeczne oraz przeciwdziałać wykluczeniu społecznemu proponując w tym zakresie odpowiednie rozstrzygnięcia</w:t>
            </w:r>
            <w:r w:rsidRPr="00C713FB" w:rsidR="00360290">
              <w:rPr>
                <w:rFonts w:ascii="Corbel" w:hAnsi="Corbel"/>
                <w:sz w:val="24"/>
                <w:szCs w:val="24"/>
              </w:rPr>
              <w:t>, ze szczególnym uwzględnieniem techniki kontraktu socjalnego, czy też inicjując projekty socjalne.</w:t>
            </w:r>
          </w:p>
        </w:tc>
        <w:tc>
          <w:tcPr>
            <w:tcW w:w="1865" w:type="dxa"/>
            <w:tcMar/>
          </w:tcPr>
          <w:p w:rsidRPr="00C713FB" w:rsidR="0098220D" w:rsidP="0098220D" w:rsidRDefault="0098220D" w14:paraId="08EAB6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Pr="00C713FB" w:rsidR="0098220D" w:rsidTr="71B8DDA0" w14:paraId="0F276E19" w14:textId="77777777">
        <w:tc>
          <w:tcPr>
            <w:tcW w:w="1681" w:type="dxa"/>
            <w:tcMar/>
          </w:tcPr>
          <w:p w:rsidRPr="00C713FB" w:rsidR="0098220D" w:rsidP="0098220D" w:rsidRDefault="0098220D" w14:paraId="43E10D2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Mar/>
          </w:tcPr>
          <w:p w:rsidRPr="00C713FB" w:rsidR="0098220D" w:rsidP="00360290" w:rsidRDefault="005C4DC8" w14:paraId="2BC2BA0F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713FB">
              <w:rPr>
                <w:rFonts w:ascii="Corbel" w:hAnsi="Corbel"/>
                <w:sz w:val="24"/>
                <w:szCs w:val="24"/>
                <w:lang w:eastAsia="pl-PL"/>
              </w:rPr>
              <w:t>Potrafi (w stopniu zaawansowanym) analizować zjawiska społeczne/problemy społeczne oraz umie w praktyce realizować role zawodowe pracownika socjalnego np. doradcy, mediatora, rzecznika, bądź jako organizator społeczności lokalnej posiada umiejętność łączenia ról społeczno-zawodowych takich jak: animator lokalny, organizator sieci społecznych, czy lokalny planista.</w:t>
            </w:r>
          </w:p>
        </w:tc>
        <w:tc>
          <w:tcPr>
            <w:tcW w:w="1865" w:type="dxa"/>
            <w:tcMar/>
          </w:tcPr>
          <w:p w:rsidRPr="00C713FB" w:rsidR="0098220D" w:rsidP="0098220D" w:rsidRDefault="0098220D" w14:paraId="686894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Pr="00C713FB" w:rsidR="0098220D" w:rsidTr="71B8DDA0" w14:paraId="5354BE35" w14:textId="77777777">
        <w:tc>
          <w:tcPr>
            <w:tcW w:w="1681" w:type="dxa"/>
            <w:tcMar/>
          </w:tcPr>
          <w:p w:rsidRPr="00C713FB" w:rsidR="0098220D" w:rsidP="0098220D" w:rsidRDefault="0098220D" w14:paraId="76B7688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Mar/>
          </w:tcPr>
          <w:p w:rsidRPr="00C713FB" w:rsidR="0098220D" w:rsidP="00360290" w:rsidRDefault="00097D8F" w14:paraId="7533079E" w14:textId="316C7CB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71B8DDA0" w:rsidR="717D0B54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71B8DDA0" w:rsidR="5CC52732">
              <w:rPr>
                <w:rFonts w:ascii="Corbel" w:hAnsi="Corbel"/>
                <w:sz w:val="24"/>
                <w:szCs w:val="24"/>
              </w:rPr>
              <w:t xml:space="preserve">aktywnego </w:t>
            </w:r>
            <w:r w:rsidRPr="71B8DDA0" w:rsidR="717D0B54">
              <w:rPr>
                <w:rFonts w:ascii="Corbel" w:hAnsi="Corbel"/>
                <w:sz w:val="24"/>
                <w:szCs w:val="24"/>
              </w:rPr>
              <w:t>myślenia w sposób przedsiębiorczy oraz uczestnictwa w grupach</w:t>
            </w:r>
            <w:r w:rsidRPr="71B8DDA0" w:rsidR="5CC52732">
              <w:rPr>
                <w:rFonts w:ascii="Corbel" w:hAnsi="Corbel"/>
                <w:sz w:val="24"/>
                <w:szCs w:val="24"/>
              </w:rPr>
              <w:t xml:space="preserve"> </w:t>
            </w:r>
            <w:r w:rsidRPr="71B8DDA0" w:rsidR="5CC52732">
              <w:rPr>
                <w:rFonts w:ascii="Corbel" w:hAnsi="Corbel"/>
                <w:sz w:val="24"/>
                <w:szCs w:val="24"/>
              </w:rPr>
              <w:t>(np.</w:t>
            </w:r>
            <w:r w:rsidRPr="71B8DDA0" w:rsidR="5CC52732">
              <w:rPr>
                <w:rFonts w:ascii="Corbel" w:hAnsi="Corbel"/>
                <w:sz w:val="24"/>
                <w:szCs w:val="24"/>
              </w:rPr>
              <w:t xml:space="preserve"> samopomocowych, edukacyjnych i in.)</w:t>
            </w:r>
            <w:r w:rsidRPr="71B8DDA0" w:rsidR="717D0B54">
              <w:rPr>
                <w:rFonts w:ascii="Corbel" w:hAnsi="Corbel"/>
                <w:sz w:val="24"/>
                <w:szCs w:val="24"/>
              </w:rPr>
              <w:t>, organizacjach</w:t>
            </w:r>
            <w:r w:rsidRPr="71B8DDA0" w:rsidR="5CC52732">
              <w:rPr>
                <w:rFonts w:ascii="Corbel" w:hAnsi="Corbel"/>
                <w:sz w:val="24"/>
                <w:szCs w:val="24"/>
              </w:rPr>
              <w:t xml:space="preserve"> (rządowych i pozarządowych),</w:t>
            </w:r>
            <w:r w:rsidRPr="71B8DDA0" w:rsidR="717D0B54">
              <w:rPr>
                <w:rFonts w:ascii="Corbel" w:hAnsi="Corbel"/>
                <w:sz w:val="24"/>
                <w:szCs w:val="24"/>
              </w:rPr>
              <w:t xml:space="preserve"> instytucjach podejmujących działania socjalne i realizujących projekty społeczne </w:t>
            </w:r>
            <w:r w:rsidRPr="71B8DDA0" w:rsidR="5CC52732">
              <w:rPr>
                <w:rFonts w:ascii="Corbel" w:hAnsi="Corbel"/>
                <w:sz w:val="24"/>
                <w:szCs w:val="24"/>
              </w:rPr>
              <w:t xml:space="preserve">na rzecz osób znajdujących się w trudnej sytuacji </w:t>
            </w:r>
            <w:r w:rsidRPr="71B8DDA0" w:rsidR="5CC52732">
              <w:rPr>
                <w:rFonts w:ascii="Corbel" w:hAnsi="Corbel"/>
                <w:sz w:val="24"/>
                <w:szCs w:val="24"/>
              </w:rPr>
              <w:t>życiowej,</w:t>
            </w:r>
            <w:r w:rsidRPr="71B8DDA0" w:rsidR="5CC5273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br/>
            </w:r>
            <w:r w:rsidRPr="71B8DDA0" w:rsidR="5CC52732">
              <w:rPr>
                <w:rFonts w:ascii="Corbel" w:hAnsi="Corbel"/>
                <w:sz w:val="24"/>
                <w:szCs w:val="24"/>
              </w:rPr>
              <w:t xml:space="preserve">czy zawodowej, ze szczególnym uwzględnieniem działań </w:t>
            </w:r>
            <w:r>
              <w:br/>
            </w:r>
            <w:r w:rsidRPr="71B8DDA0" w:rsidR="5CC52732">
              <w:rPr>
                <w:rFonts w:ascii="Corbel" w:hAnsi="Corbel"/>
                <w:sz w:val="24"/>
                <w:szCs w:val="24"/>
              </w:rPr>
              <w:t>w zakresie przeciwdziałania ubóstwu i wykluczeniu społecznemu.</w:t>
            </w:r>
          </w:p>
        </w:tc>
        <w:tc>
          <w:tcPr>
            <w:tcW w:w="1865" w:type="dxa"/>
            <w:tcMar/>
          </w:tcPr>
          <w:p w:rsidRPr="00C713FB" w:rsidR="0098220D" w:rsidP="0098220D" w:rsidRDefault="0098220D" w14:paraId="41B838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bookmarkEnd w:id="2"/>
    </w:tbl>
    <w:p w:rsidRPr="00C713FB" w:rsidR="0085747A" w:rsidP="009C54AE" w:rsidRDefault="0085747A" w14:paraId="7511E81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C713FB" w:rsidR="0085747A" w:rsidP="009C54AE" w:rsidRDefault="00675843" w14:paraId="4B01CFB0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713FB">
        <w:rPr>
          <w:rFonts w:ascii="Corbel" w:hAnsi="Corbel"/>
          <w:b/>
          <w:sz w:val="24"/>
          <w:szCs w:val="24"/>
        </w:rPr>
        <w:t>3.3</w:t>
      </w:r>
      <w:r w:rsidRPr="00C713FB" w:rsidR="001D7B54">
        <w:rPr>
          <w:rFonts w:ascii="Corbel" w:hAnsi="Corbel"/>
          <w:b/>
          <w:sz w:val="24"/>
          <w:szCs w:val="24"/>
        </w:rPr>
        <w:t xml:space="preserve"> </w:t>
      </w:r>
      <w:r w:rsidRPr="00C713FB" w:rsidR="0085747A">
        <w:rPr>
          <w:rFonts w:ascii="Corbel" w:hAnsi="Corbel"/>
          <w:b/>
          <w:sz w:val="24"/>
          <w:szCs w:val="24"/>
        </w:rPr>
        <w:t>T</w:t>
      </w:r>
      <w:r w:rsidRPr="00C713FB" w:rsidR="001D7B54">
        <w:rPr>
          <w:rFonts w:ascii="Corbel" w:hAnsi="Corbel"/>
          <w:b/>
          <w:sz w:val="24"/>
          <w:szCs w:val="24"/>
        </w:rPr>
        <w:t xml:space="preserve">reści programowe </w:t>
      </w:r>
      <w:r w:rsidRPr="00C713FB" w:rsidR="007327BD">
        <w:rPr>
          <w:rFonts w:ascii="Corbel" w:hAnsi="Corbel"/>
          <w:sz w:val="24"/>
          <w:szCs w:val="24"/>
        </w:rPr>
        <w:t xml:space="preserve">  </w:t>
      </w:r>
    </w:p>
    <w:p w:rsidRPr="00C713FB" w:rsidR="0085747A" w:rsidP="009C54AE" w:rsidRDefault="0085747A" w14:paraId="1F896D3A" w14:textId="777777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  <w:u w:val="single"/>
        </w:rPr>
      </w:pPr>
      <w:r w:rsidRPr="00C713FB">
        <w:rPr>
          <w:rFonts w:ascii="Corbel" w:hAnsi="Corbel"/>
          <w:sz w:val="24"/>
          <w:szCs w:val="24"/>
          <w:u w:val="single"/>
        </w:rPr>
        <w:t>Problematyka</w:t>
      </w:r>
      <w:r w:rsidRPr="00C713FB">
        <w:rPr>
          <w:rFonts w:ascii="Corbel" w:hAnsi="Corbel"/>
          <w:sz w:val="24"/>
          <w:szCs w:val="24"/>
        </w:rPr>
        <w:t xml:space="preserve"> </w:t>
      </w:r>
      <w:r w:rsidRPr="00C713FB">
        <w:rPr>
          <w:rFonts w:ascii="Corbel" w:hAnsi="Corbel"/>
          <w:sz w:val="24"/>
          <w:szCs w:val="24"/>
          <w:u w:val="single"/>
        </w:rPr>
        <w:t xml:space="preserve">wykładu </w:t>
      </w:r>
    </w:p>
    <w:p w:rsidRPr="00C713FB" w:rsidR="00675843" w:rsidP="009C54AE" w:rsidRDefault="00675843" w14:paraId="76301F30" w14:textId="777777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713FB" w:rsidR="0085747A" w:rsidTr="71B8DDA0" w14:paraId="60A6B4C7" w14:textId="77777777">
        <w:tc>
          <w:tcPr>
            <w:tcW w:w="9520" w:type="dxa"/>
            <w:tcMar/>
          </w:tcPr>
          <w:p w:rsidRPr="00C713FB" w:rsidR="0085747A" w:rsidP="009C54AE" w:rsidRDefault="0085747A" w14:paraId="2F295B77" w14:textId="1E4843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713FB">
              <w:rPr>
                <w:rFonts w:ascii="Corbel" w:hAnsi="Corbel"/>
                <w:b/>
                <w:bCs/>
                <w:sz w:val="24"/>
                <w:szCs w:val="24"/>
              </w:rPr>
              <w:t xml:space="preserve">Treści </w:t>
            </w:r>
            <w:r w:rsidRPr="00C713FB" w:rsidR="00585BF3">
              <w:rPr>
                <w:rFonts w:ascii="Corbel" w:hAnsi="Corbel"/>
                <w:b/>
                <w:bCs/>
                <w:sz w:val="24"/>
                <w:szCs w:val="24"/>
              </w:rPr>
              <w:t>merytoryczne</w:t>
            </w:r>
            <w:r w:rsidRPr="00C713FB" w:rsidR="00293EE0">
              <w:rPr>
                <w:rFonts w:ascii="Corbel" w:hAnsi="Corbel"/>
                <w:b/>
                <w:bCs/>
                <w:sz w:val="24"/>
                <w:szCs w:val="24"/>
              </w:rPr>
              <w:t xml:space="preserve"> wykładu </w:t>
            </w:r>
            <w:r w:rsidRPr="00C713FB" w:rsidR="007174C0">
              <w:rPr>
                <w:rFonts w:ascii="Corbel" w:hAnsi="Corbel"/>
                <w:b/>
                <w:bCs/>
                <w:sz w:val="24"/>
                <w:szCs w:val="24"/>
              </w:rPr>
              <w:t xml:space="preserve">- </w:t>
            </w:r>
            <w:r w:rsidRPr="00C713FB" w:rsidR="00293EE0">
              <w:rPr>
                <w:rFonts w:ascii="Corbel" w:hAnsi="Corbel"/>
                <w:b/>
                <w:bCs/>
                <w:sz w:val="24"/>
                <w:szCs w:val="24"/>
              </w:rPr>
              <w:t>dla 1 roku, w semestrze II</w:t>
            </w:r>
            <w:r w:rsidRPr="00C713FB" w:rsidR="007174C0">
              <w:rPr>
                <w:rFonts w:ascii="Corbel" w:hAnsi="Corbel"/>
                <w:b/>
                <w:bCs/>
                <w:sz w:val="24"/>
                <w:szCs w:val="24"/>
              </w:rPr>
              <w:t>:</w:t>
            </w:r>
          </w:p>
        </w:tc>
      </w:tr>
      <w:tr w:rsidRPr="00C713FB" w:rsidR="00293EE0" w:rsidTr="71B8DDA0" w14:paraId="65CC28E2" w14:textId="77777777">
        <w:tc>
          <w:tcPr>
            <w:tcW w:w="9520" w:type="dxa"/>
            <w:shd w:val="clear" w:color="auto" w:fill="auto"/>
            <w:tcMar/>
          </w:tcPr>
          <w:p w:rsidRPr="00C713FB" w:rsidR="00293EE0" w:rsidP="00293EE0" w:rsidRDefault="00293EE0" w14:paraId="76721A3F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C713FB">
              <w:rPr>
                <w:rFonts w:ascii="Corbel" w:hAnsi="Corbel"/>
              </w:rPr>
              <w:t xml:space="preserve">Zajęcia organizacyjne - prezentacja programu i omówienie warunków zaliczenia. </w:t>
            </w:r>
          </w:p>
          <w:p w:rsidRPr="00C713FB" w:rsidR="00293EE0" w:rsidP="00293EE0" w:rsidRDefault="00293EE0" w14:paraId="1265C891" w14:textId="549163A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71B8DDA0" w:rsidR="79F6EB0C">
              <w:rPr>
                <w:rFonts w:ascii="Corbel" w:hAnsi="Corbel"/>
              </w:rPr>
              <w:t xml:space="preserve">Wprowadzenie w problematykę </w:t>
            </w:r>
            <w:r w:rsidRPr="71B8DDA0" w:rsidR="79F6EB0C">
              <w:rPr>
                <w:rFonts w:ascii="Corbel" w:hAnsi="Corbel"/>
              </w:rPr>
              <w:t>przedmiotu,</w:t>
            </w:r>
            <w:r w:rsidRPr="71B8DDA0" w:rsidR="79F6EB0C">
              <w:rPr>
                <w:rFonts w:ascii="Corbel" w:hAnsi="Corbel"/>
              </w:rPr>
              <w:t xml:space="preserve"> w tym zarys wybranych koncepcji pracy socjalnej.</w:t>
            </w:r>
          </w:p>
        </w:tc>
      </w:tr>
      <w:tr w:rsidRPr="00C713FB" w:rsidR="00293EE0" w:rsidTr="71B8DDA0" w14:paraId="6A492529" w14:textId="77777777">
        <w:tc>
          <w:tcPr>
            <w:tcW w:w="9520" w:type="dxa"/>
            <w:shd w:val="clear" w:color="auto" w:fill="auto"/>
            <w:tcMar/>
          </w:tcPr>
          <w:p w:rsidRPr="00C713FB" w:rsidR="00293EE0" w:rsidP="00293EE0" w:rsidRDefault="00293EE0" w14:paraId="64494782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C713FB">
              <w:rPr>
                <w:rFonts w:ascii="Corbel" w:hAnsi="Corbel"/>
              </w:rPr>
              <w:t>Ś</w:t>
            </w:r>
            <w:r w:rsidRPr="00C713FB">
              <w:rPr>
                <w:rFonts w:ascii="Corbel" w:hAnsi="Corbel"/>
                <w:bCs/>
              </w:rPr>
              <w:t xml:space="preserve">rodowisko zamieszkania jako teren działalności socjalnej – ogólne zasady organizacji pracy </w:t>
            </w:r>
            <w:r w:rsidRPr="00C713FB">
              <w:rPr>
                <w:rFonts w:ascii="Corbel" w:hAnsi="Corbel"/>
                <w:bCs/>
              </w:rPr>
              <w:br/>
            </w:r>
            <w:r w:rsidRPr="00C713FB">
              <w:rPr>
                <w:rFonts w:ascii="Corbel" w:hAnsi="Corbel"/>
                <w:bCs/>
              </w:rPr>
              <w:t xml:space="preserve">w środowisku zamieszkania. </w:t>
            </w:r>
          </w:p>
        </w:tc>
      </w:tr>
      <w:tr w:rsidRPr="00C713FB" w:rsidR="00293EE0" w:rsidTr="71B8DDA0" w14:paraId="524E67C9" w14:textId="77777777">
        <w:tc>
          <w:tcPr>
            <w:tcW w:w="9520" w:type="dxa"/>
            <w:shd w:val="clear" w:color="auto" w:fill="auto"/>
            <w:tcMar/>
          </w:tcPr>
          <w:p w:rsidRPr="00C713FB" w:rsidR="00293EE0" w:rsidP="71B8DDA0" w:rsidRDefault="00293EE0" w14:paraId="1323750E" w14:textId="4C4299EE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71B8DDA0" w:rsidR="79F6EB0C">
              <w:rPr>
                <w:rFonts w:ascii="Corbel" w:hAnsi="Corbel"/>
              </w:rPr>
              <w:t xml:space="preserve">Praca socjalna z osobą i rodziną według </w:t>
            </w:r>
            <w:r w:rsidRPr="71B8DDA0" w:rsidR="79F6EB0C">
              <w:rPr>
                <w:rFonts w:ascii="Corbel" w:hAnsi="Corbel"/>
              </w:rPr>
              <w:t>Standardu Pracy</w:t>
            </w:r>
            <w:r w:rsidRPr="71B8DDA0" w:rsidR="79F6EB0C">
              <w:rPr>
                <w:rFonts w:ascii="Corbel" w:hAnsi="Corbel"/>
              </w:rPr>
              <w:t xml:space="preserve"> Socjalnej – rekomendacje metodyczne </w:t>
            </w:r>
            <w:r>
              <w:br/>
            </w:r>
            <w:r w:rsidRPr="71B8DDA0" w:rsidR="79F6EB0C">
              <w:rPr>
                <w:rFonts w:ascii="Corbel" w:hAnsi="Corbel"/>
              </w:rPr>
              <w:t>i organizacyjne</w:t>
            </w:r>
            <w:r w:rsidRPr="71B8DDA0" w:rsidR="57E4BB67">
              <w:rPr>
                <w:rFonts w:ascii="Corbel" w:hAnsi="Corbel"/>
              </w:rPr>
              <w:t>.</w:t>
            </w:r>
          </w:p>
        </w:tc>
      </w:tr>
      <w:tr w:rsidRPr="00C713FB" w:rsidR="00293EE0" w:rsidTr="71B8DDA0" w14:paraId="374788AB" w14:textId="77777777">
        <w:tc>
          <w:tcPr>
            <w:tcW w:w="9520" w:type="dxa"/>
            <w:shd w:val="clear" w:color="auto" w:fill="auto"/>
            <w:tcMar/>
          </w:tcPr>
          <w:p w:rsidRPr="00C713FB" w:rsidR="00293EE0" w:rsidP="00293EE0" w:rsidRDefault="00293EE0" w14:paraId="24F071B9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C713FB">
              <w:rPr>
                <w:rFonts w:ascii="Corbel" w:hAnsi="Corbel"/>
                <w:bCs/>
              </w:rPr>
              <w:t>Etyczne i prakseologiczne podstawy interwencji pracownika socjalnego. Dylematy etyczne w procesie pomagania. Granice w procesie pomagania.</w:t>
            </w:r>
          </w:p>
        </w:tc>
      </w:tr>
      <w:tr w:rsidRPr="00C713FB" w:rsidR="00293EE0" w:rsidTr="71B8DDA0" w14:paraId="5D5D0468" w14:textId="77777777">
        <w:tc>
          <w:tcPr>
            <w:tcW w:w="9520" w:type="dxa"/>
            <w:shd w:val="clear" w:color="auto" w:fill="auto"/>
            <w:tcMar/>
          </w:tcPr>
          <w:p w:rsidRPr="00C713FB" w:rsidR="0062114B" w:rsidP="00293EE0" w:rsidRDefault="00293EE0" w14:paraId="4E52E661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C713FB">
              <w:rPr>
                <w:rFonts w:ascii="Corbel" w:hAnsi="Corbel"/>
              </w:rPr>
              <w:t>Wybrane aspekty diagnozy społecznej i główne narzędzia diagnostyczne pracownika socjalnego</w:t>
            </w:r>
            <w:r w:rsidRPr="00C713FB">
              <w:rPr>
                <w:rFonts w:ascii="Corbel" w:hAnsi="Corbel"/>
                <w:bCs/>
              </w:rPr>
              <w:t>.</w:t>
            </w:r>
          </w:p>
        </w:tc>
      </w:tr>
      <w:tr w:rsidRPr="00C713FB" w:rsidR="00293EE0" w:rsidTr="71B8DDA0" w14:paraId="26AC515F" w14:textId="77777777">
        <w:tc>
          <w:tcPr>
            <w:tcW w:w="9520" w:type="dxa"/>
            <w:shd w:val="clear" w:color="auto" w:fill="auto"/>
            <w:tcMar/>
          </w:tcPr>
          <w:p w:rsidRPr="00C713FB" w:rsidR="0062114B" w:rsidP="00293EE0" w:rsidRDefault="00293EE0" w14:paraId="547EFC92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C713FB">
              <w:rPr>
                <w:rFonts w:ascii="Corbel" w:hAnsi="Corbel"/>
                <w:bCs/>
              </w:rPr>
              <w:t>M</w:t>
            </w:r>
            <w:r w:rsidRPr="00C713FB">
              <w:rPr>
                <w:rFonts w:ascii="Corbel" w:hAnsi="Corbel"/>
              </w:rPr>
              <w:t>etoda prowadzenia indywidualnego przypadku (</w:t>
            </w:r>
            <w:proofErr w:type="spellStart"/>
            <w:r w:rsidRPr="00C713FB">
              <w:rPr>
                <w:rFonts w:ascii="Corbel" w:hAnsi="Corbel"/>
                <w:i/>
              </w:rPr>
              <w:t>case</w:t>
            </w:r>
            <w:proofErr w:type="spellEnd"/>
            <w:r w:rsidRPr="00C713FB">
              <w:rPr>
                <w:rFonts w:ascii="Corbel" w:hAnsi="Corbel"/>
                <w:i/>
              </w:rPr>
              <w:t xml:space="preserve"> </w:t>
            </w:r>
            <w:proofErr w:type="spellStart"/>
            <w:r w:rsidRPr="00C713FB">
              <w:rPr>
                <w:rFonts w:ascii="Corbel" w:hAnsi="Corbel"/>
                <w:i/>
              </w:rPr>
              <w:t>work</w:t>
            </w:r>
            <w:proofErr w:type="spellEnd"/>
            <w:r w:rsidRPr="00C713FB">
              <w:rPr>
                <w:rFonts w:ascii="Corbel" w:hAnsi="Corbel"/>
              </w:rPr>
              <w:t>)</w:t>
            </w:r>
          </w:p>
        </w:tc>
      </w:tr>
      <w:tr w:rsidRPr="00C713FB" w:rsidR="00293EE0" w:rsidTr="71B8DDA0" w14:paraId="78CD3939" w14:textId="77777777">
        <w:tc>
          <w:tcPr>
            <w:tcW w:w="9520" w:type="dxa"/>
            <w:shd w:val="clear" w:color="auto" w:fill="auto"/>
            <w:tcMar/>
          </w:tcPr>
          <w:p w:rsidRPr="00C713FB" w:rsidR="0062114B" w:rsidP="00293EE0" w:rsidRDefault="00293EE0" w14:paraId="3BBA654E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C713FB">
              <w:rPr>
                <w:rFonts w:ascii="Corbel" w:hAnsi="Corbel"/>
                <w:bCs/>
              </w:rPr>
              <w:t>M</w:t>
            </w:r>
            <w:r w:rsidRPr="00C713FB">
              <w:rPr>
                <w:rFonts w:ascii="Corbel" w:hAnsi="Corbel"/>
              </w:rPr>
              <w:t>etoda pracy grupowej (</w:t>
            </w:r>
            <w:proofErr w:type="spellStart"/>
            <w:r w:rsidRPr="00C713FB">
              <w:rPr>
                <w:rFonts w:ascii="Corbel" w:hAnsi="Corbel"/>
                <w:i/>
              </w:rPr>
              <w:t>group</w:t>
            </w:r>
            <w:proofErr w:type="spellEnd"/>
            <w:r w:rsidRPr="00C713FB">
              <w:rPr>
                <w:rFonts w:ascii="Corbel" w:hAnsi="Corbel"/>
                <w:i/>
              </w:rPr>
              <w:t xml:space="preserve"> </w:t>
            </w:r>
            <w:proofErr w:type="spellStart"/>
            <w:r w:rsidRPr="00C713FB">
              <w:rPr>
                <w:rFonts w:ascii="Corbel" w:hAnsi="Corbel"/>
                <w:i/>
              </w:rPr>
              <w:t>work</w:t>
            </w:r>
            <w:proofErr w:type="spellEnd"/>
            <w:r w:rsidRPr="00C713FB">
              <w:rPr>
                <w:rFonts w:ascii="Corbel" w:hAnsi="Corbel"/>
                <w:i/>
              </w:rPr>
              <w:t xml:space="preserve"> </w:t>
            </w:r>
            <w:r w:rsidRPr="00C713FB">
              <w:rPr>
                <w:rFonts w:ascii="Corbel" w:hAnsi="Corbel"/>
              </w:rPr>
              <w:t>oraz</w:t>
            </w:r>
            <w:r w:rsidRPr="00C713FB">
              <w:rPr>
                <w:rFonts w:ascii="Corbel" w:hAnsi="Corbel"/>
                <w:i/>
              </w:rPr>
              <w:t xml:space="preserve"> team </w:t>
            </w:r>
            <w:proofErr w:type="spellStart"/>
            <w:r w:rsidRPr="00C713FB">
              <w:rPr>
                <w:rFonts w:ascii="Corbel" w:hAnsi="Corbel"/>
                <w:i/>
              </w:rPr>
              <w:t>work</w:t>
            </w:r>
            <w:proofErr w:type="spellEnd"/>
            <w:r w:rsidRPr="00C713FB">
              <w:rPr>
                <w:rFonts w:ascii="Corbel" w:hAnsi="Corbel"/>
              </w:rPr>
              <w:t>).</w:t>
            </w:r>
          </w:p>
        </w:tc>
      </w:tr>
      <w:tr w:rsidRPr="00C713FB" w:rsidR="00293EE0" w:rsidTr="71B8DDA0" w14:paraId="08147B0D" w14:textId="77777777">
        <w:tc>
          <w:tcPr>
            <w:tcW w:w="9520" w:type="dxa"/>
            <w:shd w:val="clear" w:color="auto" w:fill="auto"/>
            <w:tcMar/>
          </w:tcPr>
          <w:p w:rsidRPr="00C713FB" w:rsidR="00293EE0" w:rsidP="00293EE0" w:rsidRDefault="00293EE0" w14:paraId="74194261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C713FB">
              <w:rPr>
                <w:rFonts w:ascii="Corbel" w:hAnsi="Corbel"/>
              </w:rPr>
              <w:t>Metoda organizowania społeczności lokalnej (</w:t>
            </w:r>
            <w:proofErr w:type="spellStart"/>
            <w:r w:rsidRPr="00C713FB">
              <w:rPr>
                <w:rFonts w:ascii="Corbel" w:hAnsi="Corbel"/>
                <w:i/>
              </w:rPr>
              <w:t>community</w:t>
            </w:r>
            <w:proofErr w:type="spellEnd"/>
            <w:r w:rsidRPr="00C713FB">
              <w:rPr>
                <w:rFonts w:ascii="Corbel" w:hAnsi="Corbel"/>
                <w:i/>
              </w:rPr>
              <w:t xml:space="preserve"> </w:t>
            </w:r>
            <w:proofErr w:type="spellStart"/>
            <w:r w:rsidRPr="00C713FB">
              <w:rPr>
                <w:rFonts w:ascii="Corbel" w:hAnsi="Corbel"/>
                <w:i/>
              </w:rPr>
              <w:t>organization</w:t>
            </w:r>
            <w:proofErr w:type="spellEnd"/>
            <w:r w:rsidRPr="00C713FB">
              <w:rPr>
                <w:rFonts w:ascii="Corbel" w:hAnsi="Corbel"/>
                <w:i/>
              </w:rPr>
              <w:t xml:space="preserve">, </w:t>
            </w:r>
            <w:proofErr w:type="spellStart"/>
            <w:r w:rsidRPr="00C713FB">
              <w:rPr>
                <w:rFonts w:ascii="Corbel" w:hAnsi="Corbel"/>
                <w:i/>
              </w:rPr>
              <w:t>community</w:t>
            </w:r>
            <w:proofErr w:type="spellEnd"/>
            <w:r w:rsidRPr="00C713FB">
              <w:rPr>
                <w:rFonts w:ascii="Corbel" w:hAnsi="Corbel"/>
                <w:i/>
              </w:rPr>
              <w:t xml:space="preserve"> </w:t>
            </w:r>
            <w:proofErr w:type="spellStart"/>
            <w:r w:rsidRPr="00C713FB">
              <w:rPr>
                <w:rFonts w:ascii="Corbel" w:hAnsi="Corbel"/>
                <w:i/>
              </w:rPr>
              <w:t>work</w:t>
            </w:r>
            <w:proofErr w:type="spellEnd"/>
            <w:r w:rsidRPr="00C713FB">
              <w:rPr>
                <w:rFonts w:ascii="Corbel" w:hAnsi="Corbel"/>
              </w:rPr>
              <w:t>).</w:t>
            </w:r>
          </w:p>
        </w:tc>
      </w:tr>
      <w:tr w:rsidRPr="00C713FB" w:rsidR="00293EE0" w:rsidTr="71B8DDA0" w14:paraId="5A7DB9B6" w14:textId="77777777">
        <w:trPr>
          <w:trHeight w:val="300"/>
        </w:trPr>
        <w:tc>
          <w:tcPr>
            <w:tcW w:w="9520" w:type="dxa"/>
            <w:shd w:val="clear" w:color="auto" w:fill="auto"/>
            <w:tcMar/>
          </w:tcPr>
          <w:p w:rsidRPr="00C713FB" w:rsidR="00293EE0" w:rsidP="00293EE0" w:rsidRDefault="00293EE0" w14:paraId="14C16649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C713FB">
              <w:rPr>
                <w:rFonts w:ascii="Corbel" w:hAnsi="Corbel" w:eastAsia="Times New Roman"/>
                <w:lang w:eastAsia="pl-PL"/>
              </w:rPr>
              <w:t>Podsumowanie zajęć, uwagi końcowe i zaliczenie</w:t>
            </w:r>
            <w:r w:rsidRPr="00C713FB" w:rsidR="00662F3A">
              <w:rPr>
                <w:rFonts w:ascii="Corbel" w:hAnsi="Corbel" w:eastAsia="Times New Roman"/>
                <w:lang w:eastAsia="pl-PL"/>
              </w:rPr>
              <w:t xml:space="preserve"> wykładu</w:t>
            </w:r>
            <w:r w:rsidRPr="00C713FB" w:rsidR="00066EC2">
              <w:rPr>
                <w:rFonts w:ascii="Corbel" w:hAnsi="Corbel" w:eastAsia="Times New Roman"/>
                <w:lang w:eastAsia="pl-PL"/>
              </w:rPr>
              <w:t>.</w:t>
            </w:r>
          </w:p>
        </w:tc>
      </w:tr>
    </w:tbl>
    <w:p w:rsidRPr="00C713FB" w:rsidR="0085747A" w:rsidP="009C54AE" w:rsidRDefault="0085747A" w14:paraId="244A67FD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C713FB" w:rsidR="0062114B" w:rsidP="009C54AE" w:rsidRDefault="0062114B" w14:paraId="55842BD3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713FB" w:rsidR="00293EE0" w:rsidTr="007174C0" w14:paraId="65A6DFE3" w14:textId="77777777">
        <w:tc>
          <w:tcPr>
            <w:tcW w:w="9520" w:type="dxa"/>
          </w:tcPr>
          <w:p w:rsidRPr="00C713FB" w:rsidR="00293EE0" w:rsidP="00585BF3" w:rsidRDefault="007174C0" w14:paraId="4A923277" w14:textId="328796D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b/>
                <w:bCs/>
                <w:sz w:val="24"/>
                <w:szCs w:val="24"/>
              </w:rPr>
              <w:t xml:space="preserve">Treści </w:t>
            </w:r>
            <w:r w:rsidRPr="00C713FB" w:rsidR="00585BF3">
              <w:rPr>
                <w:rFonts w:ascii="Corbel" w:hAnsi="Corbel"/>
                <w:b/>
                <w:bCs/>
                <w:sz w:val="24"/>
                <w:szCs w:val="24"/>
              </w:rPr>
              <w:t>merytoryczne</w:t>
            </w:r>
            <w:r w:rsidRPr="00C713FB">
              <w:rPr>
                <w:rFonts w:ascii="Corbel" w:hAnsi="Corbel"/>
                <w:b/>
                <w:bCs/>
                <w:sz w:val="24"/>
                <w:szCs w:val="24"/>
              </w:rPr>
              <w:t xml:space="preserve"> wykładu - dla 2 roku, w semestrze III:</w:t>
            </w:r>
          </w:p>
        </w:tc>
      </w:tr>
      <w:tr w:rsidRPr="00C713FB" w:rsidR="007174C0" w:rsidTr="007174C0" w14:paraId="558CEA0E" w14:textId="77777777">
        <w:tc>
          <w:tcPr>
            <w:tcW w:w="9520" w:type="dxa"/>
            <w:shd w:val="clear" w:color="auto" w:fill="auto"/>
          </w:tcPr>
          <w:p w:rsidRPr="00C713FB" w:rsidR="007174C0" w:rsidP="007174C0" w:rsidRDefault="007174C0" w14:paraId="4DE7ED71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C713FB">
              <w:rPr>
                <w:rFonts w:ascii="Corbel" w:hAnsi="Corbel"/>
              </w:rPr>
              <w:t>Zajęcia organizacyjne – szczegółowe omówienie treści programowych oraz kryteriów zaliczenia.</w:t>
            </w:r>
          </w:p>
        </w:tc>
      </w:tr>
      <w:tr w:rsidRPr="00C713FB" w:rsidR="007174C0" w:rsidTr="007174C0" w14:paraId="754E52F8" w14:textId="77777777">
        <w:tc>
          <w:tcPr>
            <w:tcW w:w="9520" w:type="dxa"/>
            <w:shd w:val="clear" w:color="auto" w:fill="auto"/>
          </w:tcPr>
          <w:p w:rsidRPr="00C713FB" w:rsidR="007174C0" w:rsidP="007174C0" w:rsidRDefault="007174C0" w14:paraId="19FC0B68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C713FB">
              <w:rPr>
                <w:rFonts w:ascii="Corbel" w:hAnsi="Corbel"/>
              </w:rPr>
              <w:t>Praca socjalna w środowisku zamkniętym – jej specyfika, cele, formy i znaczenie.</w:t>
            </w:r>
          </w:p>
        </w:tc>
      </w:tr>
      <w:tr w:rsidRPr="00C713FB" w:rsidR="007174C0" w:rsidTr="007174C0" w14:paraId="08372923" w14:textId="77777777">
        <w:tc>
          <w:tcPr>
            <w:tcW w:w="9520" w:type="dxa"/>
            <w:shd w:val="clear" w:color="auto" w:fill="auto"/>
          </w:tcPr>
          <w:p w:rsidRPr="00C713FB" w:rsidR="007174C0" w:rsidP="007174C0" w:rsidRDefault="007174C0" w14:paraId="58D1EB27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C713FB">
              <w:rPr>
                <w:rFonts w:ascii="Corbel" w:hAnsi="Corbel"/>
                <w:bCs/>
              </w:rPr>
              <w:t xml:space="preserve">Interwencja kryzysowa – specyfika i analiza wybranych </w:t>
            </w:r>
            <w:r w:rsidRPr="00C713FB">
              <w:rPr>
                <w:rFonts w:ascii="Corbel" w:hAnsi="Corbel"/>
              </w:rPr>
              <w:t>typów interwencji kryzysowej.</w:t>
            </w:r>
          </w:p>
        </w:tc>
      </w:tr>
      <w:tr w:rsidRPr="00C713FB" w:rsidR="007174C0" w:rsidTr="007174C0" w14:paraId="5FAE923C" w14:textId="77777777">
        <w:tc>
          <w:tcPr>
            <w:tcW w:w="9520" w:type="dxa"/>
            <w:shd w:val="clear" w:color="auto" w:fill="auto"/>
          </w:tcPr>
          <w:p w:rsidRPr="00C713FB" w:rsidR="007174C0" w:rsidP="007174C0" w:rsidRDefault="007174C0" w14:paraId="4731E1C1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C713FB">
              <w:rPr>
                <w:rFonts w:ascii="Corbel" w:hAnsi="Corbel"/>
                <w:bCs/>
              </w:rPr>
              <w:t>Podstawowe umiejętności zawodowe w pracy socjalnej, w tym umiejętności komunikacyjne, z zakresu rozwiązywania problemów i konfliktów przez pracownika socjalnego</w:t>
            </w:r>
            <w:r w:rsidRPr="00C713FB" w:rsidR="00757507">
              <w:rPr>
                <w:rFonts w:ascii="Corbel" w:hAnsi="Corbel"/>
                <w:bCs/>
              </w:rPr>
              <w:t>.</w:t>
            </w:r>
          </w:p>
        </w:tc>
      </w:tr>
      <w:tr w:rsidRPr="00C713FB" w:rsidR="007174C0" w:rsidTr="007174C0" w14:paraId="24AFE426" w14:textId="77777777">
        <w:tc>
          <w:tcPr>
            <w:tcW w:w="9520" w:type="dxa"/>
            <w:shd w:val="clear" w:color="auto" w:fill="auto"/>
          </w:tcPr>
          <w:p w:rsidRPr="00C713FB" w:rsidR="007174C0" w:rsidP="007174C0" w:rsidRDefault="007174C0" w14:paraId="472D01EE" w14:textId="77777777">
            <w:pPr>
              <w:spacing w:after="0" w:line="240" w:lineRule="auto"/>
              <w:rPr>
                <w:rFonts w:ascii="Corbel" w:hAnsi="Corbel"/>
                <w:bCs/>
              </w:rPr>
            </w:pPr>
            <w:r w:rsidRPr="00C713FB">
              <w:rPr>
                <w:rFonts w:ascii="Corbel" w:hAnsi="Corbel"/>
                <w:bCs/>
              </w:rPr>
              <w:t>Role zawodowe pracownika socjalnego w ujęciu klasycznym i współczesnym.</w:t>
            </w:r>
          </w:p>
        </w:tc>
      </w:tr>
      <w:tr w:rsidRPr="00C713FB" w:rsidR="007174C0" w:rsidTr="007174C0" w14:paraId="7529032C" w14:textId="77777777">
        <w:tc>
          <w:tcPr>
            <w:tcW w:w="9520" w:type="dxa"/>
            <w:shd w:val="clear" w:color="auto" w:fill="auto"/>
          </w:tcPr>
          <w:p w:rsidRPr="00C713FB" w:rsidR="007174C0" w:rsidP="007174C0" w:rsidRDefault="007174C0" w14:paraId="0AD053BC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C713FB">
              <w:rPr>
                <w:rFonts w:ascii="Corbel" w:hAnsi="Corbel"/>
              </w:rPr>
              <w:t>Praca socjalna skoncentrowana na rozwiązaniach (działaniach). - jej główne założenia i zastosowanie.</w:t>
            </w:r>
          </w:p>
        </w:tc>
      </w:tr>
      <w:tr w:rsidRPr="00C713FB" w:rsidR="007174C0" w:rsidTr="007174C0" w14:paraId="5B9131BB" w14:textId="77777777">
        <w:tc>
          <w:tcPr>
            <w:tcW w:w="9520" w:type="dxa"/>
            <w:shd w:val="clear" w:color="auto" w:fill="auto"/>
          </w:tcPr>
          <w:p w:rsidRPr="00C713FB" w:rsidR="007174C0" w:rsidP="007174C0" w:rsidRDefault="007174C0" w14:paraId="416BB1CF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C713FB">
              <w:rPr>
                <w:rFonts w:ascii="Corbel" w:hAnsi="Corbel"/>
              </w:rPr>
              <w:t xml:space="preserve">Współczesna rola pomocy społecznej w Polsce w zakresie przeciwdziałania biedzie </w:t>
            </w:r>
            <w:r w:rsidRPr="00C713FB">
              <w:rPr>
                <w:rFonts w:ascii="Corbel" w:hAnsi="Corbel"/>
              </w:rPr>
              <w:br/>
            </w:r>
            <w:r w:rsidRPr="00C713FB">
              <w:rPr>
                <w:rFonts w:ascii="Corbel" w:hAnsi="Corbel"/>
              </w:rPr>
              <w:t>i wykluczeniu społecznemu – przegląd zadań i realizowanych programów.</w:t>
            </w:r>
          </w:p>
        </w:tc>
      </w:tr>
      <w:tr w:rsidRPr="00C713FB" w:rsidR="007174C0" w:rsidTr="007174C0" w14:paraId="4950B748" w14:textId="77777777">
        <w:tc>
          <w:tcPr>
            <w:tcW w:w="9520" w:type="dxa"/>
            <w:shd w:val="clear" w:color="auto" w:fill="auto"/>
          </w:tcPr>
          <w:p w:rsidRPr="00C713FB" w:rsidR="007174C0" w:rsidP="007174C0" w:rsidRDefault="007174C0" w14:paraId="6C2DC379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C713FB">
              <w:rPr>
                <w:rFonts w:ascii="Corbel" w:hAnsi="Corbel"/>
                <w:bCs/>
              </w:rPr>
              <w:t xml:space="preserve">Zarys nowych kierunków oraz tendencji w organizacji i zarządzaniu pomocą społeczną. </w:t>
            </w:r>
          </w:p>
          <w:p w:rsidRPr="00C713FB" w:rsidR="007174C0" w:rsidP="007174C0" w:rsidRDefault="007174C0" w14:paraId="32B0F26B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C713FB">
              <w:rPr>
                <w:rFonts w:ascii="Corbel" w:hAnsi="Corbel"/>
                <w:bCs/>
              </w:rPr>
              <w:t xml:space="preserve">Kierowanie i zarządzanie </w:t>
            </w:r>
            <w:proofErr w:type="spellStart"/>
            <w:r w:rsidRPr="00C713FB">
              <w:rPr>
                <w:rFonts w:ascii="Corbel" w:hAnsi="Corbel"/>
                <w:bCs/>
              </w:rPr>
              <w:t>superwizyjne</w:t>
            </w:r>
            <w:proofErr w:type="spellEnd"/>
            <w:r w:rsidRPr="00C713FB">
              <w:rPr>
                <w:rFonts w:ascii="Corbel" w:hAnsi="Corbel"/>
                <w:bCs/>
              </w:rPr>
              <w:t xml:space="preserve"> w obszarze pomocy społecznej.</w:t>
            </w:r>
          </w:p>
        </w:tc>
      </w:tr>
      <w:tr w:rsidRPr="00C713FB" w:rsidR="007174C0" w:rsidTr="007174C0" w14:paraId="2487590B" w14:textId="77777777">
        <w:tc>
          <w:tcPr>
            <w:tcW w:w="9520" w:type="dxa"/>
            <w:shd w:val="clear" w:color="auto" w:fill="auto"/>
          </w:tcPr>
          <w:p w:rsidRPr="00C713FB" w:rsidR="007174C0" w:rsidP="007174C0" w:rsidRDefault="007174C0" w14:paraId="389418C7" w14:textId="77777777">
            <w:pPr>
              <w:spacing w:after="0" w:line="240" w:lineRule="auto"/>
              <w:rPr>
                <w:rFonts w:ascii="Corbel" w:hAnsi="Corbel" w:eastAsia="Times New Roman"/>
                <w:lang w:eastAsia="pl-PL"/>
              </w:rPr>
            </w:pPr>
            <w:r w:rsidRPr="00C713FB">
              <w:rPr>
                <w:rFonts w:ascii="Corbel" w:hAnsi="Corbel" w:eastAsia="Times New Roman"/>
                <w:lang w:eastAsia="pl-PL"/>
              </w:rPr>
              <w:t>Podsumowanie zaję</w:t>
            </w:r>
            <w:r w:rsidRPr="00C713FB" w:rsidR="00573478">
              <w:rPr>
                <w:rFonts w:ascii="Corbel" w:hAnsi="Corbel" w:eastAsia="Times New Roman"/>
                <w:lang w:eastAsia="pl-PL"/>
              </w:rPr>
              <w:t>ć i analiza zagadnień do egzaminu (</w:t>
            </w:r>
            <w:r w:rsidRPr="00C713FB" w:rsidR="001D3ECE">
              <w:rPr>
                <w:rFonts w:ascii="Corbel" w:hAnsi="Corbel" w:eastAsia="Times New Roman"/>
                <w:lang w:eastAsia="pl-PL"/>
              </w:rPr>
              <w:t xml:space="preserve">obejmującego </w:t>
            </w:r>
            <w:r w:rsidRPr="00C713FB" w:rsidR="00573478">
              <w:rPr>
                <w:rFonts w:ascii="Corbel" w:hAnsi="Corbel" w:eastAsia="Times New Roman"/>
                <w:lang w:eastAsia="pl-PL"/>
              </w:rPr>
              <w:t>całoś</w:t>
            </w:r>
            <w:r w:rsidRPr="00C713FB" w:rsidR="001D3ECE">
              <w:rPr>
                <w:rFonts w:ascii="Corbel" w:hAnsi="Corbel" w:eastAsia="Times New Roman"/>
                <w:lang w:eastAsia="pl-PL"/>
              </w:rPr>
              <w:t>ć</w:t>
            </w:r>
            <w:r w:rsidRPr="00C713FB" w:rsidR="00573478">
              <w:rPr>
                <w:rFonts w:ascii="Corbel" w:hAnsi="Corbel" w:eastAsia="Times New Roman"/>
                <w:lang w:eastAsia="pl-PL"/>
              </w:rPr>
              <w:t xml:space="preserve"> materiału zrealizowanego </w:t>
            </w:r>
            <w:r w:rsidRPr="00C713FB" w:rsidR="00573478">
              <w:rPr>
                <w:rFonts w:ascii="Corbel" w:hAnsi="Corbel" w:eastAsia="Times New Roman"/>
                <w:lang w:eastAsia="pl-PL"/>
              </w:rPr>
              <w:br/>
            </w:r>
            <w:r w:rsidRPr="00C713FB" w:rsidR="00573478">
              <w:rPr>
                <w:rFonts w:ascii="Corbel" w:hAnsi="Corbel" w:eastAsia="Times New Roman"/>
                <w:lang w:eastAsia="pl-PL"/>
              </w:rPr>
              <w:t>w semestrze II i III). U</w:t>
            </w:r>
            <w:r w:rsidRPr="00C713FB">
              <w:rPr>
                <w:rFonts w:ascii="Corbel" w:hAnsi="Corbel" w:eastAsia="Times New Roman"/>
                <w:lang w:eastAsia="pl-PL"/>
              </w:rPr>
              <w:t xml:space="preserve">wagi końcowe </w:t>
            </w:r>
            <w:r w:rsidRPr="00C713FB" w:rsidR="00573478">
              <w:rPr>
                <w:rFonts w:ascii="Corbel" w:hAnsi="Corbel" w:eastAsia="Times New Roman"/>
                <w:lang w:eastAsia="pl-PL"/>
              </w:rPr>
              <w:t>i zaliczenie</w:t>
            </w:r>
            <w:r w:rsidRPr="00C713FB" w:rsidR="0066286F">
              <w:rPr>
                <w:rFonts w:ascii="Corbel" w:hAnsi="Corbel" w:eastAsia="Times New Roman"/>
                <w:lang w:eastAsia="pl-PL"/>
              </w:rPr>
              <w:t xml:space="preserve"> wykładu.</w:t>
            </w:r>
          </w:p>
        </w:tc>
      </w:tr>
    </w:tbl>
    <w:p w:rsidRPr="00C713FB" w:rsidR="00293EE0" w:rsidP="009C54AE" w:rsidRDefault="00293EE0" w14:paraId="776FD129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C713FB" w:rsidR="0085747A" w:rsidP="009C54AE" w:rsidRDefault="0085747A" w14:paraId="17B80DC1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71B8DDA0" w:rsidR="0085747A">
        <w:rPr>
          <w:rFonts w:ascii="Corbel" w:hAnsi="Corbel"/>
          <w:sz w:val="24"/>
          <w:szCs w:val="24"/>
          <w:u w:val="single"/>
        </w:rPr>
        <w:t>Problematyka ćwiczeń audytoryjnych</w:t>
      </w:r>
      <w:r w:rsidRPr="71B8DDA0" w:rsidR="0085747A">
        <w:rPr>
          <w:rFonts w:ascii="Corbel" w:hAnsi="Corbel"/>
          <w:sz w:val="24"/>
          <w:szCs w:val="24"/>
        </w:rPr>
        <w:t>, konwersatoryjnych, laboratoryjnych</w:t>
      </w:r>
      <w:r w:rsidRPr="71B8DDA0" w:rsidR="009F4610">
        <w:rPr>
          <w:rFonts w:ascii="Corbel" w:hAnsi="Corbel"/>
          <w:sz w:val="24"/>
          <w:szCs w:val="24"/>
        </w:rPr>
        <w:t xml:space="preserve">, </w:t>
      </w:r>
      <w:r w:rsidRPr="71B8DDA0" w:rsidR="008574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713FB" w:rsidR="0085747A" w:rsidTr="71B8DDA0" w14:paraId="60805C38" w14:textId="77777777">
        <w:trPr>
          <w:trHeight w:val="363"/>
        </w:trPr>
        <w:tc>
          <w:tcPr>
            <w:tcW w:w="9520" w:type="dxa"/>
            <w:tcMar/>
          </w:tcPr>
          <w:p w:rsidRPr="00C713FB" w:rsidR="0085747A" w:rsidP="009C54AE" w:rsidRDefault="00A66ABF" w14:paraId="5C6D19B7" w14:textId="0C345B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b/>
                <w:bCs/>
                <w:sz w:val="24"/>
                <w:szCs w:val="24"/>
              </w:rPr>
              <w:t xml:space="preserve">Treści merytoryczne </w:t>
            </w:r>
            <w:r w:rsidRPr="00C713FB" w:rsidR="0061144A">
              <w:rPr>
                <w:rFonts w:ascii="Corbel" w:hAnsi="Corbel"/>
                <w:b/>
                <w:bCs/>
                <w:sz w:val="24"/>
                <w:szCs w:val="24"/>
              </w:rPr>
              <w:t xml:space="preserve">ćwiczeń </w:t>
            </w:r>
            <w:r w:rsidRPr="00C713FB">
              <w:rPr>
                <w:rFonts w:ascii="Corbel" w:hAnsi="Corbel"/>
                <w:b/>
                <w:bCs/>
                <w:sz w:val="24"/>
                <w:szCs w:val="24"/>
              </w:rPr>
              <w:t>- dla 1 roku, w semestrze II:</w:t>
            </w:r>
          </w:p>
        </w:tc>
      </w:tr>
      <w:tr w:rsidRPr="00C713FB" w:rsidR="00197AF7" w:rsidTr="71B8DDA0" w14:paraId="3FC7DACC" w14:textId="77777777">
        <w:tc>
          <w:tcPr>
            <w:tcW w:w="9520" w:type="dxa"/>
            <w:shd w:val="clear" w:color="auto" w:fill="auto"/>
            <w:tcMar/>
          </w:tcPr>
          <w:p w:rsidRPr="00C713FB" w:rsidR="00197AF7" w:rsidP="00197AF7" w:rsidRDefault="00197AF7" w14:paraId="375EA8E9" w14:textId="77777777">
            <w:pPr>
              <w:keepNext/>
              <w:tabs>
                <w:tab w:val="left" w:pos="1395"/>
              </w:tabs>
              <w:spacing w:after="0" w:line="240" w:lineRule="auto"/>
              <w:outlineLvl w:val="1"/>
              <w:rPr>
                <w:rFonts w:ascii="Corbel" w:hAnsi="Corbel" w:eastAsia="Times New Roman"/>
                <w:bCs/>
                <w:lang w:eastAsia="pl-PL"/>
              </w:rPr>
            </w:pPr>
            <w:r w:rsidRPr="00C713FB">
              <w:rPr>
                <w:rFonts w:ascii="Corbel" w:hAnsi="Corbel" w:eastAsia="Times New Roman"/>
                <w:bCs/>
                <w:lang w:eastAsia="pl-PL"/>
              </w:rPr>
              <w:t>Wprowadzenie do problematyki przedmiotu</w:t>
            </w:r>
          </w:p>
          <w:p w:rsidRPr="00C713FB" w:rsidR="00197AF7" w:rsidP="00197AF7" w:rsidRDefault="00197AF7" w14:paraId="4582C0F2" w14:textId="77777777">
            <w:pPr>
              <w:numPr>
                <w:ilvl w:val="0"/>
                <w:numId w:val="6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C713FB">
              <w:rPr>
                <w:rFonts w:ascii="Corbel" w:hAnsi="Corbel"/>
              </w:rPr>
              <w:t>Istota pracy socjalnej oraz tezy operacyjne leżące u jej podstaw, specyfika metod w pracy socjalnej.</w:t>
            </w:r>
          </w:p>
          <w:p w:rsidRPr="00C713FB" w:rsidR="00197AF7" w:rsidP="00197AF7" w:rsidRDefault="00197AF7" w14:paraId="4430D6A3" w14:textId="77777777">
            <w:pPr>
              <w:numPr>
                <w:ilvl w:val="0"/>
                <w:numId w:val="6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C713FB">
              <w:rPr>
                <w:rFonts w:ascii="Corbel" w:hAnsi="Corbel"/>
              </w:rPr>
              <w:t>Kryteria podziału pracy socjalnej.</w:t>
            </w:r>
          </w:p>
          <w:p w:rsidRPr="00C713FB" w:rsidR="00197AF7" w:rsidP="00197AF7" w:rsidRDefault="00197AF7" w14:paraId="20A6F313" w14:textId="77777777">
            <w:pPr>
              <w:numPr>
                <w:ilvl w:val="0"/>
                <w:numId w:val="6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C713FB">
              <w:rPr>
                <w:rFonts w:ascii="Corbel" w:hAnsi="Corbel"/>
              </w:rPr>
              <w:t>Zarys głównych koncepcji pracy socjalnej.</w:t>
            </w:r>
          </w:p>
        </w:tc>
      </w:tr>
      <w:tr w:rsidRPr="00C713FB" w:rsidR="00197AF7" w:rsidTr="71B8DDA0" w14:paraId="7880CC02" w14:textId="77777777">
        <w:tc>
          <w:tcPr>
            <w:tcW w:w="9520" w:type="dxa"/>
            <w:shd w:val="clear" w:color="auto" w:fill="auto"/>
            <w:tcMar/>
          </w:tcPr>
          <w:p w:rsidRPr="00C713FB" w:rsidR="00197AF7" w:rsidP="00197AF7" w:rsidRDefault="00197AF7" w14:paraId="7121951B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C713FB">
              <w:rPr>
                <w:rFonts w:ascii="Corbel" w:hAnsi="Corbel"/>
                <w:bCs/>
              </w:rPr>
              <w:t>Etyczne podstawy interwencji pracownika socjalnego</w:t>
            </w:r>
          </w:p>
          <w:p w:rsidRPr="00C713FB" w:rsidR="00197AF7" w:rsidP="00197AF7" w:rsidRDefault="00197AF7" w14:paraId="30621436" w14:textId="77777777">
            <w:pPr>
              <w:numPr>
                <w:ilvl w:val="0"/>
                <w:numId w:val="7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C713FB">
              <w:rPr>
                <w:rFonts w:ascii="Corbel" w:hAnsi="Corbel"/>
              </w:rPr>
              <w:t>Świat wartości osoby wspomaganej i wspierającej.</w:t>
            </w:r>
          </w:p>
          <w:p w:rsidRPr="00C713FB" w:rsidR="00197AF7" w:rsidP="00197AF7" w:rsidRDefault="00197AF7" w14:paraId="3DAE2892" w14:textId="77777777">
            <w:pPr>
              <w:numPr>
                <w:ilvl w:val="0"/>
                <w:numId w:val="7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C713FB">
              <w:rPr>
                <w:rFonts w:ascii="Corbel" w:hAnsi="Corbel"/>
              </w:rPr>
              <w:t>Etyczne zasady pracy socjalnej, główne założenia Kodeksu Etycznego Pracowników Socjalnych.</w:t>
            </w:r>
          </w:p>
          <w:p w:rsidRPr="00C713FB" w:rsidR="00197AF7" w:rsidP="00197AF7" w:rsidRDefault="00197AF7" w14:paraId="5D57316B" w14:textId="77777777">
            <w:pPr>
              <w:numPr>
                <w:ilvl w:val="0"/>
                <w:numId w:val="7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C713FB">
              <w:rPr>
                <w:rFonts w:ascii="Corbel" w:hAnsi="Corbel"/>
              </w:rPr>
              <w:t>Granice interwencji socjalnej.</w:t>
            </w:r>
          </w:p>
          <w:p w:rsidRPr="00C713FB" w:rsidR="00197AF7" w:rsidP="00197AF7" w:rsidRDefault="00197AF7" w14:paraId="750FC18A" w14:textId="77777777">
            <w:pPr>
              <w:numPr>
                <w:ilvl w:val="0"/>
                <w:numId w:val="7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C713FB">
              <w:rPr>
                <w:rFonts w:ascii="Corbel" w:hAnsi="Corbel"/>
              </w:rPr>
              <w:t>Podstawowe dylematy etyczne pracowników socjalnych i ich klientów.</w:t>
            </w:r>
          </w:p>
        </w:tc>
      </w:tr>
      <w:tr w:rsidRPr="00C713FB" w:rsidR="00197AF7" w:rsidTr="71B8DDA0" w14:paraId="22F7F482" w14:textId="77777777">
        <w:tc>
          <w:tcPr>
            <w:tcW w:w="9520" w:type="dxa"/>
            <w:shd w:val="clear" w:color="auto" w:fill="auto"/>
            <w:tcMar/>
          </w:tcPr>
          <w:p w:rsidRPr="00C713FB" w:rsidR="00197AF7" w:rsidP="00197AF7" w:rsidRDefault="00197AF7" w14:paraId="001F52C1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C713FB">
              <w:rPr>
                <w:rFonts w:ascii="Corbel" w:hAnsi="Corbel"/>
                <w:bCs/>
              </w:rPr>
              <w:t>Problematyka pracy socjalnej w środowisku otwartym</w:t>
            </w:r>
          </w:p>
          <w:p w:rsidRPr="00C713FB" w:rsidR="00197AF7" w:rsidP="00197AF7" w:rsidRDefault="00197AF7" w14:paraId="4CB66A7D" w14:textId="77777777">
            <w:pPr>
              <w:numPr>
                <w:ilvl w:val="0"/>
                <w:numId w:val="8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C713FB">
              <w:rPr>
                <w:rFonts w:ascii="Corbel" w:hAnsi="Corbel"/>
              </w:rPr>
              <w:t>Ogólne zasady pracy socjalnej w środowisku zamieszkania.</w:t>
            </w:r>
          </w:p>
          <w:p w:rsidRPr="00C713FB" w:rsidR="00197AF7" w:rsidP="00197AF7" w:rsidRDefault="00197AF7" w14:paraId="0D2015FB" w14:textId="77777777">
            <w:pPr>
              <w:numPr>
                <w:ilvl w:val="0"/>
                <w:numId w:val="8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C713FB">
              <w:rPr>
                <w:rFonts w:ascii="Corbel" w:hAnsi="Corbel"/>
              </w:rPr>
              <w:t>Zagadnienia z zakresu organizacji pracy socjalnej w środowisku zamieszkania.</w:t>
            </w:r>
          </w:p>
        </w:tc>
      </w:tr>
      <w:tr w:rsidRPr="00C713FB" w:rsidR="00197AF7" w:rsidTr="71B8DDA0" w14:paraId="4C7B90B1" w14:textId="77777777">
        <w:tc>
          <w:tcPr>
            <w:tcW w:w="9520" w:type="dxa"/>
            <w:shd w:val="clear" w:color="auto" w:fill="auto"/>
            <w:tcMar/>
          </w:tcPr>
          <w:p w:rsidRPr="00C713FB" w:rsidR="00197AF7" w:rsidP="00197AF7" w:rsidRDefault="00197AF7" w14:paraId="1D6BED28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C713FB">
              <w:rPr>
                <w:rFonts w:ascii="Corbel" w:hAnsi="Corbel"/>
                <w:bCs/>
              </w:rPr>
              <w:t>Diagnoza społeczna i jej podstawowe narzędzia</w:t>
            </w:r>
          </w:p>
          <w:p w:rsidRPr="00C713FB" w:rsidR="00197AF7" w:rsidP="00197AF7" w:rsidRDefault="00197AF7" w14:paraId="5075C769" w14:textId="77777777">
            <w:pPr>
              <w:numPr>
                <w:ilvl w:val="0"/>
                <w:numId w:val="9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C713FB">
              <w:rPr>
                <w:rFonts w:ascii="Corbel" w:hAnsi="Corbel"/>
              </w:rPr>
              <w:t>Pojęcie diagnozy społecznej.</w:t>
            </w:r>
          </w:p>
          <w:p w:rsidRPr="00C713FB" w:rsidR="00197AF7" w:rsidP="00197AF7" w:rsidRDefault="00197AF7" w14:paraId="516FE39B" w14:textId="77777777">
            <w:pPr>
              <w:numPr>
                <w:ilvl w:val="0"/>
                <w:numId w:val="9"/>
              </w:num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C713FB">
              <w:rPr>
                <w:rFonts w:ascii="Corbel" w:hAnsi="Corbel"/>
              </w:rPr>
              <w:t xml:space="preserve">Aspekty diagnozy społecznej – psychospołeczny, socjologiczny i </w:t>
            </w:r>
            <w:proofErr w:type="spellStart"/>
            <w:r w:rsidRPr="00C713FB">
              <w:rPr>
                <w:rFonts w:ascii="Corbel" w:hAnsi="Corbel"/>
              </w:rPr>
              <w:t>statystyczno</w:t>
            </w:r>
            <w:proofErr w:type="spellEnd"/>
            <w:r w:rsidRPr="00C713FB">
              <w:rPr>
                <w:rFonts w:ascii="Corbel" w:hAnsi="Corbel"/>
              </w:rPr>
              <w:t xml:space="preserve"> – ekonomiczny.</w:t>
            </w:r>
          </w:p>
        </w:tc>
      </w:tr>
      <w:tr w:rsidRPr="00C713FB" w:rsidR="00197AF7" w:rsidTr="71B8DDA0" w14:paraId="0844779F" w14:textId="77777777">
        <w:tc>
          <w:tcPr>
            <w:tcW w:w="9520" w:type="dxa"/>
            <w:shd w:val="clear" w:color="auto" w:fill="auto"/>
            <w:tcMar/>
          </w:tcPr>
          <w:p w:rsidRPr="00C713FB" w:rsidR="00197AF7" w:rsidP="00197AF7" w:rsidRDefault="00197AF7" w14:paraId="3B6AB8E8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C713FB">
              <w:rPr>
                <w:rFonts w:ascii="Corbel" w:hAnsi="Corbel"/>
              </w:rPr>
              <w:t xml:space="preserve">Kwestionariusz </w:t>
            </w:r>
            <w:r w:rsidRPr="00C713FB" w:rsidR="0081004A">
              <w:rPr>
                <w:rFonts w:ascii="Corbel" w:hAnsi="Corbel"/>
              </w:rPr>
              <w:t xml:space="preserve">rodzinnego </w:t>
            </w:r>
            <w:r w:rsidRPr="00C713FB">
              <w:rPr>
                <w:rFonts w:ascii="Corbel" w:hAnsi="Corbel"/>
              </w:rPr>
              <w:t xml:space="preserve">wywiadu środowiskowego jako podstawowe narzędzie diagnostyczne pracownika socjalnego – analiza struktury i praktyczne zastosowanie </w:t>
            </w:r>
            <w:r w:rsidRPr="00C713FB" w:rsidR="0081004A">
              <w:rPr>
                <w:rFonts w:ascii="Corbel" w:hAnsi="Corbel"/>
              </w:rPr>
              <w:t xml:space="preserve">rodzinnego </w:t>
            </w:r>
            <w:r w:rsidRPr="00C713FB">
              <w:rPr>
                <w:rFonts w:ascii="Corbel" w:hAnsi="Corbel"/>
              </w:rPr>
              <w:t>wywiadu środowiskowego.</w:t>
            </w:r>
          </w:p>
        </w:tc>
      </w:tr>
      <w:tr w:rsidRPr="00C713FB" w:rsidR="00197AF7" w:rsidTr="71B8DDA0" w14:paraId="0D4F0644" w14:textId="77777777">
        <w:tc>
          <w:tcPr>
            <w:tcW w:w="9520" w:type="dxa"/>
            <w:shd w:val="clear" w:color="auto" w:fill="auto"/>
            <w:tcMar/>
          </w:tcPr>
          <w:p w:rsidRPr="00C713FB" w:rsidR="00197AF7" w:rsidP="00197AF7" w:rsidRDefault="00197AF7" w14:paraId="45ADD259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C713FB">
              <w:rPr>
                <w:rFonts w:ascii="Corbel" w:hAnsi="Corbel"/>
                <w:bCs/>
              </w:rPr>
              <w:t>Teoria pracy socjalnej jako źródło modeli metod pracy w środowisku zamieszkania:</w:t>
            </w:r>
          </w:p>
          <w:p w:rsidRPr="00C713FB" w:rsidR="00197AF7" w:rsidP="00197AF7" w:rsidRDefault="00197AF7" w14:paraId="386B7407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C713FB">
              <w:rPr>
                <w:rFonts w:ascii="Corbel" w:hAnsi="Corbel"/>
              </w:rPr>
              <w:t>Metoda prowadzenia indywidualnego przypadku (</w:t>
            </w:r>
            <w:proofErr w:type="spellStart"/>
            <w:r w:rsidRPr="00C713FB">
              <w:rPr>
                <w:rFonts w:ascii="Corbel" w:hAnsi="Corbel"/>
              </w:rPr>
              <w:t>case</w:t>
            </w:r>
            <w:proofErr w:type="spellEnd"/>
            <w:r w:rsidRPr="00C713FB">
              <w:rPr>
                <w:rFonts w:ascii="Corbel" w:hAnsi="Corbel"/>
              </w:rPr>
              <w:t xml:space="preserve"> </w:t>
            </w:r>
            <w:proofErr w:type="spellStart"/>
            <w:r w:rsidRPr="00C713FB">
              <w:rPr>
                <w:rFonts w:ascii="Corbel" w:hAnsi="Corbel"/>
              </w:rPr>
              <w:t>work</w:t>
            </w:r>
            <w:proofErr w:type="spellEnd"/>
            <w:r w:rsidRPr="00C713FB">
              <w:rPr>
                <w:rFonts w:ascii="Corbel" w:hAnsi="Corbel"/>
              </w:rPr>
              <w:t>) – istota, etapy postępowania, modele interwencji / psychospołeczny, problemowy, strukturalny, systemowy / oraz zakres interwencji kryzysowej w tej metodzie</w:t>
            </w:r>
          </w:p>
        </w:tc>
      </w:tr>
      <w:tr w:rsidRPr="00C713FB" w:rsidR="00197AF7" w:rsidTr="71B8DDA0" w14:paraId="4A35C45D" w14:textId="77777777">
        <w:tc>
          <w:tcPr>
            <w:tcW w:w="9520" w:type="dxa"/>
            <w:shd w:val="clear" w:color="auto" w:fill="auto"/>
            <w:tcMar/>
          </w:tcPr>
          <w:p w:rsidRPr="00C713FB" w:rsidR="00197AF7" w:rsidP="00197AF7" w:rsidRDefault="00197AF7" w14:paraId="2BB00A63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C713FB">
              <w:rPr>
                <w:rFonts w:ascii="Corbel" w:hAnsi="Corbel"/>
                <w:bCs/>
              </w:rPr>
              <w:t>Teoria pracy socjalnej jako źródło modeli metod pracy w środowisku zamieszkania</w:t>
            </w:r>
            <w:r w:rsidRPr="00C713FB">
              <w:rPr>
                <w:rFonts w:ascii="Corbel" w:hAnsi="Corbel"/>
                <w:b/>
                <w:bCs/>
              </w:rPr>
              <w:t>:</w:t>
            </w:r>
          </w:p>
          <w:p w:rsidRPr="00C713FB" w:rsidR="00197AF7" w:rsidP="00197AF7" w:rsidRDefault="00197AF7" w14:paraId="1B8B4DD6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  <w:bCs/>
              </w:rPr>
            </w:pPr>
            <w:r w:rsidRPr="00C713FB">
              <w:rPr>
                <w:rFonts w:ascii="Corbel" w:hAnsi="Corbel"/>
              </w:rPr>
              <w:t xml:space="preserve">Metoda pracy grupowej </w:t>
            </w:r>
            <w:r w:rsidRPr="00C713FB">
              <w:rPr>
                <w:rFonts w:ascii="Corbel" w:hAnsi="Corbel"/>
                <w:i/>
              </w:rPr>
              <w:t xml:space="preserve">( </w:t>
            </w:r>
            <w:proofErr w:type="spellStart"/>
            <w:r w:rsidRPr="00C713FB">
              <w:rPr>
                <w:rFonts w:ascii="Corbel" w:hAnsi="Corbel"/>
                <w:i/>
              </w:rPr>
              <w:t>group</w:t>
            </w:r>
            <w:proofErr w:type="spellEnd"/>
            <w:r w:rsidRPr="00C713FB">
              <w:rPr>
                <w:rFonts w:ascii="Corbel" w:hAnsi="Corbel"/>
                <w:i/>
              </w:rPr>
              <w:t xml:space="preserve"> </w:t>
            </w:r>
            <w:proofErr w:type="spellStart"/>
            <w:r w:rsidRPr="00C713FB">
              <w:rPr>
                <w:rFonts w:ascii="Corbel" w:hAnsi="Corbel"/>
                <w:i/>
              </w:rPr>
              <w:t>work</w:t>
            </w:r>
            <w:proofErr w:type="spellEnd"/>
            <w:r w:rsidRPr="00C713FB">
              <w:rPr>
                <w:rFonts w:ascii="Corbel" w:hAnsi="Corbel"/>
              </w:rPr>
              <w:t xml:space="preserve"> ) – istota, modele pracy grupowej, fazy oraz typologie grup pomocowych, praca w zespole specjalistów (</w:t>
            </w:r>
            <w:r w:rsidRPr="00C713FB">
              <w:rPr>
                <w:rFonts w:ascii="Corbel" w:hAnsi="Corbel"/>
                <w:i/>
              </w:rPr>
              <w:t xml:space="preserve">team </w:t>
            </w:r>
            <w:proofErr w:type="spellStart"/>
            <w:r w:rsidRPr="00C713FB">
              <w:rPr>
                <w:rFonts w:ascii="Corbel" w:hAnsi="Corbel"/>
                <w:i/>
              </w:rPr>
              <w:t>work</w:t>
            </w:r>
            <w:proofErr w:type="spellEnd"/>
            <w:r w:rsidRPr="00C713FB">
              <w:rPr>
                <w:rFonts w:ascii="Corbel" w:hAnsi="Corbel"/>
              </w:rPr>
              <w:t>).</w:t>
            </w:r>
          </w:p>
        </w:tc>
      </w:tr>
      <w:tr w:rsidRPr="00C713FB" w:rsidR="00197AF7" w:rsidTr="71B8DDA0" w14:paraId="3C6F6352" w14:textId="77777777">
        <w:tc>
          <w:tcPr>
            <w:tcW w:w="9520" w:type="dxa"/>
            <w:shd w:val="clear" w:color="auto" w:fill="auto"/>
            <w:tcMar/>
          </w:tcPr>
          <w:p w:rsidRPr="00C713FB" w:rsidR="00197AF7" w:rsidP="00197AF7" w:rsidRDefault="00197AF7" w14:paraId="0BBAF16A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C713FB">
              <w:rPr>
                <w:rFonts w:ascii="Corbel" w:hAnsi="Corbel"/>
                <w:bCs/>
              </w:rPr>
              <w:t>Teoria pracy socjalnej jako źródło modeli metod pracy w środowisku zamieszkania:</w:t>
            </w:r>
          </w:p>
          <w:p w:rsidRPr="00C713FB" w:rsidR="00197AF7" w:rsidP="00197AF7" w:rsidRDefault="00197AF7" w14:paraId="1DCC29E1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00C713FB">
              <w:rPr>
                <w:rFonts w:ascii="Corbel" w:hAnsi="Corbel"/>
              </w:rPr>
              <w:t>metoda organizowania społeczności lokalnej (</w:t>
            </w:r>
            <w:proofErr w:type="spellStart"/>
            <w:r w:rsidRPr="00C713FB">
              <w:rPr>
                <w:rFonts w:ascii="Corbel" w:hAnsi="Corbel"/>
                <w:i/>
              </w:rPr>
              <w:t>community</w:t>
            </w:r>
            <w:proofErr w:type="spellEnd"/>
            <w:r w:rsidRPr="00C713FB">
              <w:rPr>
                <w:rFonts w:ascii="Corbel" w:hAnsi="Corbel"/>
                <w:i/>
              </w:rPr>
              <w:t xml:space="preserve"> </w:t>
            </w:r>
            <w:proofErr w:type="spellStart"/>
            <w:r w:rsidRPr="00C713FB">
              <w:rPr>
                <w:rFonts w:ascii="Corbel" w:hAnsi="Corbel"/>
                <w:i/>
              </w:rPr>
              <w:t>organization</w:t>
            </w:r>
            <w:proofErr w:type="spellEnd"/>
            <w:r w:rsidRPr="00C713FB">
              <w:rPr>
                <w:rFonts w:ascii="Corbel" w:hAnsi="Corbel"/>
                <w:i/>
              </w:rPr>
              <w:t xml:space="preserve">, </w:t>
            </w:r>
            <w:proofErr w:type="spellStart"/>
            <w:r w:rsidRPr="00C713FB">
              <w:rPr>
                <w:rFonts w:ascii="Corbel" w:hAnsi="Corbel"/>
                <w:i/>
              </w:rPr>
              <w:t>community</w:t>
            </w:r>
            <w:proofErr w:type="spellEnd"/>
            <w:r w:rsidRPr="00C713FB">
              <w:rPr>
                <w:rFonts w:ascii="Corbel" w:hAnsi="Corbel"/>
                <w:i/>
              </w:rPr>
              <w:t xml:space="preserve"> </w:t>
            </w:r>
            <w:proofErr w:type="spellStart"/>
            <w:r w:rsidRPr="00C713FB">
              <w:rPr>
                <w:rFonts w:ascii="Corbel" w:hAnsi="Corbel"/>
                <w:i/>
              </w:rPr>
              <w:t>work</w:t>
            </w:r>
            <w:proofErr w:type="spellEnd"/>
            <w:r w:rsidRPr="00C713FB">
              <w:rPr>
                <w:rFonts w:ascii="Corbel" w:hAnsi="Corbel"/>
              </w:rPr>
              <w:t>) – istota metody oraz techniczny schemat postępowania metodycznego.</w:t>
            </w:r>
          </w:p>
        </w:tc>
      </w:tr>
      <w:tr w:rsidRPr="00C713FB" w:rsidR="00197AF7" w:rsidTr="71B8DDA0" w14:paraId="1E22B4BF" w14:textId="77777777">
        <w:tc>
          <w:tcPr>
            <w:tcW w:w="9520" w:type="dxa"/>
            <w:shd w:val="clear" w:color="auto" w:fill="auto"/>
            <w:tcMar/>
          </w:tcPr>
          <w:p w:rsidRPr="00C713FB" w:rsidR="00197AF7" w:rsidP="00197AF7" w:rsidRDefault="00197AF7" w14:paraId="18421EAD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C713FB">
              <w:rPr>
                <w:rFonts w:ascii="Corbel" w:hAnsi="Corbel"/>
                <w:bCs/>
              </w:rPr>
              <w:t>Technika kontraktu w pracy socjalnej</w:t>
            </w:r>
          </w:p>
          <w:p w:rsidRPr="00C713FB" w:rsidR="00197AF7" w:rsidP="00197AF7" w:rsidRDefault="00197AF7" w14:paraId="3B9F9D2D" w14:textId="77777777">
            <w:pPr>
              <w:numPr>
                <w:ilvl w:val="0"/>
                <w:numId w:val="10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</w:rPr>
            </w:pPr>
            <w:r w:rsidRPr="00C713FB">
              <w:rPr>
                <w:rFonts w:ascii="Corbel" w:hAnsi="Corbel"/>
              </w:rPr>
              <w:t>Znaczenie techniki kontraktu w pracy socjalnej oraz możliwości jej zastosowania w praktyce.</w:t>
            </w:r>
          </w:p>
          <w:p w:rsidRPr="00C713FB" w:rsidR="00197AF7" w:rsidP="00197AF7" w:rsidRDefault="00197AF7" w14:paraId="755DA860" w14:textId="77777777">
            <w:pPr>
              <w:numPr>
                <w:ilvl w:val="0"/>
                <w:numId w:val="10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</w:rPr>
            </w:pPr>
            <w:r w:rsidRPr="00C713FB">
              <w:rPr>
                <w:rFonts w:ascii="Corbel" w:hAnsi="Corbel"/>
              </w:rPr>
              <w:t>Pojęcie kontraktu i jego procedura.</w:t>
            </w:r>
          </w:p>
          <w:p w:rsidRPr="00C713FB" w:rsidR="00197AF7" w:rsidP="00197AF7" w:rsidRDefault="00197AF7" w14:paraId="251173B2" w14:textId="77777777">
            <w:pPr>
              <w:numPr>
                <w:ilvl w:val="0"/>
                <w:numId w:val="10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</w:rPr>
            </w:pPr>
            <w:r w:rsidRPr="00C713FB">
              <w:rPr>
                <w:rFonts w:ascii="Corbel" w:hAnsi="Corbel"/>
              </w:rPr>
              <w:t>Ograniczenie i błędy w korzystaniu z techniki kontraktu oraz wybrane sposoby ich przezwyciężania.</w:t>
            </w:r>
          </w:p>
          <w:p w:rsidRPr="00C713FB" w:rsidR="00197AF7" w:rsidP="00197AF7" w:rsidRDefault="00197AF7" w14:paraId="29904137" w14:textId="77777777">
            <w:pPr>
              <w:numPr>
                <w:ilvl w:val="0"/>
                <w:numId w:val="10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</w:rPr>
            </w:pPr>
            <w:r w:rsidRPr="00C713FB">
              <w:rPr>
                <w:rFonts w:ascii="Corbel" w:hAnsi="Corbel"/>
              </w:rPr>
              <w:t>Rola sztuki porozumiewania się z zachowaniem reguł asertywności w technice kontraktu.</w:t>
            </w:r>
          </w:p>
        </w:tc>
      </w:tr>
      <w:tr w:rsidRPr="00C713FB" w:rsidR="00197AF7" w:rsidTr="71B8DDA0" w14:paraId="32FB25DE" w14:textId="77777777">
        <w:tc>
          <w:tcPr>
            <w:tcW w:w="9520" w:type="dxa"/>
            <w:shd w:val="clear" w:color="auto" w:fill="auto"/>
            <w:tcMar/>
          </w:tcPr>
          <w:p w:rsidRPr="00C713FB" w:rsidR="00197AF7" w:rsidP="00197AF7" w:rsidRDefault="00197AF7" w14:paraId="347CCE17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C713FB">
              <w:rPr>
                <w:rFonts w:ascii="Corbel" w:hAnsi="Corbel"/>
                <w:bCs/>
              </w:rPr>
              <w:t xml:space="preserve">Technika </w:t>
            </w:r>
            <w:proofErr w:type="spellStart"/>
            <w:r w:rsidRPr="00C713FB">
              <w:rPr>
                <w:rFonts w:ascii="Corbel" w:hAnsi="Corbel"/>
                <w:bCs/>
              </w:rPr>
              <w:t>wideotreningu</w:t>
            </w:r>
            <w:proofErr w:type="spellEnd"/>
            <w:r w:rsidRPr="00C713FB">
              <w:rPr>
                <w:rFonts w:ascii="Corbel" w:hAnsi="Corbel"/>
                <w:bCs/>
              </w:rPr>
              <w:t xml:space="preserve"> komunikacji (V.H.T)  - jej główne zasady i zastosowanie</w:t>
            </w:r>
          </w:p>
        </w:tc>
      </w:tr>
      <w:tr w:rsidRPr="00C713FB" w:rsidR="00197AF7" w:rsidTr="71B8DDA0" w14:paraId="011782BE" w14:textId="77777777">
        <w:tc>
          <w:tcPr>
            <w:tcW w:w="9520" w:type="dxa"/>
            <w:shd w:val="clear" w:color="auto" w:fill="auto"/>
            <w:tcMar/>
          </w:tcPr>
          <w:p w:rsidRPr="00C713FB" w:rsidR="00197AF7" w:rsidP="00197AF7" w:rsidRDefault="00197AF7" w14:paraId="67E8837F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Cs/>
              </w:rPr>
            </w:pPr>
            <w:r w:rsidRPr="00C713FB">
              <w:rPr>
                <w:rFonts w:ascii="Corbel" w:hAnsi="Corbel"/>
                <w:bCs/>
              </w:rPr>
              <w:t>Praca socjalna w wybranych obszarach problemowych/z wybranymi grupami osób  zgodnie ze Standardem Pracy Socjalnej - wskazówki do pracy socjalnej w obszarze:</w:t>
            </w:r>
          </w:p>
          <w:p w:rsidRPr="00C713FB" w:rsidR="00197AF7" w:rsidP="00197AF7" w:rsidRDefault="00197AF7" w14:paraId="5E0994C6" w14:textId="77777777">
            <w:pPr>
              <w:numPr>
                <w:ilvl w:val="0"/>
                <w:numId w:val="11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  <w:bCs/>
              </w:rPr>
            </w:pPr>
            <w:r w:rsidRPr="00C713FB">
              <w:rPr>
                <w:rFonts w:ascii="Corbel" w:hAnsi="Corbel"/>
                <w:bCs/>
              </w:rPr>
              <w:t>problemów opiekuńczo-wychowawczych,</w:t>
            </w:r>
          </w:p>
          <w:p w:rsidRPr="00C713FB" w:rsidR="00197AF7" w:rsidP="00197AF7" w:rsidRDefault="00197AF7" w14:paraId="309D5083" w14:textId="77777777">
            <w:pPr>
              <w:numPr>
                <w:ilvl w:val="0"/>
                <w:numId w:val="11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  <w:bCs/>
              </w:rPr>
            </w:pPr>
            <w:r w:rsidRPr="00C713FB">
              <w:rPr>
                <w:rFonts w:ascii="Corbel" w:hAnsi="Corbel"/>
                <w:bCs/>
              </w:rPr>
              <w:t>problemu przemocy w rodzinie,</w:t>
            </w:r>
          </w:p>
          <w:p w:rsidRPr="00C713FB" w:rsidR="00197AF7" w:rsidP="00197AF7" w:rsidRDefault="00197AF7" w14:paraId="1E26909A" w14:textId="77777777">
            <w:pPr>
              <w:numPr>
                <w:ilvl w:val="0"/>
                <w:numId w:val="11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  <w:bCs/>
              </w:rPr>
            </w:pPr>
            <w:r w:rsidRPr="00C713FB">
              <w:rPr>
                <w:rFonts w:ascii="Corbel" w:hAnsi="Corbel"/>
                <w:bCs/>
              </w:rPr>
              <w:t>problemów pozostawania bez pracy,</w:t>
            </w:r>
          </w:p>
          <w:p w:rsidRPr="00C713FB" w:rsidR="00197AF7" w:rsidP="00197AF7" w:rsidRDefault="00197AF7" w14:paraId="488623B6" w14:textId="77777777">
            <w:pPr>
              <w:numPr>
                <w:ilvl w:val="0"/>
                <w:numId w:val="11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  <w:bCs/>
              </w:rPr>
            </w:pPr>
            <w:r w:rsidRPr="00C713FB">
              <w:rPr>
                <w:rFonts w:ascii="Corbel" w:hAnsi="Corbel"/>
                <w:bCs/>
              </w:rPr>
              <w:t>problemów niepełnosprawności,</w:t>
            </w:r>
          </w:p>
          <w:p w:rsidRPr="00C713FB" w:rsidR="00197AF7" w:rsidP="00197AF7" w:rsidRDefault="00197AF7" w14:paraId="5D14C6B2" w14:textId="77777777">
            <w:pPr>
              <w:numPr>
                <w:ilvl w:val="0"/>
                <w:numId w:val="11"/>
              </w:numPr>
              <w:tabs>
                <w:tab w:val="left" w:pos="1395"/>
              </w:tabs>
              <w:spacing w:after="0" w:line="240" w:lineRule="auto"/>
              <w:contextualSpacing/>
              <w:rPr>
                <w:rFonts w:ascii="Corbel" w:hAnsi="Corbel"/>
                <w:bCs/>
              </w:rPr>
            </w:pPr>
            <w:r w:rsidRPr="00C713FB">
              <w:rPr>
                <w:rFonts w:ascii="Corbel" w:hAnsi="Corbel"/>
                <w:bCs/>
              </w:rPr>
              <w:t xml:space="preserve">dotyczącym osób starszych </w:t>
            </w:r>
          </w:p>
        </w:tc>
      </w:tr>
      <w:tr w:rsidRPr="00C713FB" w:rsidR="00197AF7" w:rsidTr="71B8DDA0" w14:paraId="339DDC43" w14:textId="77777777">
        <w:tc>
          <w:tcPr>
            <w:tcW w:w="9520" w:type="dxa"/>
            <w:shd w:val="clear" w:color="auto" w:fill="auto"/>
            <w:tcMar/>
          </w:tcPr>
          <w:p w:rsidRPr="00C713FB" w:rsidR="00197AF7" w:rsidP="00197AF7" w:rsidRDefault="00197AF7" w14:paraId="7DFF71F6" w14:textId="63975761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71B8DDA0" w:rsidR="372FE2F5">
              <w:rPr>
                <w:rFonts w:ascii="Corbel" w:hAnsi="Corbel"/>
              </w:rPr>
              <w:t xml:space="preserve">Rodzaje świadczeń i usług według </w:t>
            </w:r>
            <w:r w:rsidRPr="71B8DDA0" w:rsidR="372FE2F5">
              <w:rPr>
                <w:rFonts w:ascii="Corbel" w:hAnsi="Corbel"/>
              </w:rPr>
              <w:t>Ustawy o pomocy społecznej</w:t>
            </w:r>
            <w:r w:rsidRPr="71B8DDA0" w:rsidR="372FE2F5">
              <w:rPr>
                <w:rFonts w:ascii="Corbel" w:hAnsi="Corbel"/>
                <w:b w:val="1"/>
                <w:bCs w:val="1"/>
              </w:rPr>
              <w:t xml:space="preserve"> </w:t>
            </w:r>
            <w:r w:rsidRPr="71B8DDA0" w:rsidR="372FE2F5">
              <w:rPr>
                <w:rFonts w:ascii="Corbel" w:hAnsi="Corbel"/>
              </w:rPr>
              <w:t xml:space="preserve">oraz zakres zadań własnych i zleconych poszczególnym </w:t>
            </w:r>
            <w:r w:rsidRPr="71B8DDA0" w:rsidR="372FE2F5">
              <w:rPr>
                <w:rFonts w:ascii="Corbel" w:hAnsi="Corbel"/>
              </w:rPr>
              <w:t>jednostkom realizującym</w:t>
            </w:r>
            <w:r w:rsidRPr="71B8DDA0" w:rsidR="372FE2F5">
              <w:rPr>
                <w:rFonts w:ascii="Corbel" w:hAnsi="Corbel"/>
              </w:rPr>
              <w:t xml:space="preserve"> zadania z zakresu pomocy społecznej.</w:t>
            </w:r>
          </w:p>
          <w:p w:rsidRPr="00C713FB" w:rsidR="00197AF7" w:rsidP="71B8DDA0" w:rsidRDefault="00197AF7" w14:paraId="4BC3DA63" w14:textId="135AE112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 w:val="1"/>
                <w:bCs w:val="1"/>
              </w:rPr>
            </w:pPr>
            <w:r w:rsidRPr="71B8DDA0" w:rsidR="372FE2F5">
              <w:rPr>
                <w:rFonts w:ascii="Corbel" w:hAnsi="Corbel"/>
              </w:rPr>
              <w:t xml:space="preserve">Podstawowa wiedza o innych rodzajach świadczeń wynikających z </w:t>
            </w:r>
            <w:r w:rsidRPr="71B8DDA0" w:rsidR="372FE2F5">
              <w:rPr>
                <w:rFonts w:ascii="Corbel" w:hAnsi="Corbel"/>
              </w:rPr>
              <w:t>dodatkowych aktów</w:t>
            </w:r>
            <w:r w:rsidRPr="71B8DDA0" w:rsidR="372FE2F5">
              <w:rPr>
                <w:rFonts w:ascii="Corbel" w:hAnsi="Corbel"/>
              </w:rPr>
              <w:t xml:space="preserve"> prawnych, np. </w:t>
            </w:r>
            <w:r w:rsidRPr="71B8DDA0" w:rsidR="372FE2F5">
              <w:rPr>
                <w:rFonts w:ascii="Corbel" w:hAnsi="Corbel"/>
              </w:rPr>
              <w:t>Ustawy o świadczeniach rodzinnych</w:t>
            </w:r>
            <w:r w:rsidRPr="71B8DDA0" w:rsidR="372FE2F5">
              <w:rPr>
                <w:rFonts w:ascii="Corbel" w:hAnsi="Corbel"/>
              </w:rPr>
              <w:t xml:space="preserve"> i in.</w:t>
            </w:r>
          </w:p>
        </w:tc>
      </w:tr>
      <w:tr w:rsidRPr="00C713FB" w:rsidR="00197AF7" w:rsidTr="71B8DDA0" w14:paraId="0AD751B6" w14:textId="77777777">
        <w:tc>
          <w:tcPr>
            <w:tcW w:w="9520" w:type="dxa"/>
            <w:shd w:val="clear" w:color="auto" w:fill="auto"/>
            <w:tcMar/>
          </w:tcPr>
          <w:p w:rsidRPr="00C713FB" w:rsidR="00197AF7" w:rsidP="00197AF7" w:rsidRDefault="00197AF7" w14:paraId="4A17B714" w14:textId="6B48E7AC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</w:rPr>
            </w:pPr>
            <w:r w:rsidRPr="71B8DDA0" w:rsidR="372FE2F5">
              <w:rPr>
                <w:rFonts w:ascii="Corbel" w:hAnsi="Corbel"/>
              </w:rPr>
              <w:t xml:space="preserve">Praktyczne opracowanie wywiadów środowiskowych odnoszących się do sytuacji trudnej osoby/rodziny </w:t>
            </w:r>
            <w:r w:rsidRPr="71B8DDA0" w:rsidR="372FE2F5">
              <w:rPr>
                <w:rFonts w:ascii="Corbel" w:hAnsi="Corbel"/>
              </w:rPr>
              <w:t>oraz prezentacja</w:t>
            </w:r>
            <w:r w:rsidRPr="71B8DDA0" w:rsidR="372FE2F5">
              <w:rPr>
                <w:rFonts w:ascii="Corbel" w:hAnsi="Corbel"/>
              </w:rPr>
              <w:t xml:space="preserve"> na forum grupy tych przypadków, planowanie pomocy.</w:t>
            </w:r>
          </w:p>
        </w:tc>
      </w:tr>
      <w:tr w:rsidRPr="00C713FB" w:rsidR="00197AF7" w:rsidTr="71B8DDA0" w14:paraId="50554892" w14:textId="77777777">
        <w:tc>
          <w:tcPr>
            <w:tcW w:w="9520" w:type="dxa"/>
            <w:shd w:val="clear" w:color="auto" w:fill="auto"/>
            <w:tcMar/>
          </w:tcPr>
          <w:p w:rsidRPr="00C713FB" w:rsidR="00197AF7" w:rsidP="00197AF7" w:rsidRDefault="00197AF7" w14:paraId="0166659F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/>
                <w:b/>
              </w:rPr>
            </w:pPr>
            <w:r w:rsidRPr="00C713FB">
              <w:rPr>
                <w:rFonts w:ascii="Corbel" w:hAnsi="Corbel" w:eastAsia="Times New Roman"/>
                <w:lang w:eastAsia="pl-PL"/>
              </w:rPr>
              <w:t>Podsumowanie zajęć, uwagi końcowe i zaliczenie</w:t>
            </w:r>
            <w:r w:rsidRPr="00C713FB" w:rsidR="00C17DEF">
              <w:rPr>
                <w:rFonts w:ascii="Corbel" w:hAnsi="Corbel" w:eastAsia="Times New Roman"/>
                <w:lang w:eastAsia="pl-PL"/>
              </w:rPr>
              <w:t xml:space="preserve"> ćwiczeń.</w:t>
            </w:r>
          </w:p>
        </w:tc>
      </w:tr>
    </w:tbl>
    <w:p w:rsidRPr="00C713FB" w:rsidR="00A66ABF" w:rsidP="009C54AE" w:rsidRDefault="00A66ABF" w14:paraId="72CDF1A3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713FB" w:rsidR="00A66ABF" w:rsidTr="71B8DDA0" w14:paraId="02C21536" w14:textId="77777777">
        <w:tc>
          <w:tcPr>
            <w:tcW w:w="9520" w:type="dxa"/>
            <w:tcMar/>
          </w:tcPr>
          <w:p w:rsidRPr="00C713FB" w:rsidR="00A66ABF" w:rsidP="00A66ABF" w:rsidRDefault="00A66ABF" w14:paraId="61BBF565" w14:textId="375FCF0E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71B8DDA0" w:rsidR="09520C61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Treści merytoryczne </w:t>
            </w:r>
            <w:r w:rsidRPr="71B8DDA0" w:rsidR="49AF6655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ćwiczeń </w:t>
            </w:r>
            <w:r w:rsidRPr="71B8DDA0" w:rsidR="09520C61">
              <w:rPr>
                <w:rFonts w:ascii="Corbel" w:hAnsi="Corbel"/>
                <w:b w:val="1"/>
                <w:bCs w:val="1"/>
                <w:sz w:val="24"/>
                <w:szCs w:val="24"/>
              </w:rPr>
              <w:t>-</w:t>
            </w:r>
            <w:r w:rsidRPr="71B8DDA0" w:rsidR="09520C61">
              <w:rPr>
                <w:rFonts w:ascii="Corbel" w:hAnsi="Corbel"/>
                <w:b w:val="1"/>
                <w:bCs w:val="1"/>
                <w:sz w:val="24"/>
                <w:szCs w:val="24"/>
              </w:rPr>
              <w:t xml:space="preserve"> dla 2 roku, w semestrze III:</w:t>
            </w:r>
          </w:p>
        </w:tc>
      </w:tr>
      <w:tr w:rsidRPr="00C713FB" w:rsidR="00DD5152" w:rsidTr="71B8DDA0" w14:paraId="27B4BA1C" w14:textId="77777777">
        <w:tc>
          <w:tcPr>
            <w:tcW w:w="9520" w:type="dxa"/>
            <w:shd w:val="clear" w:color="auto" w:fill="auto"/>
            <w:tcMar/>
          </w:tcPr>
          <w:p w:rsidRPr="00C713FB" w:rsidR="00DD5152" w:rsidP="00F45018" w:rsidRDefault="00DD5152" w14:paraId="6AB47335" w14:textId="77777777">
            <w:pPr>
              <w:tabs>
                <w:tab w:val="left" w:pos="1395"/>
              </w:tabs>
              <w:spacing w:after="0" w:line="240" w:lineRule="auto"/>
              <w:jc w:val="both"/>
              <w:rPr>
                <w:rFonts w:ascii="Corbel" w:hAnsi="Corbel"/>
              </w:rPr>
            </w:pPr>
            <w:r w:rsidRPr="00C713FB">
              <w:rPr>
                <w:rFonts w:ascii="Corbel" w:hAnsi="Corbel"/>
              </w:rPr>
              <w:t>Zajęcia organizacyjne - szczegółowe omówienie treści programowych oraz kryteriów zaliczenia</w:t>
            </w:r>
          </w:p>
        </w:tc>
      </w:tr>
      <w:tr w:rsidRPr="00C713FB" w:rsidR="00F45018" w:rsidTr="71B8DDA0" w14:paraId="5D013B2C" w14:textId="77777777">
        <w:tc>
          <w:tcPr>
            <w:tcW w:w="9520" w:type="dxa"/>
            <w:shd w:val="clear" w:color="auto" w:fill="auto"/>
            <w:tcMar/>
          </w:tcPr>
          <w:p w:rsidRPr="00C713FB" w:rsidR="00F45018" w:rsidP="00F45018" w:rsidRDefault="00F45018" w14:paraId="7AA6686E" w14:textId="33C2816E">
            <w:pPr>
              <w:tabs>
                <w:tab w:val="left" w:pos="1395"/>
              </w:tabs>
              <w:spacing w:after="0" w:line="240" w:lineRule="auto"/>
              <w:jc w:val="both"/>
              <w:rPr>
                <w:rFonts w:ascii="Corbel" w:hAnsi="Corbel"/>
              </w:rPr>
            </w:pPr>
            <w:r w:rsidRPr="00C713FB">
              <w:rPr>
                <w:rFonts w:ascii="Corbel" w:hAnsi="Corbel"/>
                <w:bCs/>
              </w:rPr>
              <w:t>Pracownik socjalny w nowych rolach zawodowych: doradcy, mediatora, rzecznika.</w:t>
            </w:r>
          </w:p>
        </w:tc>
      </w:tr>
      <w:tr w:rsidRPr="00C713FB" w:rsidR="002B33EB" w:rsidTr="71B8DDA0" w14:paraId="3F9B2BD0" w14:textId="77777777">
        <w:tc>
          <w:tcPr>
            <w:tcW w:w="9520" w:type="dxa"/>
            <w:shd w:val="clear" w:color="auto" w:fill="auto"/>
            <w:tcMar/>
          </w:tcPr>
          <w:p w:rsidRPr="00C713FB" w:rsidR="002B33EB" w:rsidP="00F45018" w:rsidRDefault="002B33EB" w14:paraId="1E30578B" w14:textId="4BEF6A64">
            <w:pPr>
              <w:tabs>
                <w:tab w:val="left" w:pos="1395"/>
              </w:tabs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C713FB">
              <w:rPr>
                <w:rFonts w:ascii="Corbel" w:hAnsi="Corbel"/>
                <w:bCs/>
              </w:rPr>
              <w:t>Praca socjalna z trudnym klientem.</w:t>
            </w:r>
          </w:p>
        </w:tc>
      </w:tr>
      <w:tr w:rsidRPr="00C713FB" w:rsidR="00DD5152" w:rsidTr="71B8DDA0" w14:paraId="54B253A1" w14:textId="77777777">
        <w:tc>
          <w:tcPr>
            <w:tcW w:w="9520" w:type="dxa"/>
            <w:shd w:val="clear" w:color="auto" w:fill="auto"/>
            <w:tcMar/>
          </w:tcPr>
          <w:p w:rsidRPr="00C713FB" w:rsidR="00DD5152" w:rsidP="00F45018" w:rsidRDefault="00DD5152" w14:paraId="5B548655" w14:textId="1F96F50E">
            <w:pPr>
              <w:tabs>
                <w:tab w:val="left" w:pos="1395"/>
              </w:tabs>
              <w:spacing w:after="0" w:line="240" w:lineRule="auto"/>
              <w:jc w:val="both"/>
              <w:rPr>
                <w:rFonts w:ascii="Corbel" w:hAnsi="Corbel"/>
              </w:rPr>
            </w:pPr>
            <w:r w:rsidRPr="00C713FB">
              <w:rPr>
                <w:rFonts w:ascii="Corbel" w:hAnsi="Corbel"/>
              </w:rPr>
              <w:t xml:space="preserve">Praca socjalna w środowisku zamkniętym – jej specyfika, cele, formy i znaczenie. </w:t>
            </w:r>
            <w:r w:rsidRPr="00C713FB" w:rsidR="00F45018">
              <w:rPr>
                <w:rFonts w:ascii="Corbel" w:hAnsi="Corbel"/>
              </w:rPr>
              <w:t>A</w:t>
            </w:r>
            <w:r w:rsidRPr="00C713FB">
              <w:rPr>
                <w:rFonts w:ascii="Corbel" w:hAnsi="Corbel"/>
              </w:rPr>
              <w:t>naliza na wybranych przykładach</w:t>
            </w:r>
            <w:r w:rsidRPr="00C713FB" w:rsidR="00F45018">
              <w:rPr>
                <w:rFonts w:ascii="Corbel" w:hAnsi="Corbel"/>
              </w:rPr>
              <w:t>.</w:t>
            </w:r>
          </w:p>
        </w:tc>
      </w:tr>
      <w:tr w:rsidRPr="00C713FB" w:rsidR="00DD5152" w:rsidTr="71B8DDA0" w14:paraId="5391F41C" w14:textId="77777777">
        <w:tc>
          <w:tcPr>
            <w:tcW w:w="9520" w:type="dxa"/>
            <w:shd w:val="clear" w:color="auto" w:fill="auto"/>
            <w:tcMar/>
          </w:tcPr>
          <w:p w:rsidRPr="00C713FB" w:rsidR="00DD5152" w:rsidP="00F45018" w:rsidRDefault="00F45018" w14:paraId="78C5B3DC" w14:textId="76FF91B2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C713FB">
              <w:rPr>
                <w:rFonts w:ascii="Corbel" w:hAnsi="Corbel"/>
                <w:bCs/>
              </w:rPr>
              <w:t>Pracownik socjalny wobec różnych kategorii klientów i problemów społecznych. Analiza ustawy o pomocy społecznej ze szczególnym uwzględnieniem definicji oraz kryteriów przydzielenia pomocy.</w:t>
            </w:r>
          </w:p>
        </w:tc>
      </w:tr>
      <w:tr w:rsidRPr="00C713FB" w:rsidR="00DD5152" w:rsidTr="71B8DDA0" w14:paraId="69E6296B" w14:textId="77777777">
        <w:tc>
          <w:tcPr>
            <w:tcW w:w="9520" w:type="dxa"/>
            <w:shd w:val="clear" w:color="auto" w:fill="auto"/>
            <w:tcMar/>
          </w:tcPr>
          <w:p w:rsidRPr="00C713FB" w:rsidR="00DD5152" w:rsidP="00F45018" w:rsidRDefault="00F45018" w14:paraId="6341AF12" w14:textId="01A07F3D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C713FB">
              <w:rPr>
                <w:rFonts w:ascii="Corbel" w:hAnsi="Corbel"/>
              </w:rPr>
              <w:t>Świadczenia pieniężne i niepieniężne w pomocy społecznej. Kryteria i sposoby obliczania ich wysokości zgodnie z ustawą o pomocy społecznej przy zastosowaniu wywiadu środowiskowego cz. I.</w:t>
            </w:r>
          </w:p>
        </w:tc>
      </w:tr>
      <w:tr w:rsidRPr="00C713FB" w:rsidR="00DD5152" w:rsidTr="71B8DDA0" w14:paraId="67E83A61" w14:textId="77777777">
        <w:tc>
          <w:tcPr>
            <w:tcW w:w="9520" w:type="dxa"/>
            <w:shd w:val="clear" w:color="auto" w:fill="auto"/>
            <w:tcMar/>
          </w:tcPr>
          <w:p w:rsidRPr="00C713FB" w:rsidR="00DD5152" w:rsidP="00DD5152" w:rsidRDefault="00F45018" w14:paraId="3DCFCC95" w14:textId="747D5699">
            <w:pPr>
              <w:spacing w:after="0" w:line="240" w:lineRule="auto"/>
              <w:rPr>
                <w:rFonts w:ascii="Corbel" w:hAnsi="Corbel"/>
              </w:rPr>
            </w:pPr>
            <w:r w:rsidRPr="00C713FB">
              <w:rPr>
                <w:rFonts w:ascii="Corbel" w:hAnsi="Corbel"/>
              </w:rPr>
              <w:t>Dialog Motywujący w pracy socjalnej z osobami współuzależnionymi od alkoholu.</w:t>
            </w:r>
          </w:p>
        </w:tc>
      </w:tr>
      <w:tr w:rsidRPr="00C713FB" w:rsidR="00F45018" w:rsidTr="71B8DDA0" w14:paraId="4E7FACA8" w14:textId="77777777">
        <w:tc>
          <w:tcPr>
            <w:tcW w:w="9520" w:type="dxa"/>
            <w:shd w:val="clear" w:color="auto" w:fill="auto"/>
            <w:tcMar/>
          </w:tcPr>
          <w:p w:rsidRPr="00C713FB" w:rsidR="00F45018" w:rsidP="00DD5152" w:rsidRDefault="00F45018" w14:paraId="67C36828" w14:textId="064125AA">
            <w:pPr>
              <w:spacing w:after="0" w:line="240" w:lineRule="auto"/>
              <w:rPr>
                <w:rFonts w:ascii="Corbel" w:hAnsi="Corbel"/>
              </w:rPr>
            </w:pPr>
            <w:r w:rsidRPr="00C713FB">
              <w:rPr>
                <w:rFonts w:ascii="Corbel" w:hAnsi="Corbel"/>
              </w:rPr>
              <w:t>Perspektywy wykorzystania Podejścia Skoncentrowanego na Rozwiązaniach w pracy socjalnej.</w:t>
            </w:r>
          </w:p>
        </w:tc>
      </w:tr>
      <w:tr w:rsidRPr="00C713FB" w:rsidR="00F45018" w:rsidTr="71B8DDA0" w14:paraId="48259E46" w14:textId="77777777">
        <w:tc>
          <w:tcPr>
            <w:tcW w:w="9520" w:type="dxa"/>
            <w:shd w:val="clear" w:color="auto" w:fill="auto"/>
            <w:tcMar/>
          </w:tcPr>
          <w:p w:rsidRPr="00C713FB" w:rsidR="00F45018" w:rsidP="00DD5152" w:rsidRDefault="00F45018" w14:paraId="4BA9B22F" w14:textId="5A806D75">
            <w:pPr>
              <w:spacing w:after="0" w:line="240" w:lineRule="auto"/>
              <w:rPr>
                <w:rFonts w:ascii="Corbel" w:hAnsi="Corbel"/>
              </w:rPr>
            </w:pPr>
            <w:r w:rsidRPr="00C713FB">
              <w:rPr>
                <w:rFonts w:ascii="Corbel" w:hAnsi="Corbel"/>
              </w:rPr>
              <w:t>Coaching w pomocy społecznej – jego zastosowanie i ograniczenia.</w:t>
            </w:r>
          </w:p>
        </w:tc>
      </w:tr>
      <w:tr w:rsidRPr="00C713FB" w:rsidR="002B33EB" w:rsidTr="71B8DDA0" w14:paraId="40FAD0F2" w14:textId="77777777">
        <w:tc>
          <w:tcPr>
            <w:tcW w:w="9520" w:type="dxa"/>
            <w:shd w:val="clear" w:color="auto" w:fill="auto"/>
            <w:tcMar/>
          </w:tcPr>
          <w:p w:rsidRPr="00C713FB" w:rsidR="002B33EB" w:rsidP="00DD5152" w:rsidRDefault="002B33EB" w14:paraId="19CBF821" w14:textId="41AF9F0F">
            <w:pPr>
              <w:spacing w:after="0" w:line="240" w:lineRule="auto"/>
              <w:rPr>
                <w:rFonts w:ascii="Corbel" w:hAnsi="Corbel"/>
              </w:rPr>
            </w:pPr>
            <w:r w:rsidRPr="71B8DDA0" w:rsidR="026DAB39">
              <w:rPr>
                <w:rFonts w:ascii="Corbel" w:hAnsi="Corbel"/>
              </w:rPr>
              <w:t xml:space="preserve">Realizacja procedury „Niebieskie Karty” </w:t>
            </w:r>
            <w:r w:rsidRPr="71B8DDA0" w:rsidR="026DAB39">
              <w:rPr>
                <w:rFonts w:ascii="Corbel" w:hAnsi="Corbel"/>
              </w:rPr>
              <w:t>i działania</w:t>
            </w:r>
            <w:r w:rsidRPr="71B8DDA0" w:rsidR="026DAB39">
              <w:rPr>
                <w:rFonts w:ascii="Corbel" w:hAnsi="Corbel"/>
              </w:rPr>
              <w:t xml:space="preserve"> zespołów interdyscyplinarnych.</w:t>
            </w:r>
          </w:p>
        </w:tc>
      </w:tr>
      <w:tr w:rsidRPr="00C713FB" w:rsidR="00DD5152" w:rsidTr="71B8DDA0" w14:paraId="1F45B345" w14:textId="77777777">
        <w:tc>
          <w:tcPr>
            <w:tcW w:w="9520" w:type="dxa"/>
            <w:shd w:val="clear" w:color="auto" w:fill="auto"/>
            <w:tcMar/>
          </w:tcPr>
          <w:p w:rsidRPr="00C713FB" w:rsidR="00DD5152" w:rsidP="71B8DDA0" w:rsidRDefault="00DD5152" w14:paraId="06950DF9" w14:textId="0E3389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71B8DDA0" w:rsidR="1C41C6C4">
              <w:rPr>
                <w:rFonts w:ascii="Corbel" w:hAnsi="Corbel"/>
              </w:rPr>
              <w:t xml:space="preserve">Organizacja </w:t>
            </w:r>
            <w:r w:rsidRPr="71B8DDA0" w:rsidR="1C41C6C4">
              <w:rPr>
                <w:rFonts w:ascii="Corbel" w:hAnsi="Corbel"/>
              </w:rPr>
              <w:t>systemu pieczy</w:t>
            </w:r>
            <w:r w:rsidRPr="71B8DDA0" w:rsidR="1C41C6C4">
              <w:rPr>
                <w:rFonts w:ascii="Corbel" w:hAnsi="Corbel"/>
              </w:rPr>
              <w:t xml:space="preserve"> zastępczej w Polsce</w:t>
            </w:r>
            <w:r w:rsidRPr="71B8DDA0" w:rsidR="026DAB39">
              <w:rPr>
                <w:rFonts w:ascii="Corbel" w:hAnsi="Corbel"/>
              </w:rPr>
              <w:t>.</w:t>
            </w:r>
          </w:p>
        </w:tc>
      </w:tr>
      <w:tr w:rsidRPr="00C713FB" w:rsidR="00DD5152" w:rsidTr="71B8DDA0" w14:paraId="23B18C3A" w14:textId="77777777">
        <w:tc>
          <w:tcPr>
            <w:tcW w:w="9520" w:type="dxa"/>
            <w:shd w:val="clear" w:color="auto" w:fill="auto"/>
            <w:tcMar/>
          </w:tcPr>
          <w:p w:rsidRPr="00C713FB" w:rsidR="00DD5152" w:rsidP="00DD5152" w:rsidRDefault="00DD5152" w14:paraId="1A82B6F5" w14:textId="0FA55D71">
            <w:pPr>
              <w:spacing w:after="0" w:line="240" w:lineRule="auto"/>
              <w:rPr>
                <w:rFonts w:ascii="Corbel" w:hAnsi="Corbel"/>
              </w:rPr>
            </w:pPr>
            <w:r w:rsidRPr="00C713FB">
              <w:rPr>
                <w:rFonts w:ascii="Corbel" w:hAnsi="Corbel"/>
              </w:rPr>
              <w:t xml:space="preserve">Streetworking </w:t>
            </w:r>
            <w:r w:rsidRPr="00C713FB" w:rsidR="002B33EB">
              <w:rPr>
                <w:rFonts w:ascii="Corbel" w:hAnsi="Corbel"/>
              </w:rPr>
              <w:t xml:space="preserve">i </w:t>
            </w:r>
            <w:proofErr w:type="spellStart"/>
            <w:r w:rsidRPr="00C713FB" w:rsidR="002B33EB">
              <w:rPr>
                <w:rFonts w:ascii="Corbel" w:hAnsi="Corbel"/>
              </w:rPr>
              <w:t>partyworking</w:t>
            </w:r>
            <w:proofErr w:type="spellEnd"/>
            <w:r w:rsidRPr="00C713FB" w:rsidR="002B33EB">
              <w:rPr>
                <w:rFonts w:ascii="Corbel" w:hAnsi="Corbel"/>
              </w:rPr>
              <w:t xml:space="preserve"> </w:t>
            </w:r>
            <w:r w:rsidRPr="00C713FB">
              <w:rPr>
                <w:rFonts w:ascii="Corbel" w:hAnsi="Corbel"/>
              </w:rPr>
              <w:t>jako forma działań pomocowych – jego istota, cele i metody</w:t>
            </w:r>
            <w:r w:rsidRPr="00C713FB" w:rsidR="002B33EB">
              <w:rPr>
                <w:rFonts w:ascii="Corbel" w:hAnsi="Corbel"/>
              </w:rPr>
              <w:t>.</w:t>
            </w:r>
          </w:p>
        </w:tc>
      </w:tr>
      <w:tr w:rsidRPr="00C713FB" w:rsidR="00DD5152" w:rsidTr="71B8DDA0" w14:paraId="0E278695" w14:textId="77777777">
        <w:tc>
          <w:tcPr>
            <w:tcW w:w="9520" w:type="dxa"/>
            <w:shd w:val="clear" w:color="auto" w:fill="auto"/>
            <w:tcMar/>
          </w:tcPr>
          <w:p w:rsidRPr="00C713FB" w:rsidR="00DD5152" w:rsidP="00DD5152" w:rsidRDefault="00DD5152" w14:paraId="30CEF205" w14:textId="77777777">
            <w:pPr>
              <w:tabs>
                <w:tab w:val="left" w:pos="1395"/>
              </w:tabs>
              <w:spacing w:after="0" w:line="240" w:lineRule="auto"/>
              <w:rPr>
                <w:rFonts w:ascii="Corbel" w:hAnsi="Corbel" w:eastAsia="Times New Roman"/>
                <w:lang w:eastAsia="pl-PL"/>
              </w:rPr>
            </w:pPr>
            <w:r w:rsidRPr="00C713FB">
              <w:rPr>
                <w:rFonts w:ascii="Corbel" w:hAnsi="Corbel" w:eastAsia="Times New Roman"/>
                <w:lang w:eastAsia="pl-PL"/>
              </w:rPr>
              <w:t xml:space="preserve">Podsumowanie </w:t>
            </w:r>
            <w:r w:rsidRPr="00C713FB" w:rsidR="00573478">
              <w:rPr>
                <w:rFonts w:ascii="Corbel" w:hAnsi="Corbel" w:eastAsia="Times New Roman"/>
                <w:lang w:eastAsia="pl-PL"/>
              </w:rPr>
              <w:t>zajęć</w:t>
            </w:r>
            <w:r w:rsidRPr="00C713FB" w:rsidR="00066EC2">
              <w:rPr>
                <w:rFonts w:ascii="Corbel" w:hAnsi="Corbel" w:eastAsia="Times New Roman"/>
                <w:lang w:eastAsia="pl-PL"/>
              </w:rPr>
              <w:t>, uwagi końcowe</w:t>
            </w:r>
            <w:r w:rsidRPr="00C713FB" w:rsidR="00573478">
              <w:rPr>
                <w:rFonts w:ascii="Corbel" w:hAnsi="Corbel" w:eastAsia="Times New Roman"/>
                <w:lang w:eastAsia="pl-PL"/>
              </w:rPr>
              <w:t xml:space="preserve"> i </w:t>
            </w:r>
            <w:r w:rsidRPr="00C713FB">
              <w:rPr>
                <w:rFonts w:ascii="Corbel" w:hAnsi="Corbel" w:eastAsia="Times New Roman"/>
                <w:lang w:eastAsia="pl-PL"/>
              </w:rPr>
              <w:t xml:space="preserve">zaliczenie </w:t>
            </w:r>
            <w:r w:rsidRPr="00C713FB" w:rsidR="005138D7">
              <w:rPr>
                <w:rFonts w:ascii="Corbel" w:hAnsi="Corbel" w:eastAsia="Times New Roman"/>
                <w:lang w:eastAsia="pl-PL"/>
              </w:rPr>
              <w:t>ćwiczeń.</w:t>
            </w:r>
          </w:p>
        </w:tc>
      </w:tr>
    </w:tbl>
    <w:p w:rsidRPr="00C713FB" w:rsidR="00A66ABF" w:rsidP="009C54AE" w:rsidRDefault="00A66ABF" w14:paraId="1D62B0A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C713FB" w:rsidR="0085747A" w:rsidP="00834971" w:rsidRDefault="009F4610" w14:paraId="6E201583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713FB">
        <w:rPr>
          <w:rFonts w:ascii="Corbel" w:hAnsi="Corbel"/>
          <w:smallCaps w:val="0"/>
          <w:szCs w:val="24"/>
        </w:rPr>
        <w:t>3.4 Metody dydaktyczne</w:t>
      </w:r>
      <w:r w:rsidRPr="00C713FB">
        <w:rPr>
          <w:rFonts w:ascii="Corbel" w:hAnsi="Corbel"/>
          <w:b w:val="0"/>
          <w:smallCaps w:val="0"/>
          <w:szCs w:val="24"/>
        </w:rPr>
        <w:t xml:space="preserve"> </w:t>
      </w:r>
    </w:p>
    <w:p w:rsidRPr="00C713FB" w:rsidR="00834971" w:rsidP="00834971" w:rsidRDefault="00834971" w14:paraId="5FE645C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Pr="00C713FB" w:rsidR="00834971" w:rsidP="00834971" w:rsidRDefault="00834971" w14:paraId="20103252" w14:textId="77777777">
      <w:pPr>
        <w:numPr>
          <w:ilvl w:val="0"/>
          <w:numId w:val="16"/>
        </w:numPr>
        <w:spacing w:after="0" w:line="240" w:lineRule="auto"/>
        <w:contextualSpacing/>
        <w:rPr>
          <w:rFonts w:ascii="Corbel" w:hAnsi="Corbel"/>
        </w:rPr>
      </w:pPr>
      <w:r w:rsidRPr="00C713FB">
        <w:rPr>
          <w:rFonts w:ascii="Corbel" w:hAnsi="Corbel"/>
          <w:u w:val="single"/>
        </w:rPr>
        <w:t xml:space="preserve">Wykład: </w:t>
      </w:r>
      <w:r w:rsidRPr="00C713FB">
        <w:rPr>
          <w:rFonts w:ascii="Corbel" w:hAnsi="Corbel"/>
        </w:rPr>
        <w:t xml:space="preserve">wykład problemowy, wykład z prezentacją multimedialną, prezentacja i analiza przypadków. </w:t>
      </w:r>
    </w:p>
    <w:p w:rsidRPr="00C713FB" w:rsidR="00834971" w:rsidP="00834971" w:rsidRDefault="00834971" w14:paraId="286748C2" w14:textId="710F73A2">
      <w:pPr>
        <w:numPr>
          <w:ilvl w:val="0"/>
          <w:numId w:val="16"/>
        </w:numPr>
        <w:spacing w:after="0" w:line="240" w:lineRule="auto"/>
        <w:contextualSpacing/>
        <w:rPr>
          <w:rFonts w:ascii="Corbel" w:hAnsi="Corbel"/>
        </w:rPr>
      </w:pPr>
      <w:r w:rsidRPr="71B8DDA0" w:rsidR="00834971">
        <w:rPr>
          <w:rFonts w:ascii="Corbel" w:hAnsi="Corbel"/>
          <w:u w:val="single"/>
        </w:rPr>
        <w:t>Ćwiczenia:</w:t>
      </w:r>
      <w:r w:rsidRPr="71B8DDA0" w:rsidR="00834971">
        <w:rPr>
          <w:rFonts w:ascii="Corbel" w:hAnsi="Corbel"/>
          <w:u w:val="single"/>
        </w:rPr>
        <w:t xml:space="preserve"> </w:t>
      </w:r>
      <w:r w:rsidRPr="71B8DDA0" w:rsidR="00834971">
        <w:rPr>
          <w:rFonts w:ascii="Corbel" w:hAnsi="Corbel"/>
        </w:rPr>
        <w:t xml:space="preserve">analiza i interpretacja tekstów źródłowych, praca w grupach, analiza przypadków, dyskusja kierowana, projekt. </w:t>
      </w:r>
    </w:p>
    <w:p w:rsidRPr="00C713FB" w:rsidR="00E960BB" w:rsidP="009C54AE" w:rsidRDefault="00E960BB" w14:paraId="1D5F139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C713FB" w:rsidR="0085747A" w:rsidP="009C54AE" w:rsidRDefault="00C61DC5" w14:paraId="637E7A6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713FB">
        <w:rPr>
          <w:rFonts w:ascii="Corbel" w:hAnsi="Corbel"/>
          <w:smallCaps w:val="0"/>
          <w:szCs w:val="24"/>
        </w:rPr>
        <w:t xml:space="preserve">4. </w:t>
      </w:r>
      <w:r w:rsidRPr="00C713FB" w:rsidR="0085747A">
        <w:rPr>
          <w:rFonts w:ascii="Corbel" w:hAnsi="Corbel"/>
          <w:smallCaps w:val="0"/>
          <w:szCs w:val="24"/>
        </w:rPr>
        <w:t>METODY I KRYTERIA OCENY</w:t>
      </w:r>
      <w:r w:rsidRPr="00C713FB" w:rsidR="009F4610">
        <w:rPr>
          <w:rFonts w:ascii="Corbel" w:hAnsi="Corbel"/>
          <w:smallCaps w:val="0"/>
          <w:szCs w:val="24"/>
        </w:rPr>
        <w:t xml:space="preserve"> </w:t>
      </w:r>
    </w:p>
    <w:p w:rsidRPr="00C713FB" w:rsidR="00923D7D" w:rsidP="009C54AE" w:rsidRDefault="00923D7D" w14:paraId="062A2A9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C713FB" w:rsidR="0085747A" w:rsidP="009C54AE" w:rsidRDefault="0085747A" w14:paraId="1AAFC72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13FB">
        <w:rPr>
          <w:rFonts w:ascii="Corbel" w:hAnsi="Corbel"/>
          <w:smallCaps w:val="0"/>
          <w:szCs w:val="24"/>
        </w:rPr>
        <w:t xml:space="preserve">4.1 Sposoby weryfikacji efektów </w:t>
      </w:r>
      <w:r w:rsidRPr="00C713FB" w:rsidR="00C05F44">
        <w:rPr>
          <w:rFonts w:ascii="Corbel" w:hAnsi="Corbel"/>
          <w:smallCaps w:val="0"/>
          <w:szCs w:val="24"/>
        </w:rPr>
        <w:t>uczenia się</w:t>
      </w:r>
    </w:p>
    <w:p w:rsidRPr="00C713FB" w:rsidR="0085747A" w:rsidP="009C54AE" w:rsidRDefault="0085747A" w14:paraId="6478122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C713FB" w:rsidR="0085747A" w:rsidTr="00E374B9" w14:paraId="1B4E5934" w14:textId="77777777">
        <w:tc>
          <w:tcPr>
            <w:tcW w:w="1962" w:type="dxa"/>
            <w:vAlign w:val="center"/>
          </w:tcPr>
          <w:p w:rsidRPr="00C713FB" w:rsidR="0085747A" w:rsidP="009C54AE" w:rsidRDefault="0071620A" w14:paraId="6D5CA2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C713FB" w:rsidR="0085747A" w:rsidP="009C54AE" w:rsidRDefault="00F974DA" w14:paraId="15E3529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C713FB" w:rsidR="0085747A" w:rsidP="009C54AE" w:rsidRDefault="009F4610" w14:paraId="4CE515E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C713FB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C713FB" w:rsidR="00923D7D" w:rsidP="009C54AE" w:rsidRDefault="0085747A" w14:paraId="0B85C94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C713FB" w:rsidR="0085747A" w:rsidP="009C54AE" w:rsidRDefault="0085747A" w14:paraId="2686C55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713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713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C713FB" w:rsidR="00284F34" w:rsidTr="00E374B9" w14:paraId="17D2AF51" w14:textId="77777777">
        <w:tc>
          <w:tcPr>
            <w:tcW w:w="1962" w:type="dxa"/>
          </w:tcPr>
          <w:p w:rsidRPr="00C713FB" w:rsidR="00284F34" w:rsidP="00284F34" w:rsidRDefault="00284F34" w14:paraId="27C0E0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13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Pr="00C713FB" w:rsidR="00284F34" w:rsidP="002B33EB" w:rsidRDefault="00284F34" w14:paraId="2D67F894" w14:textId="0ECE90DC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C713FB">
              <w:rPr>
                <w:rFonts w:ascii="Corbel" w:hAnsi="Corbel"/>
                <w:smallCaps/>
              </w:rPr>
              <w:t>kolokwium ustne,</w:t>
            </w:r>
            <w:r w:rsidRPr="00C713FB" w:rsidR="002B33EB">
              <w:rPr>
                <w:rFonts w:ascii="Corbel" w:hAnsi="Corbel"/>
                <w:smallCaps/>
              </w:rPr>
              <w:t xml:space="preserve"> kolokwium pisemne,</w:t>
            </w:r>
            <w:r w:rsidRPr="00C713FB">
              <w:rPr>
                <w:rFonts w:ascii="Corbel" w:hAnsi="Corbel"/>
                <w:smallCaps/>
              </w:rPr>
              <w:t xml:space="preserve"> egzamin ustny</w:t>
            </w:r>
          </w:p>
        </w:tc>
        <w:tc>
          <w:tcPr>
            <w:tcW w:w="2117" w:type="dxa"/>
          </w:tcPr>
          <w:p w:rsidRPr="00C713FB" w:rsidR="00284F34" w:rsidP="00284F34" w:rsidRDefault="00284F34" w14:paraId="08B80CE0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C713FB">
              <w:rPr>
                <w:rFonts w:ascii="Corbel" w:hAnsi="Corbel"/>
                <w:smallCaps/>
              </w:rPr>
              <w:t>wykład +ćwiczenia</w:t>
            </w:r>
          </w:p>
        </w:tc>
      </w:tr>
      <w:tr w:rsidRPr="00C713FB" w:rsidR="00284F34" w:rsidTr="00ED046A" w14:paraId="4983B4F7" w14:textId="77777777">
        <w:trPr>
          <w:trHeight w:val="585"/>
        </w:trPr>
        <w:tc>
          <w:tcPr>
            <w:tcW w:w="1962" w:type="dxa"/>
          </w:tcPr>
          <w:p w:rsidRPr="00C713FB" w:rsidR="00284F34" w:rsidP="00284F34" w:rsidRDefault="00284F34" w14:paraId="089C63E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Pr="00C713FB" w:rsidR="00284F34" w:rsidP="002B33EB" w:rsidRDefault="00284F34" w14:paraId="72B19EEF" w14:textId="1EAE59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trike/>
                <w:szCs w:val="24"/>
              </w:rPr>
            </w:pPr>
            <w:r w:rsidRPr="00C713FB">
              <w:rPr>
                <w:rFonts w:ascii="Corbel" w:hAnsi="Corbel"/>
                <w:b w:val="0"/>
                <w:bCs/>
              </w:rPr>
              <w:t>kolokwium ustne,</w:t>
            </w:r>
            <w:r w:rsidRPr="00C713FB" w:rsidR="002B33EB">
              <w:rPr>
                <w:rFonts w:ascii="Corbel" w:hAnsi="Corbel"/>
                <w:b w:val="0"/>
                <w:bCs/>
              </w:rPr>
              <w:t xml:space="preserve"> kolokwium pisemne,</w:t>
            </w:r>
            <w:r w:rsidRPr="00C713FB">
              <w:rPr>
                <w:rFonts w:ascii="Corbel" w:hAnsi="Corbel"/>
                <w:b w:val="0"/>
                <w:bCs/>
              </w:rPr>
              <w:t xml:space="preserve"> egzamin ustny, opracowanie Projektu (1) + (2)</w:t>
            </w:r>
          </w:p>
        </w:tc>
        <w:tc>
          <w:tcPr>
            <w:tcW w:w="2117" w:type="dxa"/>
          </w:tcPr>
          <w:p w:rsidRPr="00C713FB" w:rsidR="00284F34" w:rsidP="00284F34" w:rsidRDefault="00284F34" w14:paraId="232B26FE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C713FB">
              <w:rPr>
                <w:rFonts w:ascii="Corbel" w:hAnsi="Corbel"/>
                <w:smallCaps/>
              </w:rPr>
              <w:t>wykład +ćwiczenia</w:t>
            </w:r>
          </w:p>
        </w:tc>
      </w:tr>
      <w:tr w:rsidRPr="00C713FB" w:rsidR="00ED046A" w:rsidTr="00E374B9" w14:paraId="57ADF3E0" w14:textId="77777777">
        <w:tc>
          <w:tcPr>
            <w:tcW w:w="1962" w:type="dxa"/>
          </w:tcPr>
          <w:p w:rsidRPr="00C713FB" w:rsidR="00ED046A" w:rsidP="00ED046A" w:rsidRDefault="00ED046A" w14:paraId="5CC247A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Pr="00C713FB" w:rsidR="00ED046A" w:rsidP="002B33EB" w:rsidRDefault="00ED046A" w14:paraId="2443253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713FB">
              <w:rPr>
                <w:rFonts w:ascii="Corbel" w:hAnsi="Corbel"/>
                <w:b w:val="0"/>
                <w:color w:val="000000"/>
              </w:rPr>
              <w:t>Obserwacja w trakcie zajęć</w:t>
            </w:r>
          </w:p>
        </w:tc>
        <w:tc>
          <w:tcPr>
            <w:tcW w:w="2117" w:type="dxa"/>
          </w:tcPr>
          <w:p w:rsidRPr="00C713FB" w:rsidR="00ED046A" w:rsidP="00ED046A" w:rsidRDefault="00ED046A" w14:paraId="3EF853A7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C713FB">
              <w:rPr>
                <w:rFonts w:ascii="Corbel" w:hAnsi="Corbel"/>
                <w:smallCaps/>
              </w:rPr>
              <w:t>ćwiczenia</w:t>
            </w:r>
          </w:p>
        </w:tc>
      </w:tr>
      <w:tr w:rsidRPr="00C713FB" w:rsidR="00ED046A" w:rsidTr="00E374B9" w14:paraId="5AB5A69C" w14:textId="77777777">
        <w:tc>
          <w:tcPr>
            <w:tcW w:w="1962" w:type="dxa"/>
          </w:tcPr>
          <w:p w:rsidRPr="00C713FB" w:rsidR="00ED046A" w:rsidP="00ED046A" w:rsidRDefault="00ED046A" w14:paraId="4771B9C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13FB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41" w:type="dxa"/>
          </w:tcPr>
          <w:p w:rsidRPr="00C713FB" w:rsidR="00ED046A" w:rsidP="002B33EB" w:rsidRDefault="00ED046A" w14:paraId="70F10C96" w14:textId="58CA0A7A">
            <w:pPr>
              <w:spacing w:after="0" w:line="240" w:lineRule="auto"/>
              <w:jc w:val="center"/>
              <w:rPr>
                <w:rFonts w:ascii="Corbel" w:hAnsi="Corbel"/>
                <w:smallCaps/>
              </w:rPr>
            </w:pPr>
            <w:r w:rsidRPr="00C713FB">
              <w:rPr>
                <w:rFonts w:ascii="Corbel" w:hAnsi="Corbel"/>
                <w:smallCaps/>
              </w:rPr>
              <w:t>kolokwium ustne,</w:t>
            </w:r>
            <w:r w:rsidRPr="00C713FB" w:rsidR="002B33EB">
              <w:rPr>
                <w:rFonts w:ascii="Corbel" w:hAnsi="Corbel"/>
                <w:smallCaps/>
              </w:rPr>
              <w:t xml:space="preserve"> kolokwium pisemne,</w:t>
            </w:r>
            <w:r w:rsidRPr="00C713FB">
              <w:rPr>
                <w:rFonts w:ascii="Corbel" w:hAnsi="Corbel"/>
                <w:smallCaps/>
              </w:rPr>
              <w:t xml:space="preserve"> egzamin ustny,</w:t>
            </w:r>
          </w:p>
          <w:p w:rsidRPr="00C713FB" w:rsidR="00ED046A" w:rsidP="002B33EB" w:rsidRDefault="00ED046A" w14:paraId="6A7CDC0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C713FB">
              <w:rPr>
                <w:rFonts w:ascii="Corbel" w:hAnsi="Corbel"/>
                <w:b w:val="0"/>
              </w:rPr>
              <w:t>opracowanie Projektu (1) + (2)</w:t>
            </w:r>
          </w:p>
        </w:tc>
        <w:tc>
          <w:tcPr>
            <w:tcW w:w="2117" w:type="dxa"/>
          </w:tcPr>
          <w:p w:rsidRPr="00C713FB" w:rsidR="00ED046A" w:rsidP="00ED046A" w:rsidRDefault="00ED046A" w14:paraId="5311534E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C713FB">
              <w:rPr>
                <w:rFonts w:ascii="Corbel" w:hAnsi="Corbel"/>
                <w:smallCaps/>
              </w:rPr>
              <w:t>wykład +ćwiczenia</w:t>
            </w:r>
          </w:p>
        </w:tc>
      </w:tr>
      <w:tr w:rsidRPr="00C713FB" w:rsidR="00ED046A" w:rsidTr="00E374B9" w14:paraId="167C7069" w14:textId="77777777">
        <w:tc>
          <w:tcPr>
            <w:tcW w:w="1962" w:type="dxa"/>
          </w:tcPr>
          <w:p w:rsidRPr="00C713FB" w:rsidR="00ED046A" w:rsidP="00ED046A" w:rsidRDefault="00ED046A" w14:paraId="05C58F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Pr="00C713FB" w:rsidR="00ED046A" w:rsidP="002B33EB" w:rsidRDefault="00ED046A" w14:paraId="07158FA0" w14:textId="7F845D48">
            <w:pPr>
              <w:spacing w:after="0" w:line="240" w:lineRule="auto"/>
              <w:jc w:val="center"/>
              <w:rPr>
                <w:rFonts w:ascii="Corbel" w:hAnsi="Corbel"/>
                <w:i/>
                <w:smallCaps/>
                <w:strike/>
              </w:rPr>
            </w:pPr>
            <w:r w:rsidRPr="00C713FB">
              <w:rPr>
                <w:rFonts w:ascii="Corbel" w:hAnsi="Corbel"/>
                <w:smallCaps/>
              </w:rPr>
              <w:t>kolokwium ustne,</w:t>
            </w:r>
            <w:r w:rsidRPr="00C713FB" w:rsidR="002B33EB">
              <w:rPr>
                <w:rFonts w:ascii="Corbel" w:hAnsi="Corbel"/>
                <w:smallCaps/>
              </w:rPr>
              <w:t xml:space="preserve"> kolokwium pisemne,</w:t>
            </w:r>
            <w:r w:rsidRPr="00C713FB">
              <w:rPr>
                <w:rFonts w:ascii="Corbel" w:hAnsi="Corbel"/>
                <w:smallCaps/>
              </w:rPr>
              <w:t xml:space="preserve"> egzamin ustny</w:t>
            </w:r>
          </w:p>
        </w:tc>
        <w:tc>
          <w:tcPr>
            <w:tcW w:w="2117" w:type="dxa"/>
          </w:tcPr>
          <w:p w:rsidRPr="00C713FB" w:rsidR="00ED046A" w:rsidP="00ED046A" w:rsidRDefault="00ED046A" w14:paraId="6133ACE3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C713FB">
              <w:rPr>
                <w:rFonts w:ascii="Corbel" w:hAnsi="Corbel"/>
                <w:smallCaps/>
              </w:rPr>
              <w:t>wykład +ćwiczenia</w:t>
            </w:r>
          </w:p>
        </w:tc>
      </w:tr>
      <w:tr w:rsidRPr="00C713FB" w:rsidR="00ED046A" w:rsidTr="00E374B9" w14:paraId="6847983B" w14:textId="77777777">
        <w:tc>
          <w:tcPr>
            <w:tcW w:w="1962" w:type="dxa"/>
          </w:tcPr>
          <w:p w:rsidRPr="00C713FB" w:rsidR="00ED046A" w:rsidP="00ED046A" w:rsidRDefault="00ED046A" w14:paraId="3EF12DD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3F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Pr="00C713FB" w:rsidR="00ED046A" w:rsidP="002B33EB" w:rsidRDefault="00ED046A" w14:paraId="45790FD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713FB">
              <w:rPr>
                <w:rFonts w:ascii="Corbel" w:hAnsi="Corbel"/>
                <w:b w:val="0"/>
                <w:color w:val="000000"/>
              </w:rPr>
              <w:t>Obserwacja w trakcie zajęć</w:t>
            </w:r>
          </w:p>
        </w:tc>
        <w:tc>
          <w:tcPr>
            <w:tcW w:w="2117" w:type="dxa"/>
          </w:tcPr>
          <w:p w:rsidRPr="00C713FB" w:rsidR="00ED046A" w:rsidP="00ED046A" w:rsidRDefault="00ED046A" w14:paraId="50625AF0" w14:textId="77777777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C713FB">
              <w:rPr>
                <w:rFonts w:ascii="Corbel" w:hAnsi="Corbel"/>
                <w:smallCaps/>
              </w:rPr>
              <w:t>ćwiczenia</w:t>
            </w:r>
          </w:p>
        </w:tc>
      </w:tr>
    </w:tbl>
    <w:p w:rsidRPr="00C713FB" w:rsidR="00ED046A" w:rsidP="009C54AE" w:rsidRDefault="00ED046A" w14:paraId="1DA7F09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713FB" w:rsidR="0085747A" w:rsidP="009C54AE" w:rsidRDefault="003E1941" w14:paraId="4EC6A76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713FB">
        <w:rPr>
          <w:rFonts w:ascii="Corbel" w:hAnsi="Corbel"/>
          <w:smallCaps w:val="0"/>
          <w:szCs w:val="24"/>
        </w:rPr>
        <w:t xml:space="preserve">4.2 </w:t>
      </w:r>
      <w:r w:rsidRPr="00C713FB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C713FB" w:rsidR="00923D7D">
        <w:rPr>
          <w:rFonts w:ascii="Corbel" w:hAnsi="Corbel"/>
          <w:smallCaps w:val="0"/>
          <w:szCs w:val="24"/>
        </w:rPr>
        <w:t xml:space="preserve"> </w:t>
      </w:r>
    </w:p>
    <w:p w:rsidRPr="00C713FB" w:rsidR="00923D7D" w:rsidP="009C54AE" w:rsidRDefault="00923D7D" w14:paraId="3611EC1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94"/>
      </w:tblGrid>
      <w:tr w:rsidRPr="00C713FB" w:rsidR="00DE0C31" w:rsidTr="71B8DDA0" w14:paraId="2484BE42" w14:textId="77777777">
        <w:tc>
          <w:tcPr>
            <w:tcW w:w="9244" w:type="dxa"/>
            <w:tcMar/>
          </w:tcPr>
          <w:p w:rsidRPr="00C713FB" w:rsidR="00DE0C31" w:rsidP="00DE0C31" w:rsidRDefault="00DE0C31" w14:paraId="689C2DD6" w14:textId="7777777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C713FB">
              <w:rPr>
                <w:rFonts w:ascii="Corbel" w:hAnsi="Corbel"/>
                <w:b/>
                <w:sz w:val="20"/>
                <w:szCs w:val="20"/>
              </w:rPr>
              <w:t xml:space="preserve">Dla </w:t>
            </w:r>
            <w:r w:rsidRPr="00C713FB" w:rsidR="009224F6">
              <w:rPr>
                <w:rFonts w:ascii="Corbel" w:hAnsi="Corbel"/>
                <w:b/>
                <w:sz w:val="20"/>
                <w:szCs w:val="20"/>
              </w:rPr>
              <w:t>1</w:t>
            </w:r>
            <w:r w:rsidRPr="00C713FB">
              <w:rPr>
                <w:rFonts w:ascii="Corbel" w:hAnsi="Corbel"/>
                <w:b/>
                <w:sz w:val="20"/>
                <w:szCs w:val="20"/>
              </w:rPr>
              <w:t xml:space="preserve"> roku, w semestrze</w:t>
            </w:r>
            <w:r w:rsidRPr="00C713FB" w:rsidR="009224F6">
              <w:rPr>
                <w:rFonts w:ascii="Corbel" w:hAnsi="Corbel"/>
                <w:b/>
                <w:sz w:val="20"/>
                <w:szCs w:val="20"/>
              </w:rPr>
              <w:t xml:space="preserve"> II</w:t>
            </w:r>
            <w:r w:rsidRPr="00C713FB">
              <w:rPr>
                <w:rFonts w:ascii="Corbel" w:hAnsi="Corbel"/>
                <w:b/>
                <w:sz w:val="20"/>
                <w:szCs w:val="20"/>
              </w:rPr>
              <w:t>:</w:t>
            </w:r>
          </w:p>
          <w:p w:rsidRPr="00C713FB" w:rsidR="00DE0C31" w:rsidP="00F540F5" w:rsidRDefault="00DE0C31" w14:paraId="4A975D02" w14:textId="5497322A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71B8DDA0" w:rsidR="56055696">
              <w:rPr>
                <w:rFonts w:ascii="Corbel" w:hAnsi="Corbel"/>
                <w:b w:val="1"/>
                <w:bCs w:val="1"/>
                <w:sz w:val="20"/>
                <w:szCs w:val="20"/>
              </w:rPr>
              <w:t>Wykład</w:t>
            </w:r>
            <w:r w:rsidRPr="71B8DDA0" w:rsidR="56055696">
              <w:rPr>
                <w:rFonts w:ascii="Corbel" w:hAnsi="Corbel"/>
                <w:sz w:val="20"/>
                <w:szCs w:val="20"/>
              </w:rPr>
              <w:t>:.</w:t>
            </w:r>
            <w:r w:rsidRPr="71B8DDA0" w:rsidR="56055696">
              <w:rPr>
                <w:rFonts w:ascii="Corbel" w:hAnsi="Corbel"/>
                <w:sz w:val="20"/>
                <w:szCs w:val="20"/>
              </w:rPr>
              <w:t xml:space="preserve"> </w:t>
            </w:r>
            <w:r w:rsidRPr="71B8DDA0" w:rsidR="56055696">
              <w:rPr>
                <w:rFonts w:ascii="Corbel" w:hAnsi="Corbel"/>
                <w:sz w:val="20"/>
                <w:szCs w:val="20"/>
                <w:u w:val="single"/>
              </w:rPr>
              <w:t>Zaliczenie z oceną</w:t>
            </w:r>
            <w:r w:rsidRPr="71B8DDA0" w:rsidR="56055696">
              <w:rPr>
                <w:rFonts w:ascii="Corbel" w:hAnsi="Corbel"/>
                <w:sz w:val="20"/>
                <w:szCs w:val="20"/>
              </w:rPr>
              <w:t xml:space="preserve"> na podstawie kolokwium ustnego (</w:t>
            </w:r>
            <w:r w:rsidRPr="71B8DDA0" w:rsidR="20F04861">
              <w:rPr>
                <w:rFonts w:ascii="Corbel" w:hAnsi="Corbel"/>
                <w:sz w:val="20"/>
                <w:szCs w:val="20"/>
              </w:rPr>
              <w:t>100</w:t>
            </w:r>
            <w:r w:rsidRPr="71B8DDA0" w:rsidR="56055696">
              <w:rPr>
                <w:rFonts w:ascii="Corbel" w:hAnsi="Corbel"/>
                <w:sz w:val="20"/>
                <w:szCs w:val="20"/>
              </w:rPr>
              <w:t>%)</w:t>
            </w:r>
            <w:r w:rsidRPr="71B8DDA0" w:rsidR="56055696">
              <w:rPr>
                <w:rFonts w:ascii="Corbel" w:hAnsi="Corbel"/>
                <w:sz w:val="20"/>
                <w:szCs w:val="20"/>
              </w:rPr>
              <w:t xml:space="preserve"> </w:t>
            </w:r>
          </w:p>
          <w:p w:rsidRPr="00C713FB" w:rsidR="00DE0C31" w:rsidP="00F540F5" w:rsidRDefault="00DE0C31" w14:paraId="2BD7EFA4" w14:textId="77777777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C713FB">
              <w:rPr>
                <w:rFonts w:ascii="Corbel" w:hAnsi="Corbel"/>
                <w:b/>
                <w:sz w:val="20"/>
                <w:szCs w:val="20"/>
              </w:rPr>
              <w:t>Ćwiczenia</w:t>
            </w:r>
            <w:r w:rsidRPr="00C713FB">
              <w:rPr>
                <w:rFonts w:ascii="Corbel" w:hAnsi="Corbel"/>
                <w:sz w:val="20"/>
                <w:szCs w:val="20"/>
              </w:rPr>
              <w:t xml:space="preserve">: </w:t>
            </w:r>
            <w:r w:rsidRPr="00C713FB">
              <w:rPr>
                <w:rFonts w:ascii="Corbel" w:hAnsi="Corbel"/>
                <w:sz w:val="20"/>
                <w:szCs w:val="20"/>
                <w:u w:val="single"/>
              </w:rPr>
              <w:t>Zaliczenie z oceną</w:t>
            </w:r>
            <w:r w:rsidRPr="00C713FB">
              <w:rPr>
                <w:rFonts w:ascii="Corbel" w:hAnsi="Corbel"/>
              </w:rPr>
              <w:t xml:space="preserve"> </w:t>
            </w:r>
            <w:r w:rsidRPr="00C713FB">
              <w:rPr>
                <w:rFonts w:ascii="Corbel" w:hAnsi="Corbel"/>
                <w:sz w:val="20"/>
                <w:szCs w:val="20"/>
              </w:rPr>
              <w:t>na podstawie kolokwium ustnego i innych zadań cząstkowych.</w:t>
            </w:r>
          </w:p>
          <w:p w:rsidRPr="00C713FB" w:rsidR="00DE0C31" w:rsidP="00F540F5" w:rsidRDefault="00DE0C31" w14:paraId="16113F39" w14:textId="630BA939">
            <w:pPr>
              <w:spacing w:after="0"/>
              <w:jc w:val="center"/>
              <w:rPr>
                <w:rFonts w:ascii="Corbel" w:hAnsi="Corbel"/>
                <w:sz w:val="20"/>
                <w:szCs w:val="20"/>
              </w:rPr>
            </w:pPr>
            <w:r w:rsidRPr="71B8DDA0" w:rsidR="56055696">
              <w:rPr>
                <w:rFonts w:ascii="Corbel" w:hAnsi="Corbel"/>
                <w:sz w:val="20"/>
                <w:szCs w:val="20"/>
              </w:rPr>
              <w:t xml:space="preserve">Ustalenie oceny końcowej </w:t>
            </w:r>
            <w:r w:rsidRPr="71B8DDA0" w:rsidR="56055696">
              <w:rPr>
                <w:rFonts w:ascii="Corbel" w:hAnsi="Corbel"/>
                <w:sz w:val="20"/>
                <w:szCs w:val="20"/>
              </w:rPr>
              <w:t>na zaliczenie</w:t>
            </w:r>
            <w:r w:rsidRPr="71B8DDA0" w:rsidR="56055696">
              <w:rPr>
                <w:rFonts w:ascii="Corbel" w:hAnsi="Corbel"/>
                <w:sz w:val="20"/>
                <w:szCs w:val="20"/>
              </w:rPr>
              <w:t xml:space="preserve"> ćwiczeń (</w:t>
            </w:r>
            <w:r w:rsidRPr="71B8DDA0" w:rsidR="56055696">
              <w:rPr>
                <w:rFonts w:ascii="Corbel" w:hAnsi="Corbel"/>
                <w:sz w:val="20"/>
                <w:szCs w:val="20"/>
                <w:u w:val="single"/>
              </w:rPr>
              <w:t xml:space="preserve">w </w:t>
            </w:r>
            <w:r w:rsidRPr="71B8DDA0" w:rsidR="56055696">
              <w:rPr>
                <w:rFonts w:ascii="Corbel" w:hAnsi="Corbel"/>
                <w:sz w:val="20"/>
                <w:szCs w:val="20"/>
                <w:u w:val="single"/>
              </w:rPr>
              <w:t>sem</w:t>
            </w:r>
            <w:r w:rsidRPr="71B8DDA0" w:rsidR="56055696">
              <w:rPr>
                <w:rFonts w:ascii="Corbel" w:hAnsi="Corbel"/>
                <w:sz w:val="20"/>
                <w:szCs w:val="20"/>
                <w:u w:val="single"/>
              </w:rPr>
              <w:t>. 2</w:t>
            </w:r>
            <w:r w:rsidRPr="71B8DDA0" w:rsidR="56055696">
              <w:rPr>
                <w:rFonts w:ascii="Corbel" w:hAnsi="Corbel"/>
                <w:sz w:val="20"/>
                <w:szCs w:val="20"/>
              </w:rPr>
              <w:t>)  na podstawie wyszczególnionych</w:t>
            </w:r>
            <w:r>
              <w:br/>
            </w:r>
            <w:r w:rsidRPr="71B8DDA0" w:rsidR="56055696">
              <w:rPr>
                <w:rFonts w:ascii="Corbel" w:hAnsi="Corbel"/>
                <w:sz w:val="20"/>
                <w:szCs w:val="20"/>
              </w:rPr>
              <w:t xml:space="preserve"> poniżej zadań cząstkowych*:</w:t>
            </w:r>
          </w:p>
          <w:p w:rsidRPr="00C713FB" w:rsidR="00DE0C31" w:rsidP="00F540F5" w:rsidRDefault="00DE0C31" w14:paraId="2EB31C9D" w14:textId="0B13BB9D">
            <w:pPr>
              <w:pStyle w:val="Tekstpodstawowy"/>
              <w:spacing w:after="0"/>
              <w:rPr>
                <w:rFonts w:ascii="Corbel" w:hAnsi="Corbel"/>
                <w:sz w:val="20"/>
                <w:szCs w:val="20"/>
              </w:rPr>
            </w:pPr>
            <w:r w:rsidRPr="71B8DDA0" w:rsidR="56055696">
              <w:rPr>
                <w:rFonts w:ascii="Corbel" w:hAnsi="Corbel"/>
                <w:sz w:val="20"/>
                <w:szCs w:val="20"/>
              </w:rPr>
              <w:t>1) ocena z kolokwium w formie ustnej – (od 1</w:t>
            </w:r>
            <w:r w:rsidRPr="71B8DDA0" w:rsidR="56055696">
              <w:rPr>
                <w:rFonts w:ascii="Corbel" w:hAnsi="Corbel"/>
                <w:sz w:val="20"/>
                <w:szCs w:val="20"/>
              </w:rPr>
              <w:t>% do</w:t>
            </w:r>
            <w:r w:rsidRPr="71B8DDA0" w:rsidR="56055696">
              <w:rPr>
                <w:rFonts w:ascii="Corbel" w:hAnsi="Corbel"/>
                <w:sz w:val="20"/>
                <w:szCs w:val="20"/>
              </w:rPr>
              <w:t xml:space="preserve"> 40 %)</w:t>
            </w:r>
          </w:p>
          <w:p w:rsidRPr="00C713FB" w:rsidR="00DE0C31" w:rsidP="00F540F5" w:rsidRDefault="00DE0C31" w14:paraId="285D81A3" w14:textId="582DCD2B">
            <w:pPr>
              <w:pStyle w:val="Tekstpodstawowy"/>
              <w:spacing w:after="0"/>
              <w:ind w:left="175" w:hanging="175"/>
              <w:rPr>
                <w:rFonts w:ascii="Corbel" w:hAnsi="Corbel"/>
                <w:sz w:val="20"/>
                <w:szCs w:val="20"/>
              </w:rPr>
            </w:pPr>
            <w:r w:rsidRPr="71B8DDA0" w:rsidR="56055696">
              <w:rPr>
                <w:rFonts w:ascii="Corbel" w:hAnsi="Corbel"/>
                <w:sz w:val="20"/>
                <w:szCs w:val="20"/>
              </w:rPr>
              <w:t xml:space="preserve">2) ocena za przygotowanie prezentacji projektu (1) </w:t>
            </w:r>
            <w:r w:rsidRPr="71B8DDA0" w:rsidR="1DE4191D">
              <w:rPr>
                <w:rFonts w:ascii="Corbel" w:hAnsi="Corbel"/>
                <w:sz w:val="20"/>
                <w:szCs w:val="20"/>
              </w:rPr>
              <w:t xml:space="preserve">- </w:t>
            </w:r>
            <w:r w:rsidRPr="71B8DDA0" w:rsidR="56055696">
              <w:rPr>
                <w:rFonts w:ascii="Corbel" w:hAnsi="Corbel"/>
                <w:sz w:val="20"/>
                <w:szCs w:val="20"/>
              </w:rPr>
              <w:t xml:space="preserve">wywiadu środowiskowego dotyczącego sytuacji problemowej (osoby/rodziny) </w:t>
            </w:r>
            <w:r w:rsidRPr="71B8DDA0" w:rsidR="56055696">
              <w:rPr>
                <w:rFonts w:ascii="Corbel" w:hAnsi="Corbel"/>
                <w:sz w:val="20"/>
                <w:szCs w:val="20"/>
              </w:rPr>
              <w:t xml:space="preserve">oraz </w:t>
            </w:r>
            <w:r w:rsidRPr="71B8DDA0" w:rsidR="20F04861">
              <w:rPr>
                <w:rFonts w:ascii="Corbel" w:hAnsi="Corbel"/>
                <w:sz w:val="20"/>
                <w:szCs w:val="20"/>
              </w:rPr>
              <w:t>w</w:t>
            </w:r>
            <w:r w:rsidRPr="71B8DDA0" w:rsidR="20F04861">
              <w:rPr>
                <w:rFonts w:ascii="Corbel" w:hAnsi="Corbel"/>
                <w:sz w:val="20"/>
                <w:szCs w:val="20"/>
              </w:rPr>
              <w:t xml:space="preserve"> tym </w:t>
            </w:r>
            <w:r w:rsidRPr="71B8DDA0" w:rsidR="56055696">
              <w:rPr>
                <w:rFonts w:ascii="Corbel" w:hAnsi="Corbel"/>
                <w:sz w:val="20"/>
                <w:szCs w:val="20"/>
              </w:rPr>
              <w:t>opracowanie planu pomocy- (od 1% do 40 %)</w:t>
            </w:r>
          </w:p>
          <w:p w:rsidRPr="00C713FB" w:rsidR="00DE0C31" w:rsidP="00F540F5" w:rsidRDefault="00DE0C31" w14:paraId="26431273" w14:textId="30FA64D9">
            <w:pPr>
              <w:spacing w:after="0"/>
              <w:rPr>
                <w:rFonts w:ascii="Corbel" w:hAnsi="Corbel"/>
                <w:sz w:val="20"/>
                <w:szCs w:val="20"/>
              </w:rPr>
            </w:pPr>
            <w:r w:rsidRPr="00C713FB">
              <w:rPr>
                <w:rFonts w:ascii="Corbel" w:hAnsi="Corbel"/>
                <w:sz w:val="20"/>
                <w:szCs w:val="20"/>
              </w:rPr>
              <w:t>3</w:t>
            </w:r>
            <w:r w:rsidRPr="00C713FB" w:rsidR="004144CF">
              <w:rPr>
                <w:rFonts w:ascii="Corbel" w:hAnsi="Corbel"/>
                <w:sz w:val="20"/>
                <w:szCs w:val="20"/>
              </w:rPr>
              <w:t>) aktywność na zajęciach/ew</w:t>
            </w:r>
            <w:r w:rsidRPr="00C713FB">
              <w:rPr>
                <w:rFonts w:ascii="Corbel" w:hAnsi="Corbel"/>
                <w:sz w:val="20"/>
                <w:szCs w:val="20"/>
              </w:rPr>
              <w:t>. napisanie referatu oraz uczestnictwo– (od 1% do 20%)</w:t>
            </w:r>
          </w:p>
          <w:p w:rsidRPr="00C713FB" w:rsidR="00DE0C31" w:rsidP="00F540F5" w:rsidRDefault="00DE0C31" w14:paraId="76277D25" w14:textId="77777777">
            <w:pPr>
              <w:spacing w:after="0"/>
              <w:rPr>
                <w:rFonts w:ascii="Corbel" w:hAnsi="Corbel"/>
                <w:sz w:val="20"/>
                <w:szCs w:val="20"/>
              </w:rPr>
            </w:pPr>
          </w:p>
          <w:p w:rsidRPr="00C713FB" w:rsidR="00DE0C31" w:rsidP="00837029" w:rsidRDefault="00DE0C31" w14:paraId="63F8FD8F" w14:textId="77777777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orbel" w:hAnsi="Corbel"/>
                <w:b/>
                <w:sz w:val="20"/>
                <w:szCs w:val="20"/>
              </w:rPr>
            </w:pPr>
            <w:r w:rsidRPr="00C713FB">
              <w:rPr>
                <w:rFonts w:ascii="Corbel" w:hAnsi="Corbel"/>
                <w:b/>
                <w:sz w:val="20"/>
                <w:szCs w:val="20"/>
              </w:rPr>
              <w:t xml:space="preserve">Dla </w:t>
            </w:r>
            <w:r w:rsidRPr="00C713FB" w:rsidR="009224F6">
              <w:rPr>
                <w:rFonts w:ascii="Corbel" w:hAnsi="Corbel"/>
                <w:b/>
                <w:sz w:val="20"/>
                <w:szCs w:val="20"/>
              </w:rPr>
              <w:t>2</w:t>
            </w:r>
            <w:r w:rsidRPr="00C713FB">
              <w:rPr>
                <w:rFonts w:ascii="Corbel" w:hAnsi="Corbel"/>
                <w:b/>
                <w:sz w:val="20"/>
                <w:szCs w:val="20"/>
              </w:rPr>
              <w:t xml:space="preserve"> roku, w semestrze</w:t>
            </w:r>
            <w:r w:rsidRPr="00C713FB" w:rsidR="009224F6">
              <w:rPr>
                <w:rFonts w:ascii="Corbel" w:hAnsi="Corbel"/>
                <w:b/>
                <w:sz w:val="20"/>
                <w:szCs w:val="20"/>
              </w:rPr>
              <w:t xml:space="preserve"> III</w:t>
            </w:r>
            <w:r w:rsidRPr="00C713FB">
              <w:rPr>
                <w:rFonts w:ascii="Corbel" w:hAnsi="Corbel"/>
                <w:b/>
                <w:sz w:val="20"/>
                <w:szCs w:val="20"/>
              </w:rPr>
              <w:t>:</w:t>
            </w:r>
          </w:p>
          <w:p w:rsidRPr="00C713FB" w:rsidR="00DE0C31" w:rsidP="002B33EB" w:rsidRDefault="00DE0C31" w14:paraId="6224405F" w14:textId="535FC809">
            <w:pPr>
              <w:spacing w:after="0"/>
              <w:jc w:val="both"/>
              <w:rPr>
                <w:rFonts w:ascii="Corbel" w:hAnsi="Corbel"/>
              </w:rPr>
            </w:pPr>
            <w:r w:rsidRPr="71B8DDA0" w:rsidR="56055696">
              <w:rPr>
                <w:rFonts w:ascii="Corbel" w:hAnsi="Corbel"/>
                <w:b w:val="1"/>
                <w:bCs w:val="1"/>
                <w:sz w:val="20"/>
                <w:szCs w:val="20"/>
              </w:rPr>
              <w:t>Wykład</w:t>
            </w:r>
            <w:r w:rsidRPr="71B8DDA0" w:rsidR="56055696">
              <w:rPr>
                <w:rFonts w:ascii="Corbel" w:hAnsi="Corbel"/>
                <w:sz w:val="20"/>
                <w:szCs w:val="20"/>
              </w:rPr>
              <w:t xml:space="preserve">: </w:t>
            </w:r>
            <w:r w:rsidRPr="71B8DDA0" w:rsidR="56055696">
              <w:rPr>
                <w:rFonts w:ascii="Corbel" w:hAnsi="Corbel"/>
                <w:sz w:val="20"/>
                <w:szCs w:val="20"/>
                <w:u w:val="single"/>
              </w:rPr>
              <w:t>Egzamin ustny /zaliczany na ocenę</w:t>
            </w:r>
            <w:r w:rsidRPr="71B8DDA0" w:rsidR="56055696">
              <w:rPr>
                <w:rFonts w:ascii="Corbel" w:hAnsi="Corbel"/>
                <w:sz w:val="20"/>
                <w:szCs w:val="20"/>
              </w:rPr>
              <w:t xml:space="preserve"> – </w:t>
            </w:r>
            <w:r w:rsidRPr="71B8DDA0" w:rsidR="56055696">
              <w:rPr>
                <w:rFonts w:ascii="Corbel" w:hAnsi="Corbel"/>
                <w:sz w:val="20"/>
                <w:szCs w:val="20"/>
              </w:rPr>
              <w:t>(</w:t>
            </w:r>
            <w:r w:rsidRPr="71B8DDA0" w:rsidR="5BDF1FBE">
              <w:rPr>
                <w:rFonts w:ascii="Corbel" w:hAnsi="Corbel"/>
                <w:sz w:val="20"/>
                <w:szCs w:val="20"/>
              </w:rPr>
              <w:t>100</w:t>
            </w:r>
            <w:r w:rsidRPr="71B8DDA0" w:rsidR="56055696">
              <w:rPr>
                <w:rFonts w:ascii="Corbel" w:hAnsi="Corbel"/>
                <w:sz w:val="20"/>
                <w:szCs w:val="20"/>
              </w:rPr>
              <w:t xml:space="preserve">%) </w:t>
            </w:r>
          </w:p>
          <w:p w:rsidRPr="00C713FB" w:rsidR="002B33EB" w:rsidP="002B33EB" w:rsidRDefault="00DE0C31" w14:paraId="62C6F7F0" w14:textId="77777777">
            <w:pPr>
              <w:spacing w:after="0"/>
              <w:jc w:val="both"/>
              <w:rPr>
                <w:rFonts w:ascii="Corbel" w:hAnsi="Corbel"/>
                <w:sz w:val="20"/>
                <w:szCs w:val="20"/>
              </w:rPr>
            </w:pPr>
            <w:r w:rsidRPr="00C713FB">
              <w:rPr>
                <w:rFonts w:ascii="Corbel" w:hAnsi="Corbel"/>
                <w:b/>
                <w:sz w:val="20"/>
                <w:szCs w:val="20"/>
              </w:rPr>
              <w:t>Ćwiczenia</w:t>
            </w:r>
            <w:r w:rsidRPr="00C713FB">
              <w:rPr>
                <w:rFonts w:ascii="Corbel" w:hAnsi="Corbel"/>
                <w:sz w:val="20"/>
                <w:szCs w:val="20"/>
              </w:rPr>
              <w:t xml:space="preserve">: </w:t>
            </w:r>
            <w:r w:rsidRPr="00C713FB">
              <w:rPr>
                <w:rFonts w:ascii="Corbel" w:hAnsi="Corbel"/>
                <w:sz w:val="20"/>
                <w:szCs w:val="20"/>
                <w:u w:val="single"/>
              </w:rPr>
              <w:t>Zaliczenie z oceną</w:t>
            </w:r>
            <w:r w:rsidRPr="00C713FB" w:rsidR="002B33EB">
              <w:rPr>
                <w:rFonts w:ascii="Corbel" w:hAnsi="Corbel"/>
                <w:sz w:val="20"/>
                <w:szCs w:val="20"/>
                <w:u w:val="single"/>
              </w:rPr>
              <w:t xml:space="preserve"> </w:t>
            </w:r>
            <w:r w:rsidRPr="00C713FB" w:rsidR="00877398">
              <w:rPr>
                <w:rFonts w:ascii="Corbel" w:hAnsi="Corbel"/>
                <w:sz w:val="20"/>
                <w:szCs w:val="20"/>
              </w:rPr>
              <w:t xml:space="preserve">na podstawie kolokwium </w:t>
            </w:r>
            <w:r w:rsidRPr="00C713FB" w:rsidR="002B33EB">
              <w:rPr>
                <w:rFonts w:ascii="Corbel" w:hAnsi="Corbel"/>
                <w:sz w:val="20"/>
                <w:szCs w:val="20"/>
              </w:rPr>
              <w:t>pisemnego</w:t>
            </w:r>
            <w:r w:rsidRPr="00C713FB" w:rsidR="00877398">
              <w:rPr>
                <w:rFonts w:ascii="Corbel" w:hAnsi="Corbel"/>
                <w:sz w:val="20"/>
                <w:szCs w:val="20"/>
              </w:rPr>
              <w:t xml:space="preserve"> i innych zadań cząstkowych.</w:t>
            </w:r>
          </w:p>
          <w:p w:rsidRPr="00C713FB" w:rsidR="002B33EB" w:rsidP="002B33EB" w:rsidRDefault="002B33EB" w14:paraId="56EBF7B4" w14:textId="77777777">
            <w:pPr>
              <w:spacing w:after="0"/>
              <w:jc w:val="both"/>
              <w:rPr>
                <w:rFonts w:ascii="Corbel" w:hAnsi="Corbel"/>
                <w:iCs/>
              </w:rPr>
            </w:pPr>
            <w:r w:rsidRPr="00C713FB">
              <w:rPr>
                <w:rFonts w:ascii="Corbel" w:hAnsi="Corbel"/>
                <w:iCs/>
              </w:rPr>
              <w:t>1. Ocena końcowa z kolokwium pisemnego – 100 % (punkty z kolokwium przeliczane są na %).</w:t>
            </w:r>
          </w:p>
          <w:p w:rsidRPr="00C713FB" w:rsidR="002B33EB" w:rsidP="002B33EB" w:rsidRDefault="002B33EB" w14:paraId="791DACB9" w14:textId="77777777">
            <w:pPr>
              <w:spacing w:after="0"/>
              <w:jc w:val="both"/>
              <w:rPr>
                <w:rFonts w:ascii="Corbel" w:hAnsi="Corbel"/>
                <w:iCs/>
              </w:rPr>
            </w:pPr>
            <w:r w:rsidRPr="00C713FB">
              <w:rPr>
                <w:rFonts w:ascii="Corbel" w:hAnsi="Corbel"/>
                <w:iCs/>
              </w:rPr>
              <w:t xml:space="preserve">2. Aktywność na zajęciach i udział w dyskusji – opcjonalnie dodatkowo maksymalnie do 10% (wynik sumaryczny nie może przekroczyć wyniku 100% uzyskanego w punkcie pierwszym). </w:t>
            </w:r>
          </w:p>
          <w:p w:rsidRPr="00C713FB" w:rsidR="002B33EB" w:rsidP="002B33EB" w:rsidRDefault="002B33EB" w14:paraId="54AC3CAC" w14:textId="77777777">
            <w:pPr>
              <w:spacing w:after="0"/>
              <w:jc w:val="both"/>
              <w:rPr>
                <w:rFonts w:ascii="Corbel" w:hAnsi="Corbel"/>
                <w:iCs/>
              </w:rPr>
            </w:pPr>
          </w:p>
          <w:p w:rsidRPr="00C713FB" w:rsidR="002B33EB" w:rsidP="002B33EB" w:rsidRDefault="002B33EB" w14:paraId="6F1BBDD6" w14:textId="02781AE4">
            <w:pPr>
              <w:spacing w:after="0"/>
              <w:jc w:val="both"/>
              <w:rPr>
                <w:rFonts w:ascii="Corbel" w:hAnsi="Corbel"/>
                <w:sz w:val="20"/>
                <w:szCs w:val="20"/>
              </w:rPr>
            </w:pPr>
            <w:r w:rsidRPr="00C713FB">
              <w:rPr>
                <w:rFonts w:ascii="Corbel" w:hAnsi="Corbel"/>
                <w:iCs/>
              </w:rPr>
              <w:t>Łączna suma punktów procentowych (%) uzyskanych z każdego zadania cząstkowego, będzie ostatecznie odnoszona do skali z oceną finalną (od 2.0 do 5.0), która jest załączona poniżej:</w:t>
            </w:r>
          </w:p>
          <w:p w:rsidRPr="00C713FB" w:rsidR="002B33EB" w:rsidP="002B33EB" w:rsidRDefault="002B33EB" w14:paraId="164EB15B" w14:textId="77777777">
            <w:pPr>
              <w:pStyle w:val="Punktygwne"/>
              <w:spacing w:after="0"/>
              <w:ind w:left="61"/>
              <w:rPr>
                <w:rFonts w:ascii="Corbel" w:hAnsi="Corbel"/>
                <w:b w:val="0"/>
                <w:iCs/>
                <w:smallCaps w:val="0"/>
                <w:sz w:val="22"/>
              </w:rPr>
            </w:pPr>
            <w:r w:rsidRPr="00C713FB">
              <w:rPr>
                <w:rFonts w:ascii="Corbel" w:hAnsi="Corbel"/>
                <w:b w:val="0"/>
                <w:iCs/>
                <w:smallCaps w:val="0"/>
                <w:sz w:val="22"/>
              </w:rPr>
              <w:t>• 91% - 100% (5.0)</w:t>
            </w:r>
          </w:p>
          <w:p w:rsidRPr="00C713FB" w:rsidR="002B33EB" w:rsidP="002B33EB" w:rsidRDefault="002B33EB" w14:paraId="63F6B836" w14:textId="77777777">
            <w:pPr>
              <w:pStyle w:val="Punktygwne"/>
              <w:spacing w:after="0"/>
              <w:ind w:left="61"/>
              <w:rPr>
                <w:rFonts w:ascii="Corbel" w:hAnsi="Corbel"/>
                <w:b w:val="0"/>
                <w:iCs/>
                <w:smallCaps w:val="0"/>
                <w:sz w:val="22"/>
              </w:rPr>
            </w:pPr>
            <w:r w:rsidRPr="00C713FB">
              <w:rPr>
                <w:rFonts w:ascii="Corbel" w:hAnsi="Corbel"/>
                <w:b w:val="0"/>
                <w:iCs/>
                <w:smallCaps w:val="0"/>
                <w:sz w:val="22"/>
              </w:rPr>
              <w:t>• 82% - 90% (4.5)</w:t>
            </w:r>
          </w:p>
          <w:p w:rsidRPr="00C713FB" w:rsidR="002B33EB" w:rsidP="002B33EB" w:rsidRDefault="002B33EB" w14:paraId="0B05ECC0" w14:textId="77777777">
            <w:pPr>
              <w:pStyle w:val="Punktygwne"/>
              <w:spacing w:after="0"/>
              <w:ind w:left="61"/>
              <w:rPr>
                <w:rFonts w:ascii="Corbel" w:hAnsi="Corbel"/>
                <w:b w:val="0"/>
                <w:iCs/>
                <w:smallCaps w:val="0"/>
                <w:sz w:val="22"/>
              </w:rPr>
            </w:pPr>
            <w:r w:rsidRPr="00C713FB">
              <w:rPr>
                <w:rFonts w:ascii="Corbel" w:hAnsi="Corbel"/>
                <w:b w:val="0"/>
                <w:iCs/>
                <w:smallCaps w:val="0"/>
                <w:sz w:val="22"/>
              </w:rPr>
              <w:t>• 73% - 81% (4.0)</w:t>
            </w:r>
          </w:p>
          <w:p w:rsidRPr="00C713FB" w:rsidR="002B33EB" w:rsidP="002B33EB" w:rsidRDefault="002B33EB" w14:paraId="7D584243" w14:textId="77777777">
            <w:pPr>
              <w:pStyle w:val="Punktygwne"/>
              <w:spacing w:after="0"/>
              <w:ind w:left="61"/>
              <w:rPr>
                <w:rFonts w:ascii="Corbel" w:hAnsi="Corbel"/>
                <w:b w:val="0"/>
                <w:iCs/>
                <w:smallCaps w:val="0"/>
                <w:sz w:val="22"/>
              </w:rPr>
            </w:pPr>
            <w:r w:rsidRPr="00C713FB">
              <w:rPr>
                <w:rFonts w:ascii="Corbel" w:hAnsi="Corbel"/>
                <w:b w:val="0"/>
                <w:iCs/>
                <w:smallCaps w:val="0"/>
                <w:sz w:val="22"/>
              </w:rPr>
              <w:t>• 64% - 72% (3.5)</w:t>
            </w:r>
          </w:p>
          <w:p w:rsidRPr="00C713FB" w:rsidR="002B33EB" w:rsidP="002B33EB" w:rsidRDefault="002B33EB" w14:paraId="3DF2ED3D" w14:textId="77777777">
            <w:pPr>
              <w:pStyle w:val="Punktygwne"/>
              <w:spacing w:after="0"/>
              <w:ind w:left="61"/>
              <w:rPr>
                <w:rFonts w:ascii="Corbel" w:hAnsi="Corbel"/>
                <w:b w:val="0"/>
                <w:iCs/>
                <w:smallCaps w:val="0"/>
                <w:sz w:val="22"/>
              </w:rPr>
            </w:pPr>
            <w:r w:rsidRPr="00C713FB">
              <w:rPr>
                <w:rFonts w:ascii="Corbel" w:hAnsi="Corbel"/>
                <w:b w:val="0"/>
                <w:iCs/>
                <w:smallCaps w:val="0"/>
                <w:sz w:val="22"/>
              </w:rPr>
              <w:t>• 55% - 63% (3.0)</w:t>
            </w:r>
          </w:p>
          <w:p w:rsidRPr="00C713FB" w:rsidR="00DE0C31" w:rsidP="002B33EB" w:rsidRDefault="002B33EB" w14:paraId="1B33926A" w14:textId="2B842264">
            <w:pPr>
              <w:pStyle w:val="Punktygwne"/>
              <w:spacing w:before="0" w:after="0"/>
              <w:ind w:left="61"/>
              <w:rPr>
                <w:rFonts w:ascii="Corbel" w:hAnsi="Corbel"/>
                <w:b w:val="0"/>
                <w:iCs/>
                <w:smallCaps w:val="0"/>
                <w:sz w:val="22"/>
              </w:rPr>
            </w:pPr>
            <w:r w:rsidRPr="00C713FB">
              <w:rPr>
                <w:rFonts w:ascii="Corbel" w:hAnsi="Corbel"/>
                <w:b w:val="0"/>
                <w:iCs/>
                <w:smallCaps w:val="0"/>
                <w:sz w:val="22"/>
              </w:rPr>
              <w:t>• poniżej 55% (2.0).</w:t>
            </w:r>
          </w:p>
        </w:tc>
      </w:tr>
    </w:tbl>
    <w:p w:rsidRPr="00C713FB" w:rsidR="00F540F5" w:rsidP="0049617B" w:rsidRDefault="00F540F5" w14:paraId="1383A3F9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Pr="00C713FB" w:rsidR="00D97924" w:rsidP="0049617B" w:rsidRDefault="0085747A" w14:paraId="3C36519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713FB">
        <w:rPr>
          <w:rFonts w:ascii="Corbel" w:hAnsi="Corbel"/>
          <w:b/>
          <w:sz w:val="24"/>
          <w:szCs w:val="24"/>
        </w:rPr>
        <w:t xml:space="preserve">5. </w:t>
      </w:r>
      <w:r w:rsidRPr="00C713FB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C713FB" w:rsidR="0049617B" w:rsidP="0049617B" w:rsidRDefault="0049617B" w14:paraId="0AE3CD71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Pr="00C713FB" w:rsidR="00D97924" w:rsidP="00D97924" w:rsidRDefault="00D97924" w14:paraId="604D3081" w14:textId="2D29174F">
      <w:pPr>
        <w:spacing w:after="0" w:line="360" w:lineRule="auto"/>
        <w:jc w:val="center"/>
        <w:rPr>
          <w:rFonts w:ascii="Corbel" w:hAnsi="Corbel"/>
          <w:b/>
          <w:sz w:val="24"/>
          <w:szCs w:val="24"/>
          <w:u w:val="single"/>
          <w:shd w:val="clear" w:color="auto" w:fill="D9D9D9"/>
        </w:rPr>
      </w:pPr>
      <w:r w:rsidRPr="00C713FB">
        <w:rPr>
          <w:rFonts w:ascii="Corbel" w:hAnsi="Corbel"/>
          <w:sz w:val="24"/>
          <w:szCs w:val="24"/>
        </w:rPr>
        <w:t>15 godz. wykładu i 30</w:t>
      </w:r>
      <w:r w:rsidRPr="00C713FB" w:rsidR="009B4607">
        <w:rPr>
          <w:rFonts w:ascii="Corbel" w:hAnsi="Corbel"/>
          <w:sz w:val="24"/>
          <w:szCs w:val="24"/>
        </w:rPr>
        <w:t xml:space="preserve"> </w:t>
      </w:r>
      <w:r w:rsidRPr="00C713FB">
        <w:rPr>
          <w:rFonts w:ascii="Corbel" w:hAnsi="Corbel"/>
          <w:sz w:val="24"/>
          <w:szCs w:val="24"/>
        </w:rPr>
        <w:t xml:space="preserve">godz. ćwiczeń – </w:t>
      </w:r>
      <w:r w:rsidRPr="00C713FB">
        <w:rPr>
          <w:rFonts w:ascii="Corbel" w:hAnsi="Corbel"/>
          <w:bCs/>
          <w:sz w:val="24"/>
          <w:szCs w:val="24"/>
        </w:rPr>
        <w:t>dla 1 roku, w semestrze II: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574"/>
        <w:gridCol w:w="1501"/>
        <w:gridCol w:w="1445"/>
      </w:tblGrid>
      <w:tr w:rsidRPr="00C713FB" w:rsidR="00D97924" w:rsidTr="71B8DDA0" w14:paraId="14ECF604" w14:textId="77777777">
        <w:trPr>
          <w:jc w:val="center"/>
        </w:trPr>
        <w:tc>
          <w:tcPr>
            <w:tcW w:w="6574" w:type="dxa"/>
            <w:tcMar/>
            <w:vAlign w:val="center"/>
          </w:tcPr>
          <w:p w:rsidRPr="00C713FB" w:rsidR="00D97924" w:rsidP="00D97924" w:rsidRDefault="00D97924" w14:paraId="0C4AB782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bookmarkStart w:name="_Hlk8151358" w:id="3"/>
            <w:r w:rsidRPr="00C713F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2946" w:type="dxa"/>
            <w:gridSpan w:val="2"/>
            <w:tcMar/>
            <w:vAlign w:val="center"/>
          </w:tcPr>
          <w:p w:rsidRPr="00C713FB" w:rsidR="00D97924" w:rsidP="00D97924" w:rsidRDefault="00D97924" w14:paraId="296EA642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13F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C713FB" w:rsidR="00836262" w:rsidTr="71B8DDA0" w14:paraId="07673AF4" w14:textId="045A2F16">
        <w:trPr>
          <w:trHeight w:val="276"/>
          <w:jc w:val="center"/>
        </w:trPr>
        <w:tc>
          <w:tcPr>
            <w:tcW w:w="6574" w:type="dxa"/>
            <w:vMerge w:val="restart"/>
            <w:tcMar/>
          </w:tcPr>
          <w:p w:rsidRPr="00C713FB" w:rsidR="00836262" w:rsidP="00D97924" w:rsidRDefault="002F4DBE" w14:paraId="5190C2CA" w14:textId="176CFC0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71B8DDA0" w:rsidR="6DE42698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71B8DDA0" w:rsidR="4C53DF3F">
              <w:rPr>
                <w:rFonts w:ascii="Corbel" w:hAnsi="Corbel"/>
                <w:sz w:val="24"/>
                <w:szCs w:val="24"/>
              </w:rPr>
              <w:t>z harmonogramu studiów</w:t>
            </w:r>
          </w:p>
        </w:tc>
        <w:tc>
          <w:tcPr>
            <w:tcW w:w="1501" w:type="dxa"/>
            <w:tcMar/>
          </w:tcPr>
          <w:p w:rsidRPr="00C713FB" w:rsidR="00836262" w:rsidP="00A31DE7" w:rsidRDefault="00A31DE7" w14:paraId="398D93AE" w14:textId="7D3F21D0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Wykład</w:t>
            </w:r>
          </w:p>
        </w:tc>
        <w:tc>
          <w:tcPr>
            <w:tcW w:w="1445" w:type="dxa"/>
            <w:tcMar/>
          </w:tcPr>
          <w:p w:rsidRPr="00C713FB" w:rsidR="00836262" w:rsidP="00A31DE7" w:rsidRDefault="00A31DE7" w14:paraId="12CD0FC6" w14:textId="7EB8F82B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Pr="00C713FB" w:rsidR="00836262" w:rsidTr="71B8DDA0" w14:paraId="4C7C9422" w14:textId="77777777">
        <w:trPr>
          <w:trHeight w:val="300"/>
          <w:jc w:val="center"/>
        </w:trPr>
        <w:tc>
          <w:tcPr>
            <w:tcW w:w="6574" w:type="dxa"/>
            <w:vMerge/>
            <w:tcMar/>
          </w:tcPr>
          <w:p w:rsidRPr="00C713FB" w:rsidR="00836262" w:rsidP="00D97924" w:rsidRDefault="00836262" w14:paraId="02207B1E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Mar/>
          </w:tcPr>
          <w:p w:rsidRPr="00C713FB" w:rsidR="00836262" w:rsidP="00A31DE7" w:rsidRDefault="00836262" w14:paraId="331FEF29" w14:textId="6DB0A7FA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445" w:type="dxa"/>
            <w:tcMar/>
          </w:tcPr>
          <w:p w:rsidRPr="00C713FB" w:rsidR="00836262" w:rsidP="00A31DE7" w:rsidRDefault="00836262" w14:paraId="6B26D9C0" w14:textId="6977B873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C713FB" w:rsidR="00836262" w:rsidTr="71B8DDA0" w14:paraId="46B613ED" w14:textId="13416805">
        <w:trPr>
          <w:jc w:val="center"/>
        </w:trPr>
        <w:tc>
          <w:tcPr>
            <w:tcW w:w="6574" w:type="dxa"/>
            <w:tcMar/>
          </w:tcPr>
          <w:p w:rsidRPr="00C713FB" w:rsidR="00836262" w:rsidP="00D97924" w:rsidRDefault="00836262" w14:paraId="1E4D53B9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 xml:space="preserve">Inne z udziałem nauczyciela (udział w konsultacjach, </w:t>
            </w:r>
            <w:r w:rsidRPr="00C713FB">
              <w:rPr>
                <w:rFonts w:ascii="Corbel" w:hAnsi="Corbel"/>
                <w:sz w:val="24"/>
                <w:szCs w:val="24"/>
              </w:rPr>
              <w:br/>
            </w:r>
            <w:r w:rsidRPr="00C713FB">
              <w:rPr>
                <w:rFonts w:ascii="Corbel" w:hAnsi="Corbel"/>
                <w:sz w:val="24"/>
                <w:szCs w:val="24"/>
              </w:rPr>
              <w:t>końcowym kolokwium zaliczeniowym).</w:t>
            </w:r>
          </w:p>
        </w:tc>
        <w:tc>
          <w:tcPr>
            <w:tcW w:w="1501" w:type="dxa"/>
            <w:tcMar/>
          </w:tcPr>
          <w:p w:rsidRPr="00C713FB" w:rsidR="00836262" w:rsidP="00A31DE7" w:rsidRDefault="00836262" w14:paraId="179192B6" w14:textId="51F86B9F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1445" w:type="dxa"/>
            <w:tcMar/>
          </w:tcPr>
          <w:p w:rsidRPr="00C713FB" w:rsidR="00836262" w:rsidP="00A31DE7" w:rsidRDefault="00836262" w14:paraId="4F40512C" w14:textId="1C70045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Pr="00C713FB" w:rsidR="00836262" w:rsidTr="71B8DDA0" w14:paraId="4FCE59C5" w14:textId="263F4C6D">
        <w:trPr>
          <w:jc w:val="center"/>
        </w:trPr>
        <w:tc>
          <w:tcPr>
            <w:tcW w:w="6574" w:type="dxa"/>
            <w:tcMar/>
          </w:tcPr>
          <w:p w:rsidRPr="00C713FB" w:rsidR="00836262" w:rsidP="00D97924" w:rsidRDefault="00836262" w14:paraId="522753B2" w14:textId="6408EE28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71B8DDA0" w:rsidR="4C53DF3F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71B8DDA0" w:rsidR="4C53DF3F">
              <w:rPr>
                <w:rFonts w:ascii="Corbel" w:hAnsi="Corbel"/>
                <w:sz w:val="24"/>
                <w:szCs w:val="24"/>
              </w:rPr>
              <w:t>niekontaktowe</w:t>
            </w:r>
            <w:r w:rsidRPr="71B8DDA0" w:rsidR="4C53DF3F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71B8DDA0" w:rsidR="4C53DF3F">
              <w:rPr>
                <w:rFonts w:ascii="Corbel" w:hAnsi="Corbel"/>
                <w:sz w:val="24"/>
                <w:szCs w:val="24"/>
              </w:rPr>
              <w:t>studenta</w:t>
            </w:r>
            <w:r w:rsidRPr="71B8DDA0" w:rsidR="5CCC837A">
              <w:rPr>
                <w:rFonts w:ascii="Corbel" w:hAnsi="Corbel"/>
                <w:sz w:val="24"/>
                <w:szCs w:val="24"/>
              </w:rPr>
              <w:t xml:space="preserve"> </w:t>
            </w:r>
            <w:r w:rsidRPr="71B8DDA0" w:rsidR="4C53DF3F">
              <w:rPr>
                <w:rFonts w:ascii="Corbel" w:hAnsi="Corbel"/>
                <w:sz w:val="24"/>
                <w:szCs w:val="24"/>
              </w:rPr>
              <w:t>(</w:t>
            </w:r>
            <w:r w:rsidRPr="71B8DDA0" w:rsidR="4C53DF3F">
              <w:rPr>
                <w:rFonts w:ascii="Corbel" w:hAnsi="Corbel"/>
                <w:sz w:val="24"/>
                <w:szCs w:val="24"/>
              </w:rPr>
              <w:t>przygotowanie do zajęć i do egzaminu ustnego)</w:t>
            </w:r>
          </w:p>
        </w:tc>
        <w:tc>
          <w:tcPr>
            <w:tcW w:w="1501" w:type="dxa"/>
            <w:tcMar/>
          </w:tcPr>
          <w:p w:rsidRPr="00C713FB" w:rsidR="00836262" w:rsidP="00A31DE7" w:rsidRDefault="00836262" w14:paraId="49C2C362" w14:textId="00FD948F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28</w:t>
            </w:r>
          </w:p>
        </w:tc>
        <w:tc>
          <w:tcPr>
            <w:tcW w:w="1445" w:type="dxa"/>
            <w:tcMar/>
          </w:tcPr>
          <w:p w:rsidRPr="00C713FB" w:rsidR="00836262" w:rsidP="00A31DE7" w:rsidRDefault="00836262" w14:paraId="6563B69B" w14:textId="10638B39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Pr="00C713FB" w:rsidR="00D97924" w:rsidTr="71B8DDA0" w14:paraId="78DC18F9" w14:textId="77777777">
        <w:trPr>
          <w:trHeight w:val="365"/>
          <w:jc w:val="center"/>
        </w:trPr>
        <w:tc>
          <w:tcPr>
            <w:tcW w:w="6574" w:type="dxa"/>
            <w:tcMar/>
          </w:tcPr>
          <w:p w:rsidRPr="00C713FB" w:rsidR="00D97924" w:rsidP="00D97924" w:rsidRDefault="00D97924" w14:paraId="7D6B8DE0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46" w:type="dxa"/>
            <w:gridSpan w:val="2"/>
            <w:tcMar/>
          </w:tcPr>
          <w:p w:rsidRPr="00C713FB" w:rsidR="00D97924" w:rsidP="002B33EB" w:rsidRDefault="00D97924" w14:paraId="222ECF86" w14:textId="00D42C3A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Pr="00C713FB" w:rsidR="00D97924" w:rsidTr="71B8DDA0" w14:paraId="114D1416" w14:textId="77777777">
        <w:trPr>
          <w:trHeight w:val="356"/>
          <w:jc w:val="center"/>
        </w:trPr>
        <w:tc>
          <w:tcPr>
            <w:tcW w:w="6574" w:type="dxa"/>
            <w:tcMar/>
          </w:tcPr>
          <w:p w:rsidRPr="00C713FB" w:rsidR="00D97924" w:rsidP="00D97924" w:rsidRDefault="00D97924" w14:paraId="2EB70BBC" w14:textId="77777777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C713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46" w:type="dxa"/>
            <w:gridSpan w:val="2"/>
            <w:tcMar/>
          </w:tcPr>
          <w:p w:rsidRPr="00C713FB" w:rsidR="00D97924" w:rsidP="00D97924" w:rsidRDefault="00D97924" w14:paraId="3F49E7C4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13FB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bookmarkEnd w:id="3"/>
    <w:p w:rsidRPr="00C713FB" w:rsidR="00D97924" w:rsidP="00076B31" w:rsidRDefault="00D97924" w14:paraId="55084737" w14:textId="77777777">
      <w:pPr>
        <w:spacing w:after="0" w:line="240" w:lineRule="auto"/>
        <w:ind w:left="426"/>
        <w:rPr>
          <w:rFonts w:ascii="Corbel" w:hAnsi="Corbel"/>
          <w:i/>
          <w:sz w:val="20"/>
          <w:szCs w:val="20"/>
        </w:rPr>
      </w:pPr>
      <w:r w:rsidRPr="00C713FB">
        <w:rPr>
          <w:rFonts w:ascii="Corbel" w:hAnsi="Corbel"/>
          <w:i/>
          <w:sz w:val="20"/>
          <w:szCs w:val="20"/>
        </w:rPr>
        <w:t>* Należy uwzględnić, że 1 pkt ECTS odpowiada 25-30 godzin całkowitego nakładu pracy studenta.</w:t>
      </w:r>
    </w:p>
    <w:p w:rsidRPr="00C713FB" w:rsidR="00D97924" w:rsidP="00D97924" w:rsidRDefault="00D97924" w14:paraId="39A0DDCD" w14:textId="7777777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713FB">
        <w:rPr>
          <w:rFonts w:ascii="Corbel" w:hAnsi="Corbel"/>
          <w:sz w:val="24"/>
          <w:szCs w:val="24"/>
        </w:rPr>
        <w:t>ORAZ</w:t>
      </w:r>
    </w:p>
    <w:p w:rsidRPr="00C713FB" w:rsidR="00D97924" w:rsidP="00D97924" w:rsidRDefault="00D97924" w14:paraId="6B69CCA0" w14:textId="77777777">
      <w:pPr>
        <w:spacing w:after="0" w:line="240" w:lineRule="auto"/>
        <w:jc w:val="center"/>
        <w:rPr>
          <w:rFonts w:ascii="Corbel" w:hAnsi="Corbel"/>
          <w:b/>
          <w:sz w:val="24"/>
          <w:szCs w:val="24"/>
          <w:u w:val="single"/>
        </w:rPr>
      </w:pPr>
      <w:r w:rsidRPr="00C713FB">
        <w:rPr>
          <w:rFonts w:ascii="Corbel" w:hAnsi="Corbel"/>
          <w:sz w:val="24"/>
          <w:szCs w:val="24"/>
        </w:rPr>
        <w:t xml:space="preserve">15 godz. wykładu i 30 godz. ćwiczeń - </w:t>
      </w:r>
      <w:r w:rsidRPr="00C713FB">
        <w:rPr>
          <w:rFonts w:ascii="Corbel" w:hAnsi="Corbel"/>
          <w:bCs/>
          <w:sz w:val="24"/>
          <w:szCs w:val="24"/>
        </w:rPr>
        <w:t>dla 2 roku, w semestrze III:</w:t>
      </w:r>
    </w:p>
    <w:p w:rsidRPr="00C713FB" w:rsidR="00D97924" w:rsidP="00D97924" w:rsidRDefault="00D97924" w14:paraId="54DBF715" w14:textId="77777777">
      <w:pPr>
        <w:spacing w:after="0" w:line="240" w:lineRule="auto"/>
        <w:jc w:val="center"/>
        <w:rPr>
          <w:rFonts w:ascii="Corbel" w:hAnsi="Corbel"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516"/>
        <w:gridCol w:w="1417"/>
        <w:gridCol w:w="1413"/>
      </w:tblGrid>
      <w:tr w:rsidRPr="00C713FB" w:rsidR="00D97924" w:rsidTr="00CC2020" w14:paraId="44657A78" w14:textId="77777777">
        <w:trPr>
          <w:jc w:val="center"/>
        </w:trPr>
        <w:tc>
          <w:tcPr>
            <w:tcW w:w="6516" w:type="dxa"/>
            <w:vAlign w:val="center"/>
          </w:tcPr>
          <w:p w:rsidRPr="00C713FB" w:rsidR="00D97924" w:rsidP="00D97924" w:rsidRDefault="00D97924" w14:paraId="15A2BC45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13F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2830" w:type="dxa"/>
            <w:gridSpan w:val="2"/>
            <w:vAlign w:val="center"/>
          </w:tcPr>
          <w:p w:rsidRPr="00C713FB" w:rsidR="00D97924" w:rsidP="00D97924" w:rsidRDefault="00D97924" w14:paraId="1F1D5C2A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13F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C713FB" w:rsidR="00CC2020" w:rsidTr="00CC2020" w14:paraId="0A82C1AD" w14:textId="2546AF45">
        <w:trPr>
          <w:trHeight w:val="228"/>
          <w:jc w:val="center"/>
        </w:trPr>
        <w:tc>
          <w:tcPr>
            <w:tcW w:w="6516" w:type="dxa"/>
            <w:vMerge w:val="restart"/>
          </w:tcPr>
          <w:p w:rsidRPr="00C713FB" w:rsidR="00CC2020" w:rsidP="00CC2020" w:rsidRDefault="00FB5446" w14:paraId="2D490386" w14:textId="653339D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G</w:t>
            </w:r>
            <w:r w:rsidRPr="00C713FB" w:rsidR="00CC2020">
              <w:rPr>
                <w:rFonts w:ascii="Corbel" w:hAnsi="Corbel"/>
                <w:sz w:val="24"/>
                <w:szCs w:val="24"/>
              </w:rPr>
              <w:t>odziny z harmonogramu studiów</w:t>
            </w:r>
          </w:p>
        </w:tc>
        <w:tc>
          <w:tcPr>
            <w:tcW w:w="1417" w:type="dxa"/>
          </w:tcPr>
          <w:p w:rsidRPr="00C713FB" w:rsidR="00CC2020" w:rsidP="00CC2020" w:rsidRDefault="00CC2020" w14:paraId="6518FBDA" w14:textId="087FB7A3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Wykład</w:t>
            </w:r>
          </w:p>
        </w:tc>
        <w:tc>
          <w:tcPr>
            <w:tcW w:w="1413" w:type="dxa"/>
          </w:tcPr>
          <w:p w:rsidRPr="00C713FB" w:rsidR="00CC2020" w:rsidP="00CC2020" w:rsidRDefault="00CC2020" w14:paraId="23BEBFB6" w14:textId="26B494F3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Pr="00C713FB" w:rsidR="00CC2020" w:rsidTr="003E2621" w14:paraId="4679CAE5" w14:textId="46271006">
        <w:trPr>
          <w:trHeight w:val="541"/>
          <w:jc w:val="center"/>
        </w:trPr>
        <w:tc>
          <w:tcPr>
            <w:tcW w:w="6516" w:type="dxa"/>
            <w:vMerge/>
          </w:tcPr>
          <w:p w:rsidRPr="00C713FB" w:rsidR="00CC2020" w:rsidP="00D97924" w:rsidRDefault="00CC2020" w14:paraId="115766A5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17" w:type="dxa"/>
          </w:tcPr>
          <w:p w:rsidRPr="00C713FB" w:rsidR="00CC2020" w:rsidP="00CC2020" w:rsidRDefault="00CC2020" w14:paraId="61098D2C" w14:textId="305B64A6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413" w:type="dxa"/>
          </w:tcPr>
          <w:p w:rsidRPr="00C713FB" w:rsidR="00CC2020" w:rsidP="00CC2020" w:rsidRDefault="00CC2020" w14:paraId="639EA140" w14:textId="0E16EE4E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C713FB" w:rsidR="00CC2020" w:rsidTr="00CC2020" w14:paraId="4F0DCCAE" w14:textId="097B134E">
        <w:trPr>
          <w:jc w:val="center"/>
        </w:trPr>
        <w:tc>
          <w:tcPr>
            <w:tcW w:w="6516" w:type="dxa"/>
          </w:tcPr>
          <w:p w:rsidRPr="00C713FB" w:rsidR="00CC2020" w:rsidP="00D97924" w:rsidRDefault="00CC2020" w14:paraId="554CB767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 xml:space="preserve">Inne z udziałem nauczyciela (udział w konsultacjach, </w:t>
            </w:r>
            <w:r w:rsidRPr="00C713FB">
              <w:rPr>
                <w:rFonts w:ascii="Corbel" w:hAnsi="Corbel"/>
                <w:sz w:val="24"/>
                <w:szCs w:val="24"/>
              </w:rPr>
              <w:br/>
            </w:r>
            <w:r w:rsidRPr="00C713FB">
              <w:rPr>
                <w:rFonts w:ascii="Corbel" w:hAnsi="Corbel"/>
                <w:sz w:val="24"/>
                <w:szCs w:val="24"/>
              </w:rPr>
              <w:t>w egzaminie ustnym)</w:t>
            </w:r>
          </w:p>
        </w:tc>
        <w:tc>
          <w:tcPr>
            <w:tcW w:w="1417" w:type="dxa"/>
          </w:tcPr>
          <w:p w:rsidRPr="00C713FB" w:rsidR="00CC2020" w:rsidP="00CC2020" w:rsidRDefault="00CC2020" w14:paraId="7B24D50A" w14:textId="6E2DF068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1413" w:type="dxa"/>
          </w:tcPr>
          <w:p w:rsidRPr="00C713FB" w:rsidR="00CC2020" w:rsidP="00CC2020" w:rsidRDefault="002B33EB" w14:paraId="51A0420C" w14:textId="0524E67D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Pr="00C713FB" w:rsidR="00CC2020" w:rsidTr="00CC2020" w14:paraId="76D85D04" w14:textId="05D471E2">
        <w:trPr>
          <w:jc w:val="center"/>
        </w:trPr>
        <w:tc>
          <w:tcPr>
            <w:tcW w:w="6516" w:type="dxa"/>
          </w:tcPr>
          <w:p w:rsidRPr="00C713FB" w:rsidR="00CC2020" w:rsidP="00D97924" w:rsidRDefault="00CC2020" w14:paraId="5F72065A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713F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713FB">
              <w:rPr>
                <w:rFonts w:ascii="Corbel" w:hAnsi="Corbel"/>
                <w:sz w:val="24"/>
                <w:szCs w:val="24"/>
              </w:rPr>
              <w:t xml:space="preserve"> – praca własna studenta (przygotowanie do zajęć i do egzaminu ustnego)</w:t>
            </w:r>
          </w:p>
        </w:tc>
        <w:tc>
          <w:tcPr>
            <w:tcW w:w="1417" w:type="dxa"/>
          </w:tcPr>
          <w:p w:rsidRPr="00C713FB" w:rsidR="00CC2020" w:rsidP="00CC2020" w:rsidRDefault="00CC2020" w14:paraId="346A8E0D" w14:textId="5FFA5505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28</w:t>
            </w:r>
          </w:p>
        </w:tc>
        <w:tc>
          <w:tcPr>
            <w:tcW w:w="1413" w:type="dxa"/>
          </w:tcPr>
          <w:p w:rsidRPr="00C713FB" w:rsidR="00CC2020" w:rsidP="00CC2020" w:rsidRDefault="00CC2020" w14:paraId="422193B7" w14:textId="72DD0041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4</w:t>
            </w:r>
            <w:r w:rsidRPr="00C713FB" w:rsidR="002B33E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Pr="00C713FB" w:rsidR="00D97924" w:rsidTr="00CC2020" w14:paraId="469E6AE7" w14:textId="77777777">
        <w:trPr>
          <w:trHeight w:val="365"/>
          <w:jc w:val="center"/>
        </w:trPr>
        <w:tc>
          <w:tcPr>
            <w:tcW w:w="6516" w:type="dxa"/>
          </w:tcPr>
          <w:p w:rsidRPr="00C713FB" w:rsidR="00D97924" w:rsidP="00D97924" w:rsidRDefault="00D97924" w14:paraId="4FE9E855" w14:textId="7777777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830" w:type="dxa"/>
            <w:gridSpan w:val="2"/>
          </w:tcPr>
          <w:p w:rsidRPr="00C713FB" w:rsidR="00D97924" w:rsidP="002B33EB" w:rsidRDefault="00D97924" w14:paraId="5B82DE7E" w14:textId="73AAF70A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C713FB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Pr="00C713FB" w:rsidR="00D97924" w:rsidTr="00CC2020" w14:paraId="5CE5A4CF" w14:textId="77777777">
        <w:trPr>
          <w:trHeight w:val="356"/>
          <w:jc w:val="center"/>
        </w:trPr>
        <w:tc>
          <w:tcPr>
            <w:tcW w:w="6516" w:type="dxa"/>
          </w:tcPr>
          <w:p w:rsidRPr="00C713FB" w:rsidR="00D97924" w:rsidP="00D97924" w:rsidRDefault="00D97924" w14:paraId="467805AC" w14:textId="77777777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C713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830" w:type="dxa"/>
            <w:gridSpan w:val="2"/>
          </w:tcPr>
          <w:p w:rsidRPr="00C713FB" w:rsidR="00D97924" w:rsidP="00D97924" w:rsidRDefault="00D97924" w14:paraId="057E6497" w14:textId="7777777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713FB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Pr="00C713FB" w:rsidR="00D97924" w:rsidP="00076B31" w:rsidRDefault="00D97924" w14:paraId="70F07CA0" w14:textId="77777777">
      <w:pPr>
        <w:spacing w:after="0" w:line="240" w:lineRule="auto"/>
        <w:ind w:left="426"/>
        <w:rPr>
          <w:rFonts w:ascii="Corbel" w:hAnsi="Corbel"/>
          <w:i/>
          <w:sz w:val="20"/>
          <w:szCs w:val="20"/>
        </w:rPr>
      </w:pPr>
      <w:r w:rsidRPr="00C713FB">
        <w:rPr>
          <w:rFonts w:ascii="Corbel" w:hAnsi="Corbel"/>
          <w:i/>
          <w:sz w:val="20"/>
          <w:szCs w:val="20"/>
        </w:rPr>
        <w:t>* Należy uwzględnić, że 1 pkt ECTS odpowiada 25-30 godzin całkowitego nakładu pracy stude</w:t>
      </w:r>
      <w:r w:rsidRPr="00C713FB" w:rsidR="00076B31">
        <w:rPr>
          <w:rFonts w:ascii="Corbel" w:hAnsi="Corbel"/>
          <w:i/>
          <w:sz w:val="20"/>
          <w:szCs w:val="20"/>
        </w:rPr>
        <w:t>nta.</w:t>
      </w:r>
    </w:p>
    <w:p w:rsidRPr="00C713FB" w:rsidR="00D97924" w:rsidP="009C54AE" w:rsidRDefault="00D97924" w14:paraId="54EA07C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C713FB" w:rsidR="0085747A" w:rsidP="009C54AE" w:rsidRDefault="0071620A" w14:paraId="313833E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13FB">
        <w:rPr>
          <w:rFonts w:ascii="Corbel" w:hAnsi="Corbel"/>
          <w:smallCaps w:val="0"/>
          <w:szCs w:val="24"/>
        </w:rPr>
        <w:t xml:space="preserve">6. </w:t>
      </w:r>
      <w:r w:rsidRPr="00C713FB" w:rsidR="0085747A">
        <w:rPr>
          <w:rFonts w:ascii="Corbel" w:hAnsi="Corbel"/>
          <w:smallCaps w:val="0"/>
          <w:szCs w:val="24"/>
        </w:rPr>
        <w:t>PRAKTYKI ZAWO</w:t>
      </w:r>
      <w:r w:rsidRPr="00C713FB" w:rsidR="009D3F3B">
        <w:rPr>
          <w:rFonts w:ascii="Corbel" w:hAnsi="Corbel"/>
          <w:smallCaps w:val="0"/>
          <w:szCs w:val="24"/>
        </w:rPr>
        <w:t>DOWE W RAMACH PRZEDMIOTU</w:t>
      </w:r>
    </w:p>
    <w:p w:rsidRPr="00C713FB" w:rsidR="0085747A" w:rsidP="009C54AE" w:rsidRDefault="0085747A" w14:paraId="542B247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Pr="00C713FB" w:rsidR="003B4ADF" w:rsidTr="71B8DDA0" w14:paraId="649A26BB" w14:textId="77777777">
        <w:trPr>
          <w:trHeight w:val="397"/>
        </w:trPr>
        <w:tc>
          <w:tcPr>
            <w:tcW w:w="3544" w:type="dxa"/>
            <w:tcMar/>
          </w:tcPr>
          <w:p w:rsidRPr="00C713FB" w:rsidR="003B4ADF" w:rsidP="71B8DDA0" w:rsidRDefault="003B4ADF" w14:paraId="1623C2E1" w14:textId="77777777" w14:noSpellErr="1">
            <w:pPr>
              <w:pStyle w:val="Punktygwne"/>
              <w:spacing w:before="0" w:after="0"/>
              <w:ind w:left="9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1B8DDA0" w:rsidR="003B4ADF">
              <w:rPr>
                <w:rFonts w:ascii="Corbel" w:hAnsi="Corbel"/>
                <w:b w:val="0"/>
                <w:bCs w:val="0"/>
                <w:caps w:val="0"/>
                <w:smallCaps w:val="0"/>
              </w:rPr>
              <w:t>wymiar godzinowy</w:t>
            </w:r>
          </w:p>
        </w:tc>
        <w:tc>
          <w:tcPr>
            <w:tcW w:w="3969" w:type="dxa"/>
            <w:tcMar/>
          </w:tcPr>
          <w:p w:rsidRPr="00C713FB" w:rsidR="003B4ADF" w:rsidP="71B8DDA0" w:rsidRDefault="003B4ADF" w14:paraId="74F7E1B1" w14:textId="41CB7A5F" w14:noSpellErr="1">
            <w:pPr>
              <w:ind w:left="90"/>
              <w:rPr>
                <w:rFonts w:ascii="Corbel" w:hAnsi="Corbel"/>
                <w:b w:val="1"/>
                <w:bCs w:val="1"/>
                <w:smallCaps w:val="1"/>
              </w:rPr>
            </w:pPr>
            <w:r w:rsidRPr="71B8DDA0" w:rsidR="003B4ADF">
              <w:rPr>
                <w:rFonts w:ascii="Corbel" w:hAnsi="Corbel"/>
              </w:rPr>
              <w:t>Nie dotyczy</w:t>
            </w:r>
          </w:p>
        </w:tc>
      </w:tr>
      <w:tr w:rsidRPr="00C713FB" w:rsidR="003B4ADF" w:rsidTr="71B8DDA0" w14:paraId="7D0E7125" w14:textId="77777777">
        <w:trPr>
          <w:trHeight w:val="397"/>
        </w:trPr>
        <w:tc>
          <w:tcPr>
            <w:tcW w:w="3544" w:type="dxa"/>
            <w:tcMar/>
          </w:tcPr>
          <w:p w:rsidRPr="00C713FB" w:rsidR="003B4ADF" w:rsidP="71B8DDA0" w:rsidRDefault="003B4ADF" w14:paraId="08CCAF46" w14:textId="77777777" w14:noSpellErr="1">
            <w:pPr>
              <w:pStyle w:val="Punktygwne"/>
              <w:spacing w:before="0" w:after="0"/>
              <w:ind w:left="90"/>
              <w:rPr>
                <w:rFonts w:ascii="Corbel" w:hAnsi="Corbel"/>
                <w:b w:val="0"/>
                <w:bCs w:val="0"/>
                <w:caps w:val="0"/>
                <w:smallCaps w:val="0"/>
              </w:rPr>
            </w:pPr>
            <w:r w:rsidRPr="71B8DDA0" w:rsidR="003B4ADF">
              <w:rPr>
                <w:rFonts w:ascii="Corbel" w:hAnsi="Corbel"/>
                <w:b w:val="0"/>
                <w:bCs w:val="0"/>
                <w:caps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  <w:tcMar/>
          </w:tcPr>
          <w:p w:rsidRPr="00C713FB" w:rsidR="003B4ADF" w:rsidP="71B8DDA0" w:rsidRDefault="003B4ADF" w14:paraId="2F6CD404" w14:textId="5F97470C" w14:noSpellErr="1">
            <w:pPr>
              <w:ind w:left="90"/>
              <w:rPr>
                <w:rFonts w:ascii="Corbel" w:hAnsi="Corbel"/>
                <w:b w:val="1"/>
                <w:bCs w:val="1"/>
                <w:smallCaps w:val="1"/>
              </w:rPr>
            </w:pPr>
            <w:r w:rsidRPr="71B8DDA0" w:rsidR="003B4ADF">
              <w:rPr>
                <w:rFonts w:ascii="Corbel" w:hAnsi="Corbel"/>
              </w:rPr>
              <w:t>Nie dotyczy</w:t>
            </w:r>
          </w:p>
        </w:tc>
      </w:tr>
    </w:tbl>
    <w:p w:rsidRPr="00C713FB" w:rsidR="00237922" w:rsidP="009C54AE" w:rsidRDefault="00237922" w14:paraId="32C4FC8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C713FB" w:rsidR="0085747A" w:rsidP="009C54AE" w:rsidRDefault="00675843" w14:paraId="59A9AABA" w14:textId="11F6591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713FB">
        <w:rPr>
          <w:rFonts w:ascii="Corbel" w:hAnsi="Corbel"/>
          <w:smallCaps w:val="0"/>
          <w:szCs w:val="24"/>
        </w:rPr>
        <w:t xml:space="preserve">7. </w:t>
      </w:r>
      <w:r w:rsidRPr="00C713FB" w:rsidR="0085747A">
        <w:rPr>
          <w:rFonts w:ascii="Corbel" w:hAnsi="Corbel"/>
          <w:smallCaps w:val="0"/>
          <w:szCs w:val="24"/>
        </w:rPr>
        <w:t>LITERATURA</w:t>
      </w:r>
      <w:r w:rsidRPr="00C713FB">
        <w:rPr>
          <w:rFonts w:ascii="Corbel" w:hAnsi="Corbel"/>
          <w:smallCaps w:val="0"/>
          <w:szCs w:val="24"/>
        </w:rPr>
        <w:t xml:space="preserve"> </w:t>
      </w:r>
    </w:p>
    <w:p w:rsidRPr="00C713FB" w:rsidR="00675843" w:rsidP="009C54AE" w:rsidRDefault="00675843" w14:paraId="5D077770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C713FB" w:rsidR="00834971" w:rsidTr="71B8DDA0" w14:paraId="3FCDB54C" w14:textId="77777777">
        <w:trPr>
          <w:trHeight w:val="446"/>
        </w:trPr>
        <w:tc>
          <w:tcPr>
            <w:tcW w:w="9662" w:type="dxa"/>
            <w:tcMar/>
          </w:tcPr>
          <w:p w:rsidRPr="00C713FB" w:rsidR="00834971" w:rsidP="00834971" w:rsidRDefault="00834971" w14:paraId="027DE3AD" w14:textId="77777777">
            <w:pPr>
              <w:spacing w:after="0" w:line="240" w:lineRule="auto"/>
              <w:rPr>
                <w:rFonts w:ascii="Corbel" w:hAnsi="Corbel"/>
                <w:u w:val="single"/>
              </w:rPr>
            </w:pPr>
            <w:r w:rsidRPr="00C713FB">
              <w:rPr>
                <w:rFonts w:ascii="Corbel" w:hAnsi="Corbel"/>
                <w:b/>
              </w:rPr>
              <w:t>Literatura podstawowa</w:t>
            </w:r>
            <w:r w:rsidRPr="00C713FB">
              <w:rPr>
                <w:rFonts w:ascii="Corbel" w:hAnsi="Corbel"/>
                <w:u w:val="single"/>
              </w:rPr>
              <w:t>:</w:t>
            </w:r>
          </w:p>
          <w:p w:rsidRPr="00C713FB" w:rsidR="00237922" w:rsidP="00237922" w:rsidRDefault="00237922" w14:paraId="57D193B9" w14:textId="77777777">
            <w:pPr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0"/>
                <w:szCs w:val="20"/>
              </w:rPr>
            </w:pPr>
            <w:r w:rsidRPr="00C713FB">
              <w:rPr>
                <w:rFonts w:ascii="Corbel" w:hAnsi="Corbel"/>
                <w:sz w:val="20"/>
                <w:szCs w:val="20"/>
              </w:rPr>
              <w:t xml:space="preserve">Boryczko M., Dunajska A., Marek S. (2020). </w:t>
            </w:r>
            <w:r w:rsidRPr="00C713FB">
              <w:rPr>
                <w:rFonts w:ascii="Corbel" w:hAnsi="Corbel"/>
                <w:i/>
                <w:sz w:val="20"/>
                <w:szCs w:val="20"/>
              </w:rPr>
              <w:t>Praca socjalna w środowisku lokalnym</w:t>
            </w:r>
            <w:r w:rsidRPr="00C713FB">
              <w:rPr>
                <w:rFonts w:ascii="Corbel" w:hAnsi="Corbel"/>
                <w:sz w:val="20"/>
                <w:szCs w:val="20"/>
              </w:rPr>
              <w:t xml:space="preserve">, Warszawa: Wydawnictwo </w:t>
            </w:r>
            <w:proofErr w:type="spellStart"/>
            <w:r w:rsidRPr="00C713FB">
              <w:rPr>
                <w:rFonts w:ascii="Corbel" w:hAnsi="Corbel"/>
                <w:sz w:val="20"/>
                <w:szCs w:val="20"/>
              </w:rPr>
              <w:t>Difin</w:t>
            </w:r>
            <w:proofErr w:type="spellEnd"/>
            <w:r w:rsidRPr="00C713FB">
              <w:rPr>
                <w:rFonts w:ascii="Corbel" w:hAnsi="Corbel"/>
                <w:sz w:val="20"/>
                <w:szCs w:val="20"/>
              </w:rPr>
              <w:t>.</w:t>
            </w:r>
          </w:p>
          <w:p w:rsidRPr="00C713FB" w:rsidR="00373E6D" w:rsidP="00237922" w:rsidRDefault="00373E6D" w14:paraId="433E4CB1" w14:textId="45D479BC">
            <w:pPr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0"/>
                <w:szCs w:val="20"/>
              </w:rPr>
            </w:pPr>
            <w:r w:rsidRPr="00C713FB">
              <w:rPr>
                <w:rFonts w:ascii="Corbel" w:hAnsi="Corbel"/>
                <w:sz w:val="20"/>
                <w:szCs w:val="20"/>
              </w:rPr>
              <w:t>Ćwiek J. (2018).  </w:t>
            </w:r>
            <w:r w:rsidRPr="00C713FB">
              <w:rPr>
                <w:rFonts w:ascii="Corbel" w:hAnsi="Corbel"/>
                <w:i/>
                <w:iCs/>
                <w:sz w:val="20"/>
                <w:szCs w:val="20"/>
              </w:rPr>
              <w:t>Typ klienta a sposób postępowania pracownika socjalnego</w:t>
            </w:r>
            <w:r w:rsidRPr="00C713FB">
              <w:rPr>
                <w:rFonts w:ascii="Corbel" w:hAnsi="Corbel"/>
                <w:sz w:val="20"/>
                <w:szCs w:val="20"/>
              </w:rPr>
              <w:t>, </w:t>
            </w:r>
            <w:hyperlink w:history="1" r:id="rId11">
              <w:r w:rsidRPr="00C713FB" w:rsidR="00661485">
                <w:rPr>
                  <w:rStyle w:val="Hipercze"/>
                  <w:rFonts w:ascii="Corbel" w:hAnsi="Corbel"/>
                  <w:sz w:val="20"/>
                  <w:szCs w:val="20"/>
                </w:rPr>
                <w:t>https://pomocspoleczna24.pl/nr-6-maj-2018/typ-klienta-a-sposob-postepowania-pracownika-socjalnego-151.html</w:t>
              </w:r>
            </w:hyperlink>
          </w:p>
          <w:p w:rsidRPr="00C713FB" w:rsidR="00661485" w:rsidP="00237922" w:rsidRDefault="00661485" w14:paraId="6EC35A04" w14:textId="6C7AD5C7">
            <w:pPr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0"/>
                <w:szCs w:val="20"/>
              </w:rPr>
            </w:pPr>
            <w:r w:rsidRPr="00C713FB">
              <w:rPr>
                <w:rFonts w:ascii="Corbel" w:hAnsi="Corbel"/>
                <w:sz w:val="20"/>
                <w:szCs w:val="20"/>
                <w:lang w:val="en-US"/>
              </w:rPr>
              <w:t xml:space="preserve">DuBois B., Krogsrud Miley K. (1999). </w:t>
            </w:r>
            <w:r w:rsidRPr="00C713FB">
              <w:rPr>
                <w:rFonts w:ascii="Corbel" w:hAnsi="Corbel"/>
                <w:i/>
                <w:iCs/>
                <w:sz w:val="20"/>
                <w:szCs w:val="20"/>
              </w:rPr>
              <w:t>Praca socjalna. Zawód, który dodaje sił.</w:t>
            </w:r>
            <w:r w:rsidRPr="00C713FB">
              <w:rPr>
                <w:rFonts w:ascii="Corbel" w:hAnsi="Corbel"/>
                <w:sz w:val="20"/>
                <w:szCs w:val="20"/>
              </w:rPr>
              <w:t xml:space="preserve"> T. 2. Katowice: Wyd. Śląsk.</w:t>
            </w:r>
          </w:p>
          <w:p w:rsidRPr="00C713FB" w:rsidR="00237922" w:rsidP="00237922" w:rsidRDefault="00237922" w14:paraId="1E1D1134" w14:textId="77777777">
            <w:pPr>
              <w:numPr>
                <w:ilvl w:val="0"/>
                <w:numId w:val="17"/>
              </w:numPr>
              <w:spacing w:after="0" w:line="240" w:lineRule="auto"/>
              <w:ind w:left="714" w:hanging="357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C713FB">
              <w:rPr>
                <w:rFonts w:ascii="Corbel" w:hAnsi="Corbel"/>
                <w:sz w:val="20"/>
                <w:szCs w:val="20"/>
              </w:rPr>
              <w:t>Grudziewska</w:t>
            </w:r>
            <w:proofErr w:type="spellEnd"/>
            <w:r w:rsidRPr="00C713FB">
              <w:rPr>
                <w:rFonts w:ascii="Corbel" w:hAnsi="Corbel"/>
                <w:sz w:val="20"/>
                <w:szCs w:val="20"/>
              </w:rPr>
              <w:t xml:space="preserve"> E., </w:t>
            </w:r>
            <w:proofErr w:type="spellStart"/>
            <w:r w:rsidRPr="00C713FB">
              <w:rPr>
                <w:rFonts w:ascii="Corbel" w:hAnsi="Corbel"/>
                <w:sz w:val="20"/>
                <w:szCs w:val="20"/>
              </w:rPr>
              <w:t>Sędzicki</w:t>
            </w:r>
            <w:proofErr w:type="spellEnd"/>
            <w:r w:rsidRPr="00C713FB">
              <w:rPr>
                <w:rFonts w:ascii="Corbel" w:hAnsi="Corbel"/>
                <w:sz w:val="20"/>
                <w:szCs w:val="20"/>
              </w:rPr>
              <w:t xml:space="preserve"> M. (red.) (2018). </w:t>
            </w:r>
            <w:r w:rsidRPr="00C713FB">
              <w:rPr>
                <w:rFonts w:ascii="Corbel" w:hAnsi="Corbel"/>
                <w:i/>
                <w:sz w:val="20"/>
                <w:szCs w:val="20"/>
              </w:rPr>
              <w:t>Praktyka pracy socjalnej</w:t>
            </w:r>
            <w:r w:rsidRPr="00C713FB">
              <w:rPr>
                <w:rFonts w:ascii="Corbel" w:hAnsi="Corbel"/>
                <w:sz w:val="20"/>
                <w:szCs w:val="20"/>
              </w:rPr>
              <w:t xml:space="preserve">, Warszawa: Wydawnictwo: </w:t>
            </w:r>
            <w:proofErr w:type="spellStart"/>
            <w:r w:rsidRPr="00C713FB">
              <w:rPr>
                <w:rFonts w:ascii="Corbel" w:hAnsi="Corbel"/>
                <w:sz w:val="20"/>
                <w:szCs w:val="20"/>
              </w:rPr>
              <w:t>Difin</w:t>
            </w:r>
            <w:proofErr w:type="spellEnd"/>
            <w:r w:rsidRPr="00C713FB">
              <w:rPr>
                <w:rFonts w:ascii="Corbel" w:hAnsi="Corbel"/>
                <w:sz w:val="20"/>
                <w:szCs w:val="20"/>
              </w:rPr>
              <w:t>.</w:t>
            </w:r>
          </w:p>
          <w:p w:rsidRPr="00C713FB" w:rsidR="00237922" w:rsidP="00237922" w:rsidRDefault="00237922" w14:paraId="39D0B794" w14:textId="7408FE63">
            <w:pPr>
              <w:numPr>
                <w:ilvl w:val="0"/>
                <w:numId w:val="17"/>
              </w:numPr>
              <w:spacing w:after="0" w:line="240" w:lineRule="auto"/>
              <w:ind w:left="714" w:hanging="357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C713FB">
              <w:rPr>
                <w:rFonts w:ascii="Corbel" w:hAnsi="Corbel"/>
                <w:sz w:val="20"/>
                <w:szCs w:val="20"/>
              </w:rPr>
              <w:t>Hobot</w:t>
            </w:r>
            <w:proofErr w:type="spellEnd"/>
            <w:r w:rsidRPr="00C713FB">
              <w:rPr>
                <w:rFonts w:ascii="Corbel" w:hAnsi="Corbel"/>
                <w:sz w:val="20"/>
                <w:szCs w:val="20"/>
              </w:rPr>
              <w:t xml:space="preserve"> Ł. (2011).</w:t>
            </w:r>
            <w:r w:rsidRPr="00C713FB">
              <w:rPr>
                <w:rFonts w:ascii="Corbel" w:hAnsi="Corbel"/>
                <w:i/>
                <w:iCs/>
                <w:sz w:val="20"/>
                <w:szCs w:val="20"/>
              </w:rPr>
              <w:t xml:space="preserve"> Praca socjalna w środowisku ulicznym z osobami bezdomnymi oraz młodzieżą zagrożoną wykluczeniem i niedostosowaniem społecznym na przykładzie projektu "</w:t>
            </w:r>
            <w:proofErr w:type="spellStart"/>
            <w:r w:rsidRPr="00C713FB">
              <w:rPr>
                <w:rFonts w:ascii="Corbel" w:hAnsi="Corbel"/>
                <w:i/>
                <w:iCs/>
                <w:sz w:val="20"/>
                <w:szCs w:val="20"/>
              </w:rPr>
              <w:t>Streetwork</w:t>
            </w:r>
            <w:proofErr w:type="spellEnd"/>
            <w:r w:rsidRPr="00C713FB">
              <w:rPr>
                <w:rFonts w:ascii="Corbel" w:hAnsi="Corbel"/>
                <w:i/>
                <w:iCs/>
                <w:sz w:val="20"/>
                <w:szCs w:val="20"/>
              </w:rPr>
              <w:t xml:space="preserve"> - skuteczny kontakt z klientem". </w:t>
            </w:r>
            <w:r w:rsidRPr="00C713FB">
              <w:rPr>
                <w:rFonts w:ascii="Corbel" w:hAnsi="Corbel"/>
                <w:sz w:val="20"/>
                <w:szCs w:val="20"/>
              </w:rPr>
              <w:t xml:space="preserve">W: M. Michel (red.). </w:t>
            </w:r>
            <w:r w:rsidRPr="00C713FB">
              <w:rPr>
                <w:rFonts w:ascii="Corbel" w:hAnsi="Corbel"/>
                <w:i/>
                <w:iCs/>
                <w:sz w:val="20"/>
                <w:szCs w:val="20"/>
              </w:rPr>
              <w:t>Streetworking aspekty teoretyczne i praktyczne</w:t>
            </w:r>
            <w:r w:rsidRPr="00C713FB">
              <w:rPr>
                <w:rFonts w:ascii="Corbel" w:hAnsi="Corbel"/>
                <w:sz w:val="20"/>
                <w:szCs w:val="20"/>
              </w:rPr>
              <w:t>, Kraków: Wyd. UJ.</w:t>
            </w:r>
          </w:p>
          <w:p w:rsidRPr="00C713FB" w:rsidR="00237922" w:rsidP="00237922" w:rsidRDefault="00237922" w14:paraId="5C29A811" w14:textId="77777777">
            <w:pPr>
              <w:numPr>
                <w:ilvl w:val="0"/>
                <w:numId w:val="17"/>
              </w:numPr>
              <w:tabs>
                <w:tab w:val="left" w:pos="1395"/>
              </w:tabs>
              <w:spacing w:after="0" w:line="240" w:lineRule="auto"/>
              <w:ind w:left="714" w:hanging="357"/>
              <w:jc w:val="both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C713FB">
              <w:rPr>
                <w:rFonts w:ascii="Corbel" w:hAnsi="Corbel"/>
                <w:sz w:val="20"/>
                <w:szCs w:val="20"/>
              </w:rPr>
              <w:t>Kadela</w:t>
            </w:r>
            <w:proofErr w:type="spellEnd"/>
            <w:r w:rsidRPr="00C713FB">
              <w:rPr>
                <w:rFonts w:ascii="Corbel" w:hAnsi="Corbel"/>
                <w:sz w:val="20"/>
                <w:szCs w:val="20"/>
              </w:rPr>
              <w:t xml:space="preserve"> K., Kowalczyk J.(2014). </w:t>
            </w:r>
            <w:r w:rsidRPr="00C713FB">
              <w:rPr>
                <w:rFonts w:ascii="Corbel" w:hAnsi="Corbel"/>
                <w:i/>
                <w:sz w:val="20"/>
                <w:szCs w:val="20"/>
              </w:rPr>
              <w:t>Standardy pracy socjalnej. Rekomendacje metodyczne i organizacyjne</w:t>
            </w:r>
            <w:r w:rsidRPr="00C713FB">
              <w:rPr>
                <w:rFonts w:ascii="Corbel" w:hAnsi="Corbel"/>
                <w:sz w:val="20"/>
                <w:szCs w:val="20"/>
              </w:rPr>
              <w:t xml:space="preserve">, Warszawa: Wydawnictwo Wrzos. Dostępna online: </w:t>
            </w:r>
            <w:hyperlink w:history="1" r:id="rId12">
              <w:r w:rsidRPr="00C713FB">
                <w:rPr>
                  <w:rStyle w:val="Hipercze"/>
                  <w:rFonts w:ascii="Corbel" w:hAnsi="Corbel"/>
                  <w:sz w:val="20"/>
                  <w:szCs w:val="20"/>
                </w:rPr>
                <w:t>https://www.wrzos.org.pl/projekt1.18/download/Standardy_pracy_socjalnej_www.pdf</w:t>
              </w:r>
            </w:hyperlink>
          </w:p>
          <w:p w:rsidRPr="00C713FB" w:rsidR="00237922" w:rsidP="00237922" w:rsidRDefault="00237922" w14:paraId="45218C83" w14:textId="77777777">
            <w:pPr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0"/>
                <w:szCs w:val="20"/>
              </w:rPr>
            </w:pPr>
            <w:r w:rsidRPr="00C713FB">
              <w:rPr>
                <w:rFonts w:ascii="Corbel" w:hAnsi="Corbel"/>
                <w:sz w:val="20"/>
                <w:szCs w:val="20"/>
              </w:rPr>
              <w:t xml:space="preserve">Rymsza M. (red.). (2014). </w:t>
            </w:r>
            <w:r w:rsidRPr="00C713FB">
              <w:rPr>
                <w:rFonts w:ascii="Corbel" w:hAnsi="Corbel"/>
                <w:i/>
                <w:sz w:val="20"/>
                <w:szCs w:val="20"/>
              </w:rPr>
              <w:t>Organizowanie społeczności lokalnej - metodyka pracy środowiskowej</w:t>
            </w:r>
            <w:r w:rsidRPr="00C713FB">
              <w:rPr>
                <w:rFonts w:ascii="Corbel" w:hAnsi="Corbel"/>
                <w:sz w:val="20"/>
                <w:szCs w:val="20"/>
              </w:rPr>
              <w:t>, Poradnik II z Serii ABC organizowania społeczności lokalnych, Warszawa.</w:t>
            </w:r>
          </w:p>
          <w:p w:rsidRPr="00C713FB" w:rsidR="00237922" w:rsidP="00237922" w:rsidRDefault="00237922" w14:paraId="781A8FC0" w14:textId="5AA690A8">
            <w:pPr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0"/>
                <w:szCs w:val="20"/>
              </w:rPr>
            </w:pPr>
            <w:r w:rsidRPr="00C713FB">
              <w:rPr>
                <w:rFonts w:ascii="Corbel" w:hAnsi="Corbel"/>
                <w:sz w:val="20"/>
                <w:szCs w:val="20"/>
              </w:rPr>
              <w:t>Stankiewicz A., Hejduk A. (2013). </w:t>
            </w:r>
            <w:r w:rsidRPr="00C713FB">
              <w:rPr>
                <w:rFonts w:ascii="Corbel" w:hAnsi="Corbel"/>
                <w:i/>
                <w:iCs/>
                <w:sz w:val="20"/>
                <w:szCs w:val="20"/>
              </w:rPr>
              <w:t>Założenia metody coachingu społecznego.</w:t>
            </w:r>
            <w:r w:rsidRPr="00C713FB">
              <w:rPr>
                <w:rFonts w:ascii="Corbel" w:hAnsi="Corbel"/>
                <w:sz w:val="20"/>
                <w:szCs w:val="20"/>
              </w:rPr>
              <w:t xml:space="preserve"> W: M. Kulesza, J. </w:t>
            </w:r>
            <w:proofErr w:type="spellStart"/>
            <w:r w:rsidRPr="00C713FB">
              <w:rPr>
                <w:rFonts w:ascii="Corbel" w:hAnsi="Corbel"/>
                <w:sz w:val="20"/>
                <w:szCs w:val="20"/>
              </w:rPr>
              <w:t>Surzykiewicz</w:t>
            </w:r>
            <w:proofErr w:type="spellEnd"/>
            <w:r w:rsidRPr="00C713FB">
              <w:rPr>
                <w:rFonts w:ascii="Corbel" w:hAnsi="Corbel"/>
                <w:sz w:val="20"/>
                <w:szCs w:val="20"/>
              </w:rPr>
              <w:t xml:space="preserve"> (red.). </w:t>
            </w:r>
            <w:r w:rsidRPr="00C713FB">
              <w:rPr>
                <w:rFonts w:ascii="Corbel" w:hAnsi="Corbel"/>
                <w:i/>
                <w:iCs/>
                <w:sz w:val="20"/>
                <w:szCs w:val="20"/>
              </w:rPr>
              <w:t>Coaching społeczny. Innowacyjne techniki i narzędzia wsparcia osób zagrożonych wykluczeniem społecznym</w:t>
            </w:r>
            <w:r w:rsidRPr="00C713FB">
              <w:rPr>
                <w:rFonts w:ascii="Corbel" w:hAnsi="Corbel"/>
                <w:sz w:val="20"/>
                <w:szCs w:val="20"/>
              </w:rPr>
              <w:t xml:space="preserve">. Warszawa: Wyd. </w:t>
            </w:r>
            <w:proofErr w:type="spellStart"/>
            <w:r w:rsidRPr="00C713FB">
              <w:rPr>
                <w:rFonts w:ascii="Corbel" w:hAnsi="Corbel"/>
                <w:sz w:val="20"/>
                <w:szCs w:val="20"/>
              </w:rPr>
              <w:t>Difin</w:t>
            </w:r>
            <w:proofErr w:type="spellEnd"/>
            <w:r w:rsidRPr="00C713FB">
              <w:rPr>
                <w:rFonts w:ascii="Corbel" w:hAnsi="Corbel"/>
                <w:sz w:val="20"/>
                <w:szCs w:val="20"/>
              </w:rPr>
              <w:t>.</w:t>
            </w:r>
          </w:p>
          <w:p w:rsidRPr="00C713FB" w:rsidR="00237922" w:rsidP="00237922" w:rsidRDefault="00237922" w14:paraId="33184C7E" w14:textId="77777777">
            <w:pPr>
              <w:numPr>
                <w:ilvl w:val="0"/>
                <w:numId w:val="17"/>
              </w:numPr>
              <w:spacing w:after="0" w:line="240" w:lineRule="auto"/>
              <w:ind w:left="714" w:hanging="357"/>
              <w:contextualSpacing/>
              <w:jc w:val="both"/>
              <w:rPr>
                <w:rFonts w:ascii="Corbel" w:hAnsi="Corbel" w:eastAsia="Times New Roman"/>
                <w:sz w:val="20"/>
                <w:szCs w:val="20"/>
                <w:lang w:eastAsia="pl-PL"/>
              </w:rPr>
            </w:pPr>
            <w:proofErr w:type="spellStart"/>
            <w:r w:rsidRPr="00C713FB">
              <w:rPr>
                <w:rFonts w:ascii="Corbel" w:hAnsi="Corbel" w:eastAsia="Times New Roman"/>
                <w:sz w:val="20"/>
                <w:szCs w:val="20"/>
                <w:lang w:eastAsia="pl-PL"/>
              </w:rPr>
              <w:t>Szluz</w:t>
            </w:r>
            <w:proofErr w:type="spellEnd"/>
            <w:r w:rsidRPr="00C713FB">
              <w:rPr>
                <w:rFonts w:ascii="Corbel" w:hAnsi="Corbel" w:eastAsia="Times New Roman"/>
                <w:sz w:val="20"/>
                <w:szCs w:val="20"/>
                <w:lang w:eastAsia="pl-PL"/>
              </w:rPr>
              <w:t xml:space="preserve"> B., </w:t>
            </w:r>
            <w:proofErr w:type="spellStart"/>
            <w:r w:rsidRPr="00C713FB">
              <w:rPr>
                <w:rFonts w:ascii="Corbel" w:hAnsi="Corbel" w:eastAsia="Times New Roman"/>
                <w:sz w:val="20"/>
                <w:szCs w:val="20"/>
                <w:lang w:eastAsia="pl-PL"/>
              </w:rPr>
              <w:t>Bozacka</w:t>
            </w:r>
            <w:proofErr w:type="spellEnd"/>
            <w:r w:rsidRPr="00C713FB">
              <w:rPr>
                <w:rFonts w:ascii="Corbel" w:hAnsi="Corbel" w:eastAsia="Times New Roman"/>
                <w:sz w:val="20"/>
                <w:szCs w:val="20"/>
                <w:lang w:eastAsia="pl-PL"/>
              </w:rPr>
              <w:t xml:space="preserve"> M.(2017). </w:t>
            </w:r>
            <w:r w:rsidRPr="00C713FB">
              <w:rPr>
                <w:rFonts w:ascii="Corbel" w:hAnsi="Corbel"/>
                <w:i/>
                <w:color w:val="000000"/>
                <w:sz w:val="20"/>
                <w:szCs w:val="20"/>
              </w:rPr>
              <w:t xml:space="preserve">Wybrane kategorie problemów społecznych. Wprowadzenie do pracy socjalnej. </w:t>
            </w:r>
            <w:r w:rsidRPr="00C713FB">
              <w:rPr>
                <w:rFonts w:ascii="Corbel" w:hAnsi="Corbel"/>
                <w:color w:val="000000"/>
                <w:sz w:val="20"/>
                <w:szCs w:val="20"/>
              </w:rPr>
              <w:t>Rzeszów: Wydawnictwo Uniwersytetu Rzeszowskiego.</w:t>
            </w:r>
          </w:p>
          <w:p w:rsidRPr="00C713FB" w:rsidR="00237922" w:rsidP="00237922" w:rsidRDefault="00237922" w14:paraId="463B3B84" w14:textId="04E3910F">
            <w:pPr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0"/>
                <w:szCs w:val="20"/>
              </w:rPr>
            </w:pPr>
            <w:r w:rsidRPr="71B8DDA0" w:rsidR="0A5603AA">
              <w:rPr>
                <w:rFonts w:ascii="Corbel" w:hAnsi="Corbel"/>
                <w:sz w:val="20"/>
                <w:szCs w:val="20"/>
              </w:rPr>
              <w:t>Wielgos-</w:t>
            </w:r>
            <w:r w:rsidRPr="71B8DDA0" w:rsidR="0A5603AA">
              <w:rPr>
                <w:rFonts w:ascii="Corbel" w:hAnsi="Corbel"/>
                <w:sz w:val="20"/>
                <w:szCs w:val="20"/>
              </w:rPr>
              <w:t>Struck</w:t>
            </w:r>
            <w:r w:rsidRPr="71B8DDA0" w:rsidR="0A5603AA">
              <w:rPr>
                <w:rFonts w:ascii="Corbel" w:hAnsi="Corbel"/>
                <w:sz w:val="20"/>
                <w:szCs w:val="20"/>
              </w:rPr>
              <w:t xml:space="preserve"> R., </w:t>
            </w:r>
            <w:r w:rsidRPr="71B8DDA0" w:rsidR="0A5603AA">
              <w:rPr>
                <w:rFonts w:ascii="Corbel" w:hAnsi="Corbel"/>
                <w:sz w:val="20"/>
                <w:szCs w:val="20"/>
              </w:rPr>
              <w:t>Bozacka</w:t>
            </w:r>
            <w:r w:rsidRPr="71B8DDA0" w:rsidR="0A5603AA">
              <w:rPr>
                <w:rFonts w:ascii="Corbel" w:hAnsi="Corbel"/>
                <w:sz w:val="20"/>
                <w:szCs w:val="20"/>
              </w:rPr>
              <w:t xml:space="preserve"> </w:t>
            </w:r>
            <w:r w:rsidRPr="71B8DDA0" w:rsidR="0A5603AA">
              <w:rPr>
                <w:rFonts w:ascii="Corbel" w:hAnsi="Corbel"/>
                <w:sz w:val="20"/>
                <w:szCs w:val="20"/>
              </w:rPr>
              <w:t>M.,</w:t>
            </w:r>
            <w:r w:rsidRPr="71B8DDA0" w:rsidR="27B6528B">
              <w:rPr>
                <w:rFonts w:ascii="Corbel" w:hAnsi="Corbel"/>
                <w:sz w:val="20"/>
                <w:szCs w:val="20"/>
              </w:rPr>
              <w:t xml:space="preserve"> </w:t>
            </w:r>
            <w:r w:rsidRPr="71B8DDA0" w:rsidR="0A5603AA">
              <w:rPr>
                <w:rFonts w:ascii="Corbel" w:hAnsi="Corbel"/>
                <w:sz w:val="20"/>
                <w:szCs w:val="20"/>
              </w:rPr>
              <w:t>(</w:t>
            </w:r>
            <w:r w:rsidRPr="71B8DDA0" w:rsidR="0A5603AA">
              <w:rPr>
                <w:rFonts w:ascii="Corbel" w:hAnsi="Corbel"/>
                <w:sz w:val="20"/>
                <w:szCs w:val="20"/>
              </w:rPr>
              <w:t>2015)</w:t>
            </w:r>
            <w:r w:rsidRPr="71B8DDA0" w:rsidR="0A5603AA">
              <w:rPr>
                <w:rFonts w:ascii="Corbel" w:hAnsi="Corbel"/>
                <w:i w:val="1"/>
                <w:iCs w:val="1"/>
                <w:sz w:val="20"/>
                <w:szCs w:val="20"/>
              </w:rPr>
              <w:t xml:space="preserve"> </w:t>
            </w:r>
            <w:r w:rsidRPr="71B8DDA0" w:rsidR="0A5603AA">
              <w:rPr>
                <w:rFonts w:ascii="Corbel" w:hAnsi="Corbel"/>
                <w:i w:val="1"/>
                <w:iCs w:val="1"/>
                <w:sz w:val="20"/>
                <w:szCs w:val="20"/>
              </w:rPr>
              <w:t xml:space="preserve">Pracownik socjalny i asystent rodziny – filary aktywnej integracji klientów pomocy społecznej, </w:t>
            </w:r>
            <w:r w:rsidRPr="71B8DDA0" w:rsidR="0A5603AA">
              <w:rPr>
                <w:rFonts w:ascii="Corbel" w:hAnsi="Corbel"/>
                <w:sz w:val="20"/>
                <w:szCs w:val="20"/>
              </w:rPr>
              <w:t xml:space="preserve">[w:] </w:t>
            </w:r>
            <w:r w:rsidRPr="71B8DDA0" w:rsidR="0A5603AA">
              <w:rPr>
                <w:rFonts w:ascii="Corbel" w:hAnsi="Corbel"/>
                <w:i w:val="1"/>
                <w:iCs w:val="1"/>
                <w:sz w:val="20"/>
                <w:szCs w:val="20"/>
              </w:rPr>
              <w:t>Obszary wsparcia rodziny w doświadczeniu lokalnym</w:t>
            </w:r>
            <w:r w:rsidRPr="71B8DDA0" w:rsidR="0A5603AA">
              <w:rPr>
                <w:rFonts w:ascii="Corbel" w:hAnsi="Corbel"/>
                <w:sz w:val="20"/>
                <w:szCs w:val="20"/>
              </w:rPr>
              <w:t xml:space="preserve">, pod red. R. Wielgos – </w:t>
            </w:r>
            <w:r w:rsidRPr="71B8DDA0" w:rsidR="0A5603AA">
              <w:rPr>
                <w:rFonts w:ascii="Corbel" w:hAnsi="Corbel"/>
                <w:sz w:val="20"/>
                <w:szCs w:val="20"/>
              </w:rPr>
              <w:t>Struck</w:t>
            </w:r>
            <w:r w:rsidRPr="71B8DDA0" w:rsidR="0A5603AA">
              <w:rPr>
                <w:rFonts w:ascii="Corbel" w:hAnsi="Corbel"/>
                <w:sz w:val="20"/>
                <w:szCs w:val="20"/>
              </w:rPr>
              <w:t>, Rzeszów: Wydawnictwo Uniwersytetu Rzeszowskiego.</w:t>
            </w:r>
          </w:p>
          <w:p w:rsidRPr="00C713FB" w:rsidR="00291016" w:rsidP="00291016" w:rsidRDefault="00291016" w14:paraId="3D8CE1CF" w14:textId="77777777">
            <w:pPr>
              <w:spacing w:after="0" w:line="240" w:lineRule="auto"/>
              <w:ind w:left="714"/>
              <w:contextualSpacing/>
              <w:rPr>
                <w:rFonts w:ascii="Corbel" w:hAnsi="Corbel" w:eastAsia="Times New Roman"/>
                <w:sz w:val="20"/>
                <w:szCs w:val="20"/>
                <w:lang w:eastAsia="pl-PL"/>
              </w:rPr>
            </w:pPr>
          </w:p>
          <w:p w:rsidRPr="00C713FB" w:rsidR="00834971" w:rsidP="00834971" w:rsidRDefault="00834971" w14:paraId="399024F7" w14:textId="77777777">
            <w:pPr>
              <w:spacing w:after="0" w:line="240" w:lineRule="auto"/>
              <w:rPr>
                <w:rFonts w:ascii="Corbel" w:hAnsi="Corbel"/>
                <w:sz w:val="20"/>
                <w:szCs w:val="20"/>
                <w:u w:val="single"/>
              </w:rPr>
            </w:pPr>
            <w:r w:rsidRPr="00C713FB">
              <w:rPr>
                <w:rFonts w:ascii="Corbel" w:hAnsi="Corbel"/>
                <w:sz w:val="20"/>
                <w:szCs w:val="20"/>
                <w:u w:val="single"/>
              </w:rPr>
              <w:t>Akty prawne:</w:t>
            </w:r>
          </w:p>
          <w:p w:rsidRPr="00C713FB" w:rsidR="00237922" w:rsidP="00237922" w:rsidRDefault="00237922" w14:paraId="717C3FEE" w14:textId="7777777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contextualSpacing/>
              <w:jc w:val="both"/>
              <w:outlineLvl w:val="1"/>
              <w:rPr>
                <w:rFonts w:ascii="Corbel" w:hAnsi="Corbel" w:eastAsia="Times New Roman"/>
                <w:bCs/>
                <w:i/>
                <w:sz w:val="20"/>
                <w:szCs w:val="20"/>
                <w:lang w:eastAsia="pl-PL"/>
              </w:rPr>
            </w:pPr>
            <w:r w:rsidRPr="00C713FB">
              <w:rPr>
                <w:rFonts w:ascii="Corbel" w:hAnsi="Corbel"/>
                <w:sz w:val="20"/>
                <w:szCs w:val="20"/>
              </w:rPr>
              <w:t>Obwieszczenie Ministra Rodziny, Pracy i Polityki Społecznej z dnia 31 sierpnia 2017 r</w:t>
            </w:r>
            <w:r w:rsidRPr="00C713FB">
              <w:rPr>
                <w:rFonts w:ascii="Corbel" w:hAnsi="Corbel"/>
                <w:i/>
                <w:sz w:val="20"/>
                <w:szCs w:val="20"/>
              </w:rPr>
              <w:t>. w sprawie ogłoszenia jednolitego tekstu rozporządzenia Ministra Rodziny, Pracy i Polityki Społecznej w sprawie rodzinnego wywiadu środowiskowego</w:t>
            </w:r>
            <w:r w:rsidRPr="00C713FB"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  <w:t xml:space="preserve"> (Dz. U. 2017 r., poz. 1788 – wraz z załącznikiem).</w:t>
            </w:r>
          </w:p>
          <w:p w:rsidRPr="00C713FB" w:rsidR="00237922" w:rsidP="00237922" w:rsidRDefault="00237922" w14:paraId="46AD9395" w14:textId="7EDC8B30">
            <w:pPr>
              <w:spacing w:after="0" w:line="240" w:lineRule="auto"/>
              <w:ind w:left="644"/>
              <w:jc w:val="both"/>
              <w:rPr>
                <w:rFonts w:ascii="Corbel" w:hAnsi="Corbel"/>
                <w:color w:val="000000"/>
                <w:sz w:val="20"/>
                <w:szCs w:val="20"/>
              </w:rPr>
            </w:pPr>
            <w:r w:rsidRPr="71B8DDA0" w:rsidR="0A5603AA">
              <w:rPr>
                <w:rFonts w:ascii="Corbel" w:hAnsi="Corbel"/>
                <w:color w:val="000000" w:themeColor="text1" w:themeTint="FF" w:themeShade="FF"/>
                <w:sz w:val="20"/>
                <w:szCs w:val="20"/>
              </w:rPr>
              <w:t xml:space="preserve">podstawie: </w:t>
            </w:r>
            <w:r w:rsidRPr="71B8DDA0" w:rsidR="0A5603AA">
              <w:rPr>
                <w:rFonts w:ascii="Corbel" w:hAnsi="Corbel"/>
                <w:color w:val="000000" w:themeColor="text1" w:themeTint="FF" w:themeShade="FF"/>
                <w:sz w:val="20"/>
                <w:szCs w:val="20"/>
              </w:rPr>
              <w:t>t.j</w:t>
            </w:r>
            <w:r w:rsidRPr="71B8DDA0" w:rsidR="0A5603AA">
              <w:rPr>
                <w:rFonts w:ascii="Corbel" w:hAnsi="Corbel"/>
                <w:color w:val="000000" w:themeColor="text1" w:themeTint="FF" w:themeShade="FF"/>
                <w:sz w:val="20"/>
                <w:szCs w:val="20"/>
              </w:rPr>
              <w:t xml:space="preserve">. Dz.  U.  z </w:t>
            </w:r>
            <w:r w:rsidRPr="71B8DDA0" w:rsidR="0A5603AA">
              <w:rPr>
                <w:rFonts w:ascii="Corbel" w:hAnsi="Corbel"/>
                <w:color w:val="000000" w:themeColor="text1" w:themeTint="FF" w:themeShade="FF"/>
                <w:sz w:val="20"/>
                <w:szCs w:val="20"/>
              </w:rPr>
              <w:t>2020 r.</w:t>
            </w:r>
            <w:r w:rsidRPr="71B8DDA0" w:rsidR="0A5603AA">
              <w:rPr>
                <w:rFonts w:ascii="Corbel" w:hAnsi="Corbel"/>
                <w:color w:val="000000" w:themeColor="text1" w:themeTint="FF" w:themeShade="FF"/>
                <w:sz w:val="20"/>
                <w:szCs w:val="20"/>
              </w:rPr>
              <w:t xml:space="preserve"> poz. 1876, 2369, z 2021 r.  poz.  794, 803.</w:t>
            </w:r>
          </w:p>
          <w:p w:rsidRPr="00C713FB" w:rsidR="00237922" w:rsidP="00237922" w:rsidRDefault="00237922" w14:paraId="0C039A5E" w14:textId="7777777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contextualSpacing/>
              <w:jc w:val="both"/>
              <w:outlineLvl w:val="1"/>
              <w:rPr>
                <w:rFonts w:ascii="Corbel" w:hAnsi="Corbel" w:eastAsia="Times New Roman"/>
                <w:bCs/>
                <w:i/>
                <w:sz w:val="20"/>
                <w:szCs w:val="20"/>
                <w:lang w:eastAsia="pl-PL"/>
              </w:rPr>
            </w:pPr>
            <w:r w:rsidRPr="00C713FB">
              <w:rPr>
                <w:rFonts w:ascii="Corbel" w:hAnsi="Corbel"/>
                <w:sz w:val="20"/>
                <w:szCs w:val="20"/>
              </w:rPr>
              <w:t xml:space="preserve">Rozporządzenie Ministra Rodziny, Pracy i Polityki Społecznej z dnia 27 lipca 2017 r. </w:t>
            </w:r>
            <w:r w:rsidRPr="00C713FB">
              <w:rPr>
                <w:rFonts w:ascii="Corbel" w:hAnsi="Corbel"/>
                <w:i/>
                <w:sz w:val="20"/>
                <w:szCs w:val="20"/>
              </w:rPr>
              <w:t>w sprawie sposobu i trybu postępowania w sprawach o przyznanie świadczeń rodzinnych oraz zakresu informacji, jakie mają być zawarte we wniosku, zaświadczeniach i oświadczeniach o ustalenie prawa do świadczeń rodzinnych, (</w:t>
            </w:r>
            <w:r w:rsidRPr="00C713FB">
              <w:rPr>
                <w:rFonts w:ascii="Corbel" w:hAnsi="Corbel"/>
                <w:sz w:val="20"/>
                <w:szCs w:val="20"/>
              </w:rPr>
              <w:t>Dz. U. 2017, poz. 1466).</w:t>
            </w:r>
          </w:p>
          <w:p w:rsidRPr="00C713FB" w:rsidR="00237922" w:rsidP="71B8DDA0" w:rsidRDefault="00237922" w14:paraId="0145B675" w14:textId="3E12172A">
            <w:pPr>
              <w:numPr>
                <w:ilvl w:val="0"/>
                <w:numId w:val="17"/>
              </w:numPr>
              <w:spacing w:before="100" w:beforeAutospacing="on" w:after="100" w:afterAutospacing="on" w:line="240" w:lineRule="auto"/>
              <w:contextualSpacing/>
              <w:jc w:val="both"/>
              <w:outlineLvl w:val="1"/>
              <w:rPr>
                <w:rFonts w:ascii="Corbel" w:hAnsi="Corbel" w:eastAsia="Times New Roman"/>
                <w:sz w:val="20"/>
                <w:szCs w:val="20"/>
                <w:lang w:eastAsia="pl-PL"/>
              </w:rPr>
            </w:pPr>
            <w:r w:rsidRPr="71B8DDA0" w:rsidR="0A5603AA">
              <w:rPr>
                <w:rFonts w:ascii="Corbel" w:hAnsi="Corbel" w:eastAsia="Times New Roman"/>
                <w:sz w:val="20"/>
                <w:szCs w:val="20"/>
                <w:lang w:eastAsia="pl-PL"/>
              </w:rPr>
              <w:t xml:space="preserve">Rozporządzenie Rady Ministrów z dn. 11 lipca 2018 </w:t>
            </w:r>
            <w:r w:rsidRPr="71B8DDA0" w:rsidR="0A5603AA">
              <w:rPr>
                <w:rFonts w:ascii="Corbel" w:hAnsi="Corbel" w:eastAsia="Times New Roman"/>
                <w:i w:val="1"/>
                <w:iCs w:val="1"/>
                <w:sz w:val="20"/>
                <w:szCs w:val="20"/>
                <w:lang w:eastAsia="pl-PL"/>
              </w:rPr>
              <w:t xml:space="preserve">w </w:t>
            </w:r>
            <w:r w:rsidRPr="71B8DDA0" w:rsidR="0A5603AA">
              <w:rPr>
                <w:rFonts w:ascii="Corbel" w:hAnsi="Corbel" w:eastAsia="Times New Roman"/>
                <w:i w:val="1"/>
                <w:iCs w:val="1"/>
                <w:sz w:val="20"/>
                <w:szCs w:val="20"/>
                <w:lang w:eastAsia="pl-PL"/>
              </w:rPr>
              <w:t>sprawie zweryfikowanych</w:t>
            </w:r>
            <w:r w:rsidRPr="71B8DDA0" w:rsidR="0A5603AA">
              <w:rPr>
                <w:rFonts w:ascii="Corbel" w:hAnsi="Corbel" w:eastAsia="Times New Roman"/>
                <w:i w:val="1"/>
                <w:iCs w:val="1"/>
                <w:sz w:val="20"/>
                <w:szCs w:val="20"/>
                <w:lang w:eastAsia="pl-PL"/>
              </w:rPr>
              <w:t xml:space="preserve"> kryteriów dochodowych oraz kwot świadczeń pieniężnych z pomocy społecznej</w:t>
            </w:r>
            <w:r w:rsidRPr="71B8DDA0" w:rsidR="0A5603AA">
              <w:rPr>
                <w:rFonts w:ascii="Corbel" w:hAnsi="Corbel" w:eastAsia="Times New Roman"/>
                <w:sz w:val="20"/>
                <w:szCs w:val="20"/>
                <w:lang w:eastAsia="pl-PL"/>
              </w:rPr>
              <w:t xml:space="preserve"> (Dz. U. 2018, poz. 1358)</w:t>
            </w:r>
          </w:p>
          <w:p w:rsidRPr="00C713FB" w:rsidR="00237922" w:rsidP="71B8DDA0" w:rsidRDefault="00237922" w14:paraId="6A7563B8" w14:textId="10995877">
            <w:pPr>
              <w:numPr>
                <w:ilvl w:val="0"/>
                <w:numId w:val="17"/>
              </w:numPr>
              <w:spacing w:before="100" w:beforeAutospacing="on" w:after="100" w:afterAutospacing="on" w:line="240" w:lineRule="auto"/>
              <w:contextualSpacing/>
              <w:jc w:val="both"/>
              <w:outlineLvl w:val="1"/>
              <w:rPr>
                <w:rFonts w:ascii="Corbel" w:hAnsi="Corbel" w:eastAsia="Times New Roman"/>
                <w:sz w:val="20"/>
                <w:szCs w:val="20"/>
                <w:lang w:eastAsia="pl-PL"/>
              </w:rPr>
            </w:pPr>
            <w:r w:rsidRPr="71B8DDA0" w:rsidR="0A5603AA">
              <w:rPr>
                <w:rFonts w:ascii="Corbel" w:hAnsi="Corbel" w:eastAsia="Times New Roman"/>
                <w:sz w:val="20"/>
                <w:szCs w:val="20"/>
                <w:lang w:eastAsia="pl-PL"/>
              </w:rPr>
              <w:t xml:space="preserve">Ustawa z dn. 28 listopada 2003 r. </w:t>
            </w:r>
            <w:r w:rsidRPr="71B8DDA0" w:rsidR="0A5603AA">
              <w:rPr>
                <w:rFonts w:ascii="Corbel" w:hAnsi="Corbel" w:eastAsia="Times New Roman"/>
                <w:i w:val="1"/>
                <w:iCs w:val="1"/>
                <w:sz w:val="20"/>
                <w:szCs w:val="20"/>
                <w:lang w:eastAsia="pl-PL"/>
              </w:rPr>
              <w:t>o świadczeniach rodzinnych</w:t>
            </w:r>
            <w:r w:rsidRPr="71B8DDA0" w:rsidR="0A5603AA">
              <w:rPr>
                <w:rFonts w:ascii="Corbel" w:hAnsi="Corbel" w:eastAsia="Times New Roman"/>
                <w:sz w:val="20"/>
                <w:szCs w:val="20"/>
                <w:lang w:eastAsia="pl-PL"/>
              </w:rPr>
              <w:t xml:space="preserve"> (Dz. U. 2003, nr 228, poz. 2255 z późniejszymi </w:t>
            </w:r>
            <w:r w:rsidRPr="71B8DDA0" w:rsidR="0A5603AA">
              <w:rPr>
                <w:rFonts w:ascii="Corbel" w:hAnsi="Corbel" w:eastAsia="Times New Roman"/>
                <w:sz w:val="20"/>
                <w:szCs w:val="20"/>
                <w:lang w:eastAsia="pl-PL"/>
              </w:rPr>
              <w:t>zmianami)</w:t>
            </w:r>
            <w:r w:rsidRPr="71B8DDA0" w:rsidR="0A5603AA">
              <w:rPr>
                <w:rFonts w:ascii="Corbel" w:hAnsi="Corbel" w:eastAsia="Times New Roman"/>
                <w:sz w:val="20"/>
                <w:szCs w:val="20"/>
                <w:lang w:eastAsia="pl-PL"/>
              </w:rPr>
              <w:t xml:space="preserve"> Tekst jednolity (opracowano na podstawie: Dz. U. z 2018 r., poz.2220, 2354, z 2019 r. poz. 60, 303, 577, 730).</w:t>
            </w:r>
          </w:p>
          <w:p w:rsidRPr="00C713FB" w:rsidR="00237922" w:rsidP="71B8DDA0" w:rsidRDefault="00237922" w14:paraId="347F730C" w14:textId="4FAD4667">
            <w:pPr>
              <w:numPr>
                <w:ilvl w:val="0"/>
                <w:numId w:val="17"/>
              </w:numPr>
              <w:spacing w:before="100" w:beforeAutospacing="on" w:after="100" w:afterAutospacing="on" w:line="240" w:lineRule="auto"/>
              <w:contextualSpacing/>
              <w:jc w:val="both"/>
              <w:outlineLvl w:val="1"/>
              <w:rPr>
                <w:rFonts w:ascii="Corbel" w:hAnsi="Corbel" w:eastAsia="Times New Roman"/>
                <w:sz w:val="20"/>
                <w:szCs w:val="20"/>
                <w:lang w:eastAsia="pl-PL"/>
              </w:rPr>
            </w:pPr>
            <w:r w:rsidRPr="71B8DDA0" w:rsidR="0A5603AA">
              <w:rPr>
                <w:rFonts w:ascii="Corbel" w:hAnsi="Corbel" w:eastAsia="Times New Roman"/>
                <w:sz w:val="20"/>
                <w:szCs w:val="20"/>
                <w:lang w:eastAsia="pl-PL"/>
              </w:rPr>
              <w:t xml:space="preserve">Ustawa z dn. 9 czerwca 2011 r. </w:t>
            </w:r>
            <w:r w:rsidRPr="71B8DDA0" w:rsidR="0A5603AA">
              <w:rPr>
                <w:rFonts w:ascii="Corbel" w:hAnsi="Corbel" w:eastAsia="Times New Roman"/>
                <w:i w:val="1"/>
                <w:iCs w:val="1"/>
                <w:sz w:val="20"/>
                <w:szCs w:val="20"/>
                <w:lang w:eastAsia="pl-PL"/>
              </w:rPr>
              <w:t>o wspieraniu rodziny i systemie pieczy zastępczej</w:t>
            </w:r>
            <w:r w:rsidRPr="71B8DDA0" w:rsidR="0A5603AA">
              <w:rPr>
                <w:rFonts w:ascii="Corbel" w:hAnsi="Corbel" w:eastAsia="Times New Roman"/>
                <w:sz w:val="20"/>
                <w:szCs w:val="20"/>
                <w:lang w:eastAsia="pl-PL"/>
              </w:rPr>
              <w:t xml:space="preserve"> z późniejszymi zmianami - tekst jednolity (Dz.U.2020.0.</w:t>
            </w:r>
            <w:r w:rsidRPr="71B8DDA0" w:rsidR="0A5603AA">
              <w:rPr>
                <w:rFonts w:ascii="Corbel" w:hAnsi="Corbel" w:eastAsia="Times New Roman"/>
                <w:sz w:val="20"/>
                <w:szCs w:val="20"/>
                <w:lang w:eastAsia="pl-PL"/>
              </w:rPr>
              <w:t>821)</w:t>
            </w:r>
          </w:p>
          <w:p w:rsidRPr="00C713FB" w:rsidR="00237922" w:rsidP="00237922" w:rsidRDefault="00237922" w14:paraId="3A387F3D" w14:textId="77777777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rbel" w:hAnsi="Corbel"/>
                <w:color w:val="000000"/>
                <w:sz w:val="20"/>
                <w:szCs w:val="20"/>
              </w:rPr>
            </w:pPr>
            <w:r w:rsidRPr="00C713FB">
              <w:rPr>
                <w:rFonts w:ascii="Corbel" w:hAnsi="Corbel"/>
                <w:color w:val="000000"/>
                <w:sz w:val="20"/>
                <w:szCs w:val="20"/>
              </w:rPr>
              <w:t>Ustawa z dn.12 marca 2004 r</w:t>
            </w:r>
            <w:r w:rsidRPr="00C713FB">
              <w:rPr>
                <w:rFonts w:ascii="Corbel" w:hAnsi="Corbel"/>
                <w:i/>
                <w:color w:val="000000"/>
                <w:sz w:val="20"/>
                <w:szCs w:val="20"/>
              </w:rPr>
              <w:t>. o pomocy społecznej</w:t>
            </w:r>
            <w:r w:rsidRPr="00C713FB">
              <w:rPr>
                <w:rFonts w:ascii="Corbel" w:hAnsi="Corbel"/>
                <w:color w:val="000000"/>
                <w:sz w:val="20"/>
                <w:szCs w:val="20"/>
              </w:rPr>
              <w:t xml:space="preserve"> – tekst jednolity (opracowano na podstawie na </w:t>
            </w:r>
            <w:hyperlink w:history="1" r:id="rId13">
              <w:r w:rsidRPr="00C713FB">
                <w:rPr>
                  <w:rStyle w:val="Hipercze"/>
                  <w:rFonts w:ascii="Corbel" w:hAnsi="Corbel"/>
                  <w:sz w:val="20"/>
                  <w:szCs w:val="20"/>
                </w:rPr>
                <w:t>https://isap.sejm.gov.pl/isap.nsf/DocDetails.xsp?id=WDU20040640593</w:t>
              </w:r>
            </w:hyperlink>
          </w:p>
          <w:p w:rsidRPr="00C713FB" w:rsidR="00237922" w:rsidP="00237922" w:rsidRDefault="00237922" w14:paraId="186D5333" w14:textId="24760D4C">
            <w:pPr>
              <w:spacing w:after="0" w:line="240" w:lineRule="auto"/>
              <w:ind w:left="644"/>
              <w:rPr>
                <w:rFonts w:ascii="Corbel" w:hAnsi="Corbel"/>
                <w:color w:val="000000"/>
                <w:sz w:val="20"/>
                <w:szCs w:val="20"/>
              </w:rPr>
            </w:pPr>
          </w:p>
          <w:p w:rsidRPr="00C713FB" w:rsidR="00834971" w:rsidP="00EB24D6" w:rsidRDefault="00834971" w14:paraId="59D453C8" w14:textId="77777777">
            <w:pPr>
              <w:spacing w:after="0" w:line="240" w:lineRule="auto"/>
              <w:outlineLvl w:val="1"/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</w:pPr>
            <w:proofErr w:type="spellStart"/>
            <w:r w:rsidRPr="00C713FB">
              <w:rPr>
                <w:rFonts w:ascii="Corbel" w:hAnsi="Corbel" w:eastAsia="Times New Roman"/>
                <w:bCs/>
                <w:sz w:val="20"/>
                <w:szCs w:val="20"/>
                <w:u w:val="single"/>
                <w:lang w:eastAsia="pl-PL"/>
              </w:rPr>
              <w:t>Netografia</w:t>
            </w:r>
            <w:proofErr w:type="spellEnd"/>
            <w:r w:rsidRPr="00C713FB"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  <w:t>:</w:t>
            </w:r>
          </w:p>
          <w:p w:rsidRPr="00C713FB" w:rsidR="00237922" w:rsidP="00EB24D6" w:rsidRDefault="00237922" w14:paraId="430D098A" w14:textId="77777777">
            <w:pPr>
              <w:spacing w:after="0" w:line="240" w:lineRule="auto"/>
              <w:outlineLvl w:val="1"/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</w:pPr>
            <w:r w:rsidRPr="00C713FB"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  <w:t>https://www.gov.pl/web/rodzina/departament-pomocy-i-integracji-spolecznej1</w:t>
            </w:r>
          </w:p>
          <w:p w:rsidRPr="00C713FB" w:rsidR="00237922" w:rsidP="00EB24D6" w:rsidRDefault="00000000" w14:paraId="6633CB79" w14:textId="77777777">
            <w:pPr>
              <w:spacing w:after="0" w:line="240" w:lineRule="auto"/>
              <w:outlineLvl w:val="1"/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</w:pPr>
            <w:hyperlink w:history="1" r:id="rId14">
              <w:r w:rsidRPr="00C713FB" w:rsidR="00237922">
                <w:rPr>
                  <w:rFonts w:ascii="Corbel" w:hAnsi="Corbel" w:eastAsia="Times New Roman"/>
                  <w:bCs/>
                  <w:sz w:val="20"/>
                  <w:szCs w:val="20"/>
                  <w:lang w:eastAsia="pl-PL"/>
                </w:rPr>
                <w:t>https://www.gov.pl/web/rodzina/formy-udzielanej-pomocy</w:t>
              </w:r>
            </w:hyperlink>
          </w:p>
          <w:p w:rsidRPr="00C713FB" w:rsidR="00237922" w:rsidP="00EB24D6" w:rsidRDefault="00000000" w14:paraId="6C11C0B7" w14:textId="77777777">
            <w:pPr>
              <w:spacing w:after="0" w:line="240" w:lineRule="auto"/>
              <w:outlineLvl w:val="1"/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</w:pPr>
            <w:hyperlink w:history="1" r:id="rId15">
              <w:r w:rsidRPr="00C713FB" w:rsidR="00237922">
                <w:rPr>
                  <w:rFonts w:ascii="Corbel" w:hAnsi="Corbel" w:eastAsia="Times New Roman"/>
                  <w:bCs/>
                  <w:sz w:val="20"/>
                  <w:szCs w:val="20"/>
                  <w:lang w:eastAsia="pl-PL"/>
                </w:rPr>
                <w:t>https://www.gov.pl/web/rodzina/instytucje-pomocy-spolecznej</w:t>
              </w:r>
            </w:hyperlink>
          </w:p>
          <w:p w:rsidRPr="00C713FB" w:rsidR="00237922" w:rsidP="00EB24D6" w:rsidRDefault="00000000" w14:paraId="001B0B92" w14:textId="77777777">
            <w:pPr>
              <w:spacing w:after="0" w:line="240" w:lineRule="auto"/>
              <w:outlineLvl w:val="1"/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</w:pPr>
            <w:hyperlink w:history="1" r:id="rId16">
              <w:r w:rsidRPr="00C713FB" w:rsidR="00237922">
                <w:rPr>
                  <w:rFonts w:ascii="Corbel" w:hAnsi="Corbel" w:eastAsia="Times New Roman"/>
                  <w:bCs/>
                  <w:sz w:val="20"/>
                  <w:szCs w:val="20"/>
                  <w:lang w:eastAsia="pl-PL"/>
                </w:rPr>
                <w:t>https://www.gov.pl/web/rodzina/kryteria-przyznawania-swiadczen</w:t>
              </w:r>
            </w:hyperlink>
          </w:p>
          <w:p w:rsidRPr="00C713FB" w:rsidR="00237922" w:rsidP="00EB24D6" w:rsidRDefault="00237922" w14:paraId="2897807C" w14:textId="77777777">
            <w:pPr>
              <w:spacing w:after="0" w:line="240" w:lineRule="auto"/>
              <w:outlineLvl w:val="1"/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</w:pPr>
            <w:r w:rsidRPr="00C713FB"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  <w:t>https://www.gov.pl/web/rodzina/o-ministerstwie</w:t>
            </w:r>
          </w:p>
          <w:p w:rsidRPr="00C713FB" w:rsidR="00237922" w:rsidP="00EB24D6" w:rsidRDefault="00000000" w14:paraId="5728E179" w14:textId="77777777">
            <w:pPr>
              <w:spacing w:after="0" w:line="240" w:lineRule="auto"/>
              <w:outlineLvl w:val="1"/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</w:pPr>
            <w:hyperlink w:history="1" r:id="rId17">
              <w:r w:rsidRPr="00C713FB" w:rsidR="00237922">
                <w:rPr>
                  <w:rFonts w:ascii="Corbel" w:hAnsi="Corbel" w:eastAsia="Times New Roman"/>
                  <w:bCs/>
                  <w:sz w:val="20"/>
                  <w:szCs w:val="20"/>
                  <w:lang w:eastAsia="pl-PL"/>
                </w:rPr>
                <w:t>https://www.gov.pl/web/rodzina/podzial-zadan-miedzy-administracje-publiczna</w:t>
              </w:r>
            </w:hyperlink>
          </w:p>
          <w:p w:rsidRPr="00C713FB" w:rsidR="00237922" w:rsidP="00EB24D6" w:rsidRDefault="00000000" w14:paraId="565ED1AC" w14:textId="77777777">
            <w:pPr>
              <w:spacing w:after="0" w:line="240" w:lineRule="auto"/>
              <w:outlineLvl w:val="1"/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</w:pPr>
            <w:hyperlink w:history="1" r:id="rId18">
              <w:r w:rsidRPr="00C713FB" w:rsidR="00237922">
                <w:rPr>
                  <w:rFonts w:ascii="Corbel" w:hAnsi="Corbel" w:eastAsia="Times New Roman"/>
                  <w:bCs/>
                  <w:sz w:val="20"/>
                  <w:szCs w:val="20"/>
                  <w:lang w:eastAsia="pl-PL"/>
                </w:rPr>
                <w:t>https://www.gov.pl/web/rodzina/pomoc-spoleczna</w:t>
              </w:r>
            </w:hyperlink>
          </w:p>
          <w:p w:rsidRPr="00C713FB" w:rsidR="00237922" w:rsidP="00EB24D6" w:rsidRDefault="00237922" w14:paraId="0E9E90D9" w14:textId="77777777">
            <w:pPr>
              <w:spacing w:after="0" w:line="240" w:lineRule="auto"/>
              <w:outlineLvl w:val="1"/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</w:pPr>
            <w:r w:rsidRPr="00C713FB"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  <w:t>https://www.gov.pl/web/rodzina/pom-spol-system-pomocy-spolecznej-w-polsce</w:t>
            </w:r>
          </w:p>
          <w:p w:rsidRPr="00C713FB" w:rsidR="00237922" w:rsidP="00EB24D6" w:rsidRDefault="00000000" w14:paraId="742794BE" w14:textId="77777777">
            <w:pPr>
              <w:spacing w:after="0" w:line="240" w:lineRule="auto"/>
              <w:outlineLvl w:val="1"/>
              <w:rPr>
                <w:rFonts w:ascii="Corbel" w:hAnsi="Corbel" w:eastAsia="Times New Roman"/>
                <w:bCs/>
                <w:sz w:val="20"/>
                <w:szCs w:val="20"/>
                <w:lang w:eastAsia="pl-PL"/>
              </w:rPr>
            </w:pPr>
            <w:hyperlink w:history="1" r:id="rId19">
              <w:r w:rsidRPr="00C713FB" w:rsidR="00237922">
                <w:rPr>
                  <w:rFonts w:ascii="Corbel" w:hAnsi="Corbel" w:eastAsia="Times New Roman"/>
                  <w:bCs/>
                  <w:sz w:val="20"/>
                  <w:szCs w:val="20"/>
                  <w:lang w:eastAsia="pl-PL"/>
                </w:rPr>
                <w:t>https://www.gov.pl/web/rodzina/zasady-pomocy-spolecznej</w:t>
              </w:r>
            </w:hyperlink>
          </w:p>
          <w:p w:rsidRPr="00C713FB" w:rsidR="00834971" w:rsidP="00834971" w:rsidRDefault="00834971" w14:paraId="780DADB3" w14:textId="77777777">
            <w:pPr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</w:p>
        </w:tc>
      </w:tr>
      <w:tr w:rsidRPr="00C713FB" w:rsidR="00834971" w:rsidTr="71B8DDA0" w14:paraId="360F4CD8" w14:textId="77777777">
        <w:trPr>
          <w:trHeight w:val="416"/>
        </w:trPr>
        <w:tc>
          <w:tcPr>
            <w:tcW w:w="9662" w:type="dxa"/>
            <w:tcMar/>
          </w:tcPr>
          <w:p w:rsidRPr="00C713FB" w:rsidR="00834971" w:rsidP="00834971" w:rsidRDefault="00834971" w14:paraId="51B0F575" w14:textId="77777777">
            <w:pPr>
              <w:spacing w:after="0" w:line="240" w:lineRule="auto"/>
              <w:rPr>
                <w:rFonts w:ascii="Corbel" w:hAnsi="Corbel"/>
                <w:sz w:val="20"/>
                <w:szCs w:val="20"/>
                <w:u w:val="single"/>
              </w:rPr>
            </w:pPr>
            <w:r w:rsidRPr="00C713FB">
              <w:rPr>
                <w:rFonts w:ascii="Corbel" w:hAnsi="Corbel"/>
                <w:b/>
                <w:sz w:val="20"/>
                <w:szCs w:val="20"/>
              </w:rPr>
              <w:t>Literatura uzupełniająca</w:t>
            </w:r>
            <w:r w:rsidRPr="00C713FB">
              <w:rPr>
                <w:rFonts w:ascii="Corbel" w:hAnsi="Corbel"/>
                <w:sz w:val="20"/>
                <w:szCs w:val="20"/>
                <w:u w:val="single"/>
              </w:rPr>
              <w:t xml:space="preserve">: </w:t>
            </w:r>
          </w:p>
          <w:p w:rsidRPr="00C713FB" w:rsidR="00B6433E" w:rsidP="00237922" w:rsidRDefault="00B6433E" w14:paraId="04DE463F" w14:textId="5454489E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C713FB">
              <w:rPr>
                <w:rFonts w:ascii="Corbel" w:hAnsi="Corbel"/>
                <w:sz w:val="20"/>
                <w:szCs w:val="20"/>
              </w:rPr>
              <w:t>Bąbska</w:t>
            </w:r>
            <w:proofErr w:type="spellEnd"/>
            <w:r w:rsidRPr="00C713FB">
              <w:rPr>
                <w:rFonts w:ascii="Corbel" w:hAnsi="Corbel"/>
                <w:sz w:val="20"/>
                <w:szCs w:val="20"/>
              </w:rPr>
              <w:t xml:space="preserve"> B., Dudkiewicz M., Rymsza M. (red.)</w:t>
            </w:r>
            <w:r w:rsidRPr="00C713FB" w:rsidR="000E6D3A">
              <w:rPr>
                <w:rFonts w:ascii="Corbel" w:hAnsi="Corbel"/>
                <w:sz w:val="20"/>
                <w:szCs w:val="20"/>
              </w:rPr>
              <w:t>. (2014).</w:t>
            </w:r>
            <w:r w:rsidRPr="00C713FB">
              <w:rPr>
                <w:rFonts w:ascii="Corbel" w:hAnsi="Corbel"/>
                <w:sz w:val="20"/>
                <w:szCs w:val="20"/>
              </w:rPr>
              <w:t xml:space="preserve"> </w:t>
            </w:r>
            <w:r w:rsidRPr="00C713FB">
              <w:rPr>
                <w:rFonts w:ascii="Corbel" w:hAnsi="Corbel"/>
                <w:i/>
                <w:sz w:val="20"/>
                <w:szCs w:val="20"/>
              </w:rPr>
              <w:t>Model środowiskowej pracy socjalnej / organizowania społeczności lokalnej</w:t>
            </w:r>
            <w:r w:rsidRPr="00C713FB">
              <w:rPr>
                <w:rFonts w:ascii="Corbel" w:hAnsi="Corbel"/>
                <w:sz w:val="20"/>
                <w:szCs w:val="20"/>
              </w:rPr>
              <w:t>, Warszawa</w:t>
            </w:r>
            <w:r w:rsidRPr="00C713FB" w:rsidR="00EA5D04">
              <w:rPr>
                <w:rFonts w:ascii="Corbel" w:hAnsi="Corbel"/>
                <w:sz w:val="20"/>
                <w:szCs w:val="20"/>
              </w:rPr>
              <w:t>.</w:t>
            </w:r>
          </w:p>
          <w:p w:rsidRPr="00C713FB" w:rsidR="00834971" w:rsidP="00237922" w:rsidRDefault="00834971" w14:paraId="3CAF5B4E" w14:textId="0BDCC3A5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r w:rsidRPr="71B8DDA0" w:rsidR="00834971">
              <w:rPr>
                <w:rFonts w:ascii="Corbel" w:hAnsi="Corbel"/>
                <w:sz w:val="20"/>
                <w:szCs w:val="20"/>
              </w:rPr>
              <w:t>Bozacka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 xml:space="preserve"> 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>M.,</w:t>
            </w:r>
            <w:r w:rsidRPr="71B8DDA0" w:rsidR="668D2611">
              <w:rPr>
                <w:rFonts w:ascii="Corbel" w:hAnsi="Corbel"/>
                <w:sz w:val="20"/>
                <w:szCs w:val="20"/>
              </w:rPr>
              <w:t xml:space="preserve"> </w:t>
            </w:r>
            <w:r w:rsidRPr="71B8DDA0" w:rsidR="06B79062">
              <w:rPr>
                <w:rFonts w:ascii="Corbel" w:hAnsi="Corbel"/>
                <w:sz w:val="20"/>
                <w:szCs w:val="20"/>
              </w:rPr>
              <w:t>(2017)</w:t>
            </w:r>
            <w:r w:rsidRPr="71B8DDA0" w:rsidR="00834971">
              <w:rPr>
                <w:rFonts w:ascii="Corbel" w:hAnsi="Corbel"/>
                <w:i w:val="1"/>
                <w:iCs w:val="1"/>
                <w:sz w:val="20"/>
                <w:szCs w:val="20"/>
              </w:rPr>
              <w:t xml:space="preserve"> Praktyczna realizacja zadań na rzecz rodzin zastępczych na przykładzie działań Miejskiego Ośrodka Pomocy Społecznej w Rzeszowie, 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 xml:space="preserve">[w:] </w:t>
            </w:r>
            <w:r w:rsidRPr="71B8DDA0" w:rsidR="00834971">
              <w:rPr>
                <w:rFonts w:ascii="Corbel" w:hAnsi="Corbel"/>
                <w:i w:val="1"/>
                <w:iCs w:val="1"/>
                <w:sz w:val="20"/>
                <w:szCs w:val="20"/>
              </w:rPr>
              <w:t>Współczesna rodzina w ujęciu interdyscyplinarnym</w:t>
            </w:r>
            <w:r w:rsidRPr="71B8DDA0" w:rsidR="00834971">
              <w:rPr>
                <w:rFonts w:ascii="Corbel" w:hAnsi="Corbel"/>
                <w:i w:val="1"/>
                <w:iCs w:val="1"/>
                <w:sz w:val="20"/>
                <w:szCs w:val="20"/>
              </w:rPr>
              <w:t xml:space="preserve">. Przemiany – wsparcie - rozwój, 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 xml:space="preserve">pod red. 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 xml:space="preserve">B. 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>Szluz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 xml:space="preserve">,  A. 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>Szluz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 xml:space="preserve">, M. Urbańskiej, 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 xml:space="preserve"> </w:t>
            </w:r>
            <w:r w:rsidRPr="71B8DDA0" w:rsidR="06B79062">
              <w:rPr>
                <w:rFonts w:ascii="Corbel" w:hAnsi="Corbel"/>
                <w:sz w:val="20"/>
                <w:szCs w:val="20"/>
              </w:rPr>
              <w:t xml:space="preserve">Rzeszów: 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 xml:space="preserve">Wydawnictwo Uniwersytetu Rzeszowskiego, s. 121 – 135. </w:t>
            </w:r>
          </w:p>
          <w:p w:rsidRPr="00C713FB" w:rsidR="00834971" w:rsidP="00237922" w:rsidRDefault="00834971" w14:paraId="2E4E9CB3" w14:textId="26FC62E2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71B8DDA0" w:rsidR="00834971">
              <w:rPr>
                <w:rFonts w:ascii="Corbel" w:hAnsi="Corbel"/>
                <w:sz w:val="20"/>
                <w:szCs w:val="20"/>
              </w:rPr>
              <w:t>Bozacka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 xml:space="preserve"> M., Wielgos- 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>Struck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 xml:space="preserve"> R,</w:t>
            </w:r>
            <w:r w:rsidRPr="71B8DDA0" w:rsidR="5EF0A97C">
              <w:rPr>
                <w:rFonts w:ascii="Corbel" w:hAnsi="Corbel"/>
                <w:sz w:val="20"/>
                <w:szCs w:val="20"/>
              </w:rPr>
              <w:t xml:space="preserve"> </w:t>
            </w:r>
            <w:r w:rsidRPr="71B8DDA0" w:rsidR="06B79062">
              <w:rPr>
                <w:rFonts w:ascii="Corbel" w:hAnsi="Corbel"/>
                <w:sz w:val="20"/>
                <w:szCs w:val="20"/>
              </w:rPr>
              <w:t xml:space="preserve">(2016). 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 xml:space="preserve"> </w:t>
            </w:r>
            <w:r w:rsidRPr="71B8DDA0" w:rsidR="00834971">
              <w:rPr>
                <w:rFonts w:ascii="Corbel" w:hAnsi="Corbel"/>
                <w:i w:val="1"/>
                <w:iCs w:val="1"/>
                <w:sz w:val="20"/>
                <w:szCs w:val="20"/>
              </w:rPr>
              <w:t xml:space="preserve">Publiczna i pozarządowa pomoc społeczna w Rzeszowie, 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 xml:space="preserve">[w:] </w:t>
            </w:r>
            <w:r w:rsidRPr="71B8DDA0" w:rsidR="00834971">
              <w:rPr>
                <w:rFonts w:ascii="Corbel" w:hAnsi="Corbel"/>
                <w:i w:val="1"/>
                <w:iCs w:val="1"/>
                <w:sz w:val="20"/>
                <w:szCs w:val="20"/>
              </w:rPr>
              <w:t xml:space="preserve">Współczesny Rzeszów. Problemy społeczno-kulturowe, 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 xml:space="preserve">pod red. M. 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>Malikowskiego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 xml:space="preserve">, B. 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>Szluz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 xml:space="preserve">, 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>Wydawnictwo Uniwersytetu Rzeszowskiego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>, Rzeszów 2016.</w:t>
            </w:r>
          </w:p>
          <w:p w:rsidRPr="00C713FB" w:rsidR="00B6433E" w:rsidP="00237922" w:rsidRDefault="00B6433E" w14:paraId="2A94F6A1" w14:textId="0FC70DC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  <w:lang w:val="en-US"/>
              </w:rPr>
            </w:pPr>
            <w:r w:rsidRPr="71B8DDA0" w:rsidR="38D49F57">
              <w:rPr>
                <w:rFonts w:ascii="Corbel" w:hAnsi="Corbel"/>
                <w:sz w:val="20"/>
                <w:szCs w:val="20"/>
              </w:rPr>
              <w:t>Bozacka</w:t>
            </w:r>
            <w:r w:rsidRPr="71B8DDA0" w:rsidR="38D49F57">
              <w:rPr>
                <w:rFonts w:ascii="Corbel" w:hAnsi="Corbel"/>
                <w:sz w:val="20"/>
                <w:szCs w:val="20"/>
              </w:rPr>
              <w:t xml:space="preserve"> M., Rynkowska </w:t>
            </w:r>
            <w:r w:rsidRPr="71B8DDA0" w:rsidR="38D49F57">
              <w:rPr>
                <w:rFonts w:ascii="Corbel" w:hAnsi="Corbel"/>
                <w:sz w:val="20"/>
                <w:szCs w:val="20"/>
              </w:rPr>
              <w:t>D.,</w:t>
            </w:r>
            <w:r w:rsidRPr="71B8DDA0" w:rsidR="38D49F57">
              <w:rPr>
                <w:rFonts w:ascii="Corbel" w:hAnsi="Corbel"/>
                <w:sz w:val="20"/>
                <w:szCs w:val="20"/>
              </w:rPr>
              <w:t xml:space="preserve"> </w:t>
            </w:r>
            <w:r w:rsidRPr="71B8DDA0" w:rsidR="06B79062">
              <w:rPr>
                <w:rFonts w:ascii="Corbel" w:hAnsi="Corbel"/>
                <w:sz w:val="20"/>
                <w:szCs w:val="20"/>
              </w:rPr>
              <w:t xml:space="preserve">(2014). </w:t>
            </w:r>
            <w:r w:rsidRPr="71B8DDA0" w:rsidR="38D49F57">
              <w:rPr>
                <w:rFonts w:ascii="Corbel" w:hAnsi="Corbel"/>
                <w:i w:val="1"/>
                <w:iCs w:val="1"/>
                <w:sz w:val="20"/>
                <w:szCs w:val="20"/>
              </w:rPr>
              <w:t xml:space="preserve">Współczesne podejścia w pracy socjalnej podejmowanej na rzecz rodzin z wieloma problemami, </w:t>
            </w:r>
            <w:r w:rsidRPr="71B8DDA0" w:rsidR="38D49F57">
              <w:rPr>
                <w:rFonts w:ascii="Corbel" w:hAnsi="Corbel"/>
                <w:sz w:val="20"/>
                <w:szCs w:val="20"/>
              </w:rPr>
              <w:t xml:space="preserve">[w:] </w:t>
            </w:r>
            <w:r w:rsidRPr="71B8DDA0" w:rsidR="38D49F57">
              <w:rPr>
                <w:rFonts w:ascii="Corbel" w:hAnsi="Corbel"/>
                <w:sz w:val="20"/>
                <w:szCs w:val="20"/>
              </w:rPr>
              <w:t xml:space="preserve">NOVÁ SOCIÁLNA EDUKÁCIA </w:t>
            </w:r>
            <w:r w:rsidRPr="71B8DDA0" w:rsidR="38D49F57">
              <w:rPr>
                <w:rFonts w:ascii="Corbel" w:hAnsi="Corbel" w:eastAsia="TimesNewRoman,Bold"/>
                <w:sz w:val="20"/>
                <w:szCs w:val="20"/>
              </w:rPr>
              <w:t>Č</w:t>
            </w:r>
            <w:r w:rsidRPr="71B8DDA0" w:rsidR="38D49F57">
              <w:rPr>
                <w:rFonts w:ascii="Corbel" w:hAnsi="Corbel"/>
                <w:sz w:val="20"/>
                <w:szCs w:val="20"/>
              </w:rPr>
              <w:t xml:space="preserve">LOVEKA III. </w:t>
            </w:r>
            <w:r w:rsidRPr="71B8DDA0" w:rsidR="38D49F57">
              <w:rPr>
                <w:rFonts w:ascii="Corbel" w:hAnsi="Corbel"/>
                <w:sz w:val="20"/>
                <w:szCs w:val="20"/>
                <w:lang w:val="en-US"/>
              </w:rPr>
              <w:t>TERAPIE V POMÁHAJÚCICH PROFESIÁCH, „ACTA FACULTATIS ORTHODOXAE UNIVERSITATIS PRESOVIENSIS</w:t>
            </w:r>
            <w:r w:rsidRPr="71B8DDA0" w:rsidR="38D49F57">
              <w:rPr>
                <w:rFonts w:ascii="Corbel" w:hAnsi="Corbel"/>
                <w:sz w:val="20"/>
                <w:szCs w:val="20"/>
                <w:lang w:val="en-US"/>
              </w:rPr>
              <w:t>”,</w:t>
            </w:r>
            <w:r w:rsidRPr="71B8DDA0" w:rsidR="38D49F57">
              <w:rPr>
                <w:rFonts w:ascii="Corbel" w:hAnsi="Corbel"/>
                <w:sz w:val="20"/>
                <w:szCs w:val="20"/>
                <w:lang w:val="en-US"/>
              </w:rPr>
              <w:t xml:space="preserve"> </w:t>
            </w:r>
            <w:r w:rsidRPr="71B8DDA0" w:rsidR="38D49F57">
              <w:rPr>
                <w:rFonts w:ascii="Corbel" w:hAnsi="Corbel"/>
                <w:sz w:val="20"/>
                <w:szCs w:val="20"/>
                <w:lang w:val="en-US"/>
              </w:rPr>
              <w:t>Presov</w:t>
            </w:r>
            <w:r w:rsidRPr="71B8DDA0" w:rsidR="38D49F57">
              <w:rPr>
                <w:rFonts w:ascii="Corbel" w:hAnsi="Corbel"/>
                <w:sz w:val="20"/>
                <w:szCs w:val="20"/>
                <w:lang w:val="en-US"/>
              </w:rPr>
              <w:t xml:space="preserve">, s. 186 – </w:t>
            </w:r>
            <w:r w:rsidRPr="71B8DDA0" w:rsidR="38D49F57">
              <w:rPr>
                <w:rFonts w:ascii="Corbel" w:hAnsi="Corbel"/>
                <w:sz w:val="20"/>
                <w:szCs w:val="20"/>
                <w:lang w:val="en-US"/>
              </w:rPr>
              <w:t>201.</w:t>
            </w:r>
            <w:r w:rsidRPr="71B8DDA0" w:rsidR="38D49F57">
              <w:rPr>
                <w:rFonts w:ascii="Corbel" w:hAnsi="Corbel"/>
                <w:sz w:val="20"/>
                <w:szCs w:val="20"/>
                <w:lang w:val="en-US"/>
              </w:rPr>
              <w:t xml:space="preserve"> </w:t>
            </w:r>
          </w:p>
          <w:p w:rsidRPr="00C713FB" w:rsidR="00512183" w:rsidP="00237922" w:rsidRDefault="00B6433E" w14:paraId="16A8A4B2" w14:textId="3A7D13E4">
            <w:pPr>
              <w:numPr>
                <w:ilvl w:val="0"/>
                <w:numId w:val="18"/>
              </w:numPr>
              <w:tabs>
                <w:tab w:val="left" w:pos="139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C713FB">
              <w:rPr>
                <w:rFonts w:ascii="Corbel" w:hAnsi="Corbel"/>
                <w:bCs/>
                <w:sz w:val="20"/>
                <w:szCs w:val="20"/>
              </w:rPr>
              <w:t>Bozacka</w:t>
            </w:r>
            <w:proofErr w:type="spellEnd"/>
            <w:r w:rsidRPr="00C713FB">
              <w:rPr>
                <w:rFonts w:ascii="Corbel" w:hAnsi="Corbel"/>
                <w:bCs/>
                <w:sz w:val="20"/>
                <w:szCs w:val="20"/>
              </w:rPr>
              <w:t xml:space="preserve"> M.</w:t>
            </w:r>
            <w:r w:rsidRPr="00C713FB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r w:rsidRPr="00C713FB" w:rsidR="00360DA8">
              <w:rPr>
                <w:rFonts w:ascii="Corbel" w:hAnsi="Corbel"/>
                <w:b/>
                <w:bCs/>
                <w:sz w:val="20"/>
                <w:szCs w:val="20"/>
              </w:rPr>
              <w:t>(</w:t>
            </w:r>
            <w:r w:rsidRPr="00C713FB" w:rsidR="00360DA8">
              <w:rPr>
                <w:rFonts w:ascii="Corbel" w:hAnsi="Corbel"/>
                <w:sz w:val="20"/>
                <w:szCs w:val="20"/>
              </w:rPr>
              <w:t xml:space="preserve">2016). </w:t>
            </w:r>
            <w:proofErr w:type="spellStart"/>
            <w:r w:rsidRPr="00C713FB">
              <w:rPr>
                <w:rFonts w:ascii="Corbel" w:hAnsi="Corbel"/>
                <w:i/>
                <w:sz w:val="20"/>
                <w:szCs w:val="20"/>
              </w:rPr>
              <w:t>Superwizja</w:t>
            </w:r>
            <w:proofErr w:type="spellEnd"/>
            <w:r w:rsidRPr="00C713FB">
              <w:rPr>
                <w:rFonts w:ascii="Corbel" w:hAnsi="Corbel"/>
                <w:i/>
                <w:sz w:val="20"/>
                <w:szCs w:val="20"/>
              </w:rPr>
              <w:t xml:space="preserve"> jako metoda profesjonalnego rozwoju zawodowego pracowników i zwiększania efektywności funkcjonowania instytucji pomocy społecznej, </w:t>
            </w:r>
            <w:r w:rsidRPr="00C713FB">
              <w:rPr>
                <w:rFonts w:ascii="Corbel" w:hAnsi="Corbel"/>
                <w:sz w:val="20"/>
                <w:szCs w:val="20"/>
              </w:rPr>
              <w:t xml:space="preserve">[w:] </w:t>
            </w:r>
            <w:r w:rsidRPr="00C713FB">
              <w:rPr>
                <w:rFonts w:ascii="Corbel" w:hAnsi="Corbel"/>
                <w:i/>
                <w:sz w:val="20"/>
                <w:szCs w:val="20"/>
              </w:rPr>
              <w:t xml:space="preserve">Wybrane psychologiczne i społeczne aspekty pracy socjalnej (SELECTED SOCIO-PSYCHOLOGICAL ASPECTS OF SOCIAL WORK), </w:t>
            </w:r>
            <w:r w:rsidRPr="00C713FB">
              <w:rPr>
                <w:rFonts w:ascii="Corbel" w:hAnsi="Corbel"/>
                <w:sz w:val="20"/>
                <w:szCs w:val="20"/>
              </w:rPr>
              <w:t>pod red. W. Jedynak, J. Kinal, A. Lipczyński, D. Rynkowska, Rzeszów, s. 52-7.</w:t>
            </w:r>
          </w:p>
          <w:p w:rsidRPr="00C713FB" w:rsidR="00512183" w:rsidP="00237922" w:rsidRDefault="00512183" w14:paraId="0A3C0A92" w14:textId="0F5F288F">
            <w:pPr>
              <w:numPr>
                <w:ilvl w:val="0"/>
                <w:numId w:val="18"/>
              </w:numPr>
              <w:tabs>
                <w:tab w:val="left" w:pos="139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C713FB">
              <w:rPr>
                <w:rFonts w:ascii="Corbel" w:hAnsi="Corbel"/>
                <w:sz w:val="20"/>
                <w:szCs w:val="20"/>
              </w:rPr>
              <w:t>Ciczkowska-Giedziun</w:t>
            </w:r>
            <w:proofErr w:type="spellEnd"/>
            <w:r w:rsidRPr="00C713FB">
              <w:rPr>
                <w:rFonts w:ascii="Corbel" w:hAnsi="Corbel"/>
                <w:sz w:val="20"/>
                <w:szCs w:val="20"/>
              </w:rPr>
              <w:t xml:space="preserve"> M., Dymowska M., (Nie)podmiotowy wymiar relacji pomagania w pracy socjalnej, Praca Socjalna 2018; 33 (2): 31-43</w:t>
            </w:r>
            <w:r w:rsidRPr="00C713FB" w:rsidR="00934465">
              <w:rPr>
                <w:rFonts w:ascii="Corbel" w:hAnsi="Corbel"/>
                <w:sz w:val="20"/>
                <w:szCs w:val="20"/>
              </w:rPr>
              <w:t xml:space="preserve">, </w:t>
            </w:r>
            <w:hyperlink w:history="1" r:id="rId20">
              <w:r w:rsidRPr="00C713FB">
                <w:rPr>
                  <w:rStyle w:val="Hipercze"/>
                  <w:rFonts w:ascii="Corbel" w:hAnsi="Corbel"/>
                  <w:sz w:val="20"/>
                  <w:szCs w:val="20"/>
                </w:rPr>
                <w:t>https://epracasocjalna.pl/resources/html/article/details?id=179365</w:t>
              </w:r>
            </w:hyperlink>
            <w:r w:rsidRPr="00C713FB">
              <w:rPr>
                <w:rFonts w:ascii="Corbel" w:hAnsi="Corbel"/>
                <w:sz w:val="20"/>
                <w:szCs w:val="20"/>
              </w:rPr>
              <w:t>, DOI:</w:t>
            </w:r>
            <w:r w:rsidRPr="00C713FB" w:rsidR="00934465">
              <w:rPr>
                <w:rFonts w:ascii="Corbel" w:hAnsi="Corbel"/>
                <w:sz w:val="20"/>
                <w:szCs w:val="20"/>
              </w:rPr>
              <w:t xml:space="preserve"> </w:t>
            </w:r>
            <w:r w:rsidRPr="00C713FB">
              <w:rPr>
                <w:rFonts w:ascii="Corbel" w:hAnsi="Corbel"/>
                <w:sz w:val="20"/>
                <w:szCs w:val="20"/>
              </w:rPr>
              <w:t>10.5604/01.3001.0012.4937</w:t>
            </w:r>
          </w:p>
          <w:p w:rsidRPr="00C713FB" w:rsidR="00CF2CCB" w:rsidP="00237922" w:rsidRDefault="00D65829" w14:paraId="2DB96CE2" w14:textId="77777777">
            <w:pPr>
              <w:pStyle w:val="Punktygwne"/>
              <w:numPr>
                <w:ilvl w:val="0"/>
                <w:numId w:val="18"/>
              </w:numPr>
              <w:spacing w:before="0" w:after="0"/>
              <w:jc w:val="both"/>
              <w:rPr>
                <w:rFonts w:ascii="Corbel" w:hAnsi="Corbel"/>
                <w:b w:val="0"/>
                <w:sz w:val="20"/>
                <w:szCs w:val="20"/>
              </w:rPr>
            </w:pPr>
            <w:r w:rsidRPr="00C713FB">
              <w:rPr>
                <w:rFonts w:ascii="Corbel" w:hAnsi="Corbel"/>
                <w:b w:val="0"/>
                <w:sz w:val="20"/>
                <w:szCs w:val="20"/>
              </w:rPr>
              <w:t>Długi B., Innowacyjne przedsięwzięcia w pracy socjalnej,</w:t>
            </w:r>
            <w:r w:rsidRPr="00C713FB">
              <w:rPr>
                <w:rFonts w:ascii="Corbel" w:hAnsi="Corbel"/>
                <w:sz w:val="20"/>
                <w:szCs w:val="20"/>
              </w:rPr>
              <w:t xml:space="preserve"> </w:t>
            </w:r>
            <w:r w:rsidRPr="00C713FB">
              <w:rPr>
                <w:rFonts w:ascii="Corbel" w:hAnsi="Corbel"/>
                <w:b w:val="0"/>
                <w:sz w:val="20"/>
                <w:szCs w:val="20"/>
              </w:rPr>
              <w:t>Praca Socjalna 2018; 33 (6): 125-138,</w:t>
            </w:r>
          </w:p>
          <w:p w:rsidRPr="00C713FB" w:rsidR="006A3BE9" w:rsidP="00237922" w:rsidRDefault="00000000" w14:paraId="66CB16C9" w14:textId="77777777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z w:val="20"/>
                <w:szCs w:val="20"/>
                <w:lang w:val="en-GB"/>
              </w:rPr>
            </w:pPr>
            <w:hyperlink w:history="1" r:id="rId21">
              <w:r w:rsidRPr="00C713FB" w:rsidR="00CF2CCB">
                <w:rPr>
                  <w:rStyle w:val="Hipercze"/>
                  <w:rFonts w:ascii="Corbel" w:hAnsi="Corbel"/>
                  <w:b w:val="0"/>
                  <w:sz w:val="20"/>
                  <w:szCs w:val="20"/>
                  <w:lang w:val="en-GB"/>
                </w:rPr>
                <w:t>https://e-pracasocjalna.pl/resources/html/article/details?id=188653</w:t>
              </w:r>
            </w:hyperlink>
            <w:r w:rsidRPr="00C713FB" w:rsidR="00D65829">
              <w:rPr>
                <w:rFonts w:ascii="Corbel" w:hAnsi="Corbel"/>
                <w:b w:val="0"/>
                <w:sz w:val="20"/>
                <w:szCs w:val="20"/>
                <w:lang w:val="en-GB"/>
              </w:rPr>
              <w:t>, DOI: 10.5604/01.3001.0013.1741</w:t>
            </w:r>
          </w:p>
          <w:p w:rsidRPr="00C713FB" w:rsidR="006A3BE9" w:rsidP="00237922" w:rsidRDefault="006A3BE9" w14:paraId="14774010" w14:textId="08ACC340">
            <w:pPr>
              <w:pStyle w:val="Punktygwne"/>
              <w:numPr>
                <w:ilvl w:val="0"/>
                <w:numId w:val="18"/>
              </w:numPr>
              <w:spacing w:before="0" w:after="0"/>
              <w:jc w:val="both"/>
              <w:rPr>
                <w:rFonts w:ascii="Corbel" w:hAnsi="Corbel"/>
                <w:b w:val="0"/>
                <w:sz w:val="20"/>
                <w:szCs w:val="20"/>
              </w:rPr>
            </w:pPr>
            <w:r w:rsidRPr="00C713FB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Duda M. </w:t>
            </w:r>
            <w:r w:rsidRPr="00C713FB">
              <w:rPr>
                <w:rFonts w:ascii="Corbel" w:hAnsi="Corbel"/>
                <w:b w:val="0"/>
                <w:i/>
                <w:iCs/>
                <w:smallCaps w:val="0"/>
                <w:sz w:val="20"/>
                <w:szCs w:val="20"/>
              </w:rPr>
              <w:t>Współczesna praca socjalna – towarzyszenie przez służbę</w:t>
            </w:r>
            <w:r w:rsidRPr="00C713FB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, „UR </w:t>
            </w:r>
            <w:proofErr w:type="spellStart"/>
            <w:r w:rsidRPr="00C713FB">
              <w:rPr>
                <w:rFonts w:ascii="Corbel" w:hAnsi="Corbel"/>
                <w:b w:val="0"/>
                <w:smallCaps w:val="0"/>
                <w:sz w:val="20"/>
                <w:szCs w:val="20"/>
              </w:rPr>
              <w:t>Journal</w:t>
            </w:r>
            <w:proofErr w:type="spellEnd"/>
            <w:r w:rsidRPr="00C713FB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of </w:t>
            </w:r>
            <w:proofErr w:type="spellStart"/>
            <w:r w:rsidRPr="00C713FB">
              <w:rPr>
                <w:rFonts w:ascii="Corbel" w:hAnsi="Corbel"/>
                <w:b w:val="0"/>
                <w:smallCaps w:val="0"/>
                <w:sz w:val="20"/>
                <w:szCs w:val="20"/>
              </w:rPr>
              <w:t>Humanities</w:t>
            </w:r>
            <w:proofErr w:type="spellEnd"/>
            <w:r w:rsidRPr="00C713FB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and </w:t>
            </w:r>
            <w:proofErr w:type="spellStart"/>
            <w:r w:rsidRPr="00C713FB">
              <w:rPr>
                <w:rFonts w:ascii="Corbel" w:hAnsi="Corbel"/>
                <w:b w:val="0"/>
                <w:smallCaps w:val="0"/>
                <w:sz w:val="20"/>
                <w:szCs w:val="20"/>
              </w:rPr>
              <w:t>Social</w:t>
            </w:r>
            <w:proofErr w:type="spellEnd"/>
            <w:r w:rsidRPr="00C713FB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</w:t>
            </w:r>
            <w:proofErr w:type="spellStart"/>
            <w:r w:rsidRPr="00C713FB">
              <w:rPr>
                <w:rFonts w:ascii="Corbel" w:hAnsi="Corbel"/>
                <w:b w:val="0"/>
                <w:smallCaps w:val="0"/>
                <w:sz w:val="20"/>
                <w:szCs w:val="20"/>
              </w:rPr>
              <w:t>Sciences</w:t>
            </w:r>
            <w:proofErr w:type="spellEnd"/>
            <w:r w:rsidRPr="00C713FB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”, 2019, nr 1(10), s. 91-105. Dostępny online: </w:t>
            </w:r>
            <w:hyperlink w:history="1" r:id="rId22">
              <w:r w:rsidRPr="00C713FB">
                <w:rPr>
                  <w:rStyle w:val="Hipercze"/>
                  <w:rFonts w:ascii="Corbel" w:hAnsi="Corbel"/>
                  <w:b w:val="0"/>
                  <w:smallCaps w:val="0"/>
                  <w:sz w:val="20"/>
                  <w:szCs w:val="20"/>
                </w:rPr>
                <w:t>http://cejsh.icm.edu.pl/cejsh/element/bwmeta1.element.desklight-e2b2409d-79f3-4a5f-a7c2-f8a2eee9a6ef</w:t>
              </w:r>
            </w:hyperlink>
            <w:r w:rsidRPr="00C713FB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</w:t>
            </w:r>
          </w:p>
          <w:p w:rsidRPr="00C713FB" w:rsidR="006E56B6" w:rsidP="00237922" w:rsidRDefault="006E56B6" w14:paraId="43462426" w14:textId="53669314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71B8DDA0" w:rsidR="73E947C5">
              <w:rPr>
                <w:rFonts w:ascii="Corbel" w:hAnsi="Corbel"/>
                <w:sz w:val="20"/>
                <w:szCs w:val="20"/>
              </w:rPr>
              <w:t xml:space="preserve">Frysztacki </w:t>
            </w:r>
            <w:r w:rsidRPr="71B8DDA0" w:rsidR="73E947C5">
              <w:rPr>
                <w:rFonts w:ascii="Corbel" w:hAnsi="Corbel"/>
                <w:sz w:val="20"/>
                <w:szCs w:val="20"/>
              </w:rPr>
              <w:t>K.</w:t>
            </w:r>
            <w:r w:rsidRPr="71B8DDA0" w:rsidR="3DDC633E">
              <w:rPr>
                <w:rFonts w:ascii="Corbel" w:hAnsi="Corbel"/>
                <w:sz w:val="20"/>
                <w:szCs w:val="20"/>
              </w:rPr>
              <w:t xml:space="preserve"> </w:t>
            </w:r>
            <w:r w:rsidRPr="71B8DDA0" w:rsidR="08652C19">
              <w:rPr>
                <w:rFonts w:ascii="Corbel" w:hAnsi="Corbel"/>
                <w:sz w:val="20"/>
                <w:szCs w:val="20"/>
              </w:rPr>
              <w:t>(</w:t>
            </w:r>
            <w:r w:rsidRPr="71B8DDA0" w:rsidR="08652C19">
              <w:rPr>
                <w:rFonts w:ascii="Corbel" w:hAnsi="Corbel"/>
                <w:sz w:val="20"/>
                <w:szCs w:val="20"/>
              </w:rPr>
              <w:t>2009).</w:t>
            </w:r>
            <w:r w:rsidRPr="71B8DDA0" w:rsidR="73E947C5">
              <w:rPr>
                <w:rFonts w:ascii="Corbel" w:hAnsi="Corbel"/>
                <w:sz w:val="20"/>
                <w:szCs w:val="20"/>
              </w:rPr>
              <w:t xml:space="preserve"> </w:t>
            </w:r>
            <w:r w:rsidRPr="71B8DDA0" w:rsidR="73E947C5">
              <w:rPr>
                <w:rFonts w:ascii="Corbel" w:hAnsi="Corbel"/>
                <w:i w:val="1"/>
                <w:iCs w:val="1"/>
                <w:sz w:val="20"/>
                <w:szCs w:val="20"/>
              </w:rPr>
              <w:t>Socjologia problemów społecznych</w:t>
            </w:r>
            <w:r w:rsidRPr="71B8DDA0" w:rsidR="73E947C5">
              <w:rPr>
                <w:rFonts w:ascii="Corbel" w:hAnsi="Corbel"/>
                <w:sz w:val="20"/>
                <w:szCs w:val="20"/>
              </w:rPr>
              <w:t>, Tom 7, Warszawa</w:t>
            </w:r>
            <w:r w:rsidRPr="71B8DDA0" w:rsidR="08652C19">
              <w:rPr>
                <w:rFonts w:ascii="Corbel" w:hAnsi="Corbel"/>
                <w:sz w:val="20"/>
                <w:szCs w:val="20"/>
              </w:rPr>
              <w:t>: Wydawnictwo Naukowe SCHOLAR.</w:t>
            </w:r>
          </w:p>
          <w:p w:rsidRPr="00C713FB" w:rsidR="006E56B6" w:rsidP="00237922" w:rsidRDefault="006E56B6" w14:paraId="74E597E3" w14:textId="232C07C9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r w:rsidRPr="71B8DDA0" w:rsidR="73E947C5">
              <w:rPr>
                <w:rFonts w:ascii="Corbel" w:hAnsi="Corbel"/>
                <w:sz w:val="20"/>
                <w:szCs w:val="20"/>
              </w:rPr>
              <w:t xml:space="preserve">Gray M., </w:t>
            </w:r>
            <w:r w:rsidRPr="71B8DDA0" w:rsidR="73E947C5">
              <w:rPr>
                <w:rFonts w:ascii="Corbel" w:hAnsi="Corbel"/>
                <w:sz w:val="20"/>
                <w:szCs w:val="20"/>
              </w:rPr>
              <w:t>Weeb</w:t>
            </w:r>
            <w:r w:rsidRPr="71B8DDA0" w:rsidR="73E947C5">
              <w:rPr>
                <w:rFonts w:ascii="Corbel" w:hAnsi="Corbel"/>
                <w:sz w:val="20"/>
                <w:szCs w:val="20"/>
              </w:rPr>
              <w:t xml:space="preserve"> S. </w:t>
            </w:r>
            <w:r w:rsidRPr="71B8DDA0" w:rsidR="73E947C5">
              <w:rPr>
                <w:rFonts w:ascii="Corbel" w:hAnsi="Corbel"/>
                <w:sz w:val="20"/>
                <w:szCs w:val="20"/>
              </w:rPr>
              <w:t>A.,</w:t>
            </w:r>
            <w:r w:rsidRPr="71B8DDA0" w:rsidR="7358883E">
              <w:rPr>
                <w:rFonts w:ascii="Corbel" w:hAnsi="Corbel"/>
                <w:sz w:val="20"/>
                <w:szCs w:val="20"/>
              </w:rPr>
              <w:t xml:space="preserve"> </w:t>
            </w:r>
            <w:r w:rsidRPr="71B8DDA0" w:rsidR="2612E6A8">
              <w:rPr>
                <w:rFonts w:ascii="Corbel" w:hAnsi="Corbel"/>
                <w:sz w:val="20"/>
                <w:szCs w:val="20"/>
              </w:rPr>
              <w:t>(</w:t>
            </w:r>
            <w:r w:rsidRPr="71B8DDA0" w:rsidR="2612E6A8">
              <w:rPr>
                <w:rFonts w:ascii="Corbel" w:hAnsi="Corbel"/>
                <w:sz w:val="20"/>
                <w:szCs w:val="20"/>
              </w:rPr>
              <w:t>2012)</w:t>
            </w:r>
            <w:r w:rsidRPr="71B8DDA0" w:rsidR="73E947C5">
              <w:rPr>
                <w:rFonts w:ascii="Corbel" w:hAnsi="Corbel"/>
                <w:sz w:val="20"/>
                <w:szCs w:val="20"/>
              </w:rPr>
              <w:t xml:space="preserve"> </w:t>
            </w:r>
            <w:r w:rsidRPr="71B8DDA0" w:rsidR="2612E6A8">
              <w:rPr>
                <w:rFonts w:ascii="Corbel" w:hAnsi="Corbel"/>
                <w:sz w:val="20"/>
                <w:szCs w:val="20"/>
              </w:rPr>
              <w:t>/</w:t>
            </w:r>
            <w:r w:rsidRPr="71B8DDA0" w:rsidR="73E947C5">
              <w:rPr>
                <w:rFonts w:ascii="Corbel" w:hAnsi="Corbel"/>
                <w:sz w:val="20"/>
                <w:szCs w:val="20"/>
              </w:rPr>
              <w:t xml:space="preserve">J. </w:t>
            </w:r>
            <w:r w:rsidRPr="71B8DDA0" w:rsidR="73E947C5">
              <w:rPr>
                <w:rFonts w:ascii="Corbel" w:hAnsi="Corbel"/>
                <w:sz w:val="20"/>
                <w:szCs w:val="20"/>
              </w:rPr>
              <w:t>Szmagalski</w:t>
            </w:r>
            <w:r w:rsidRPr="71B8DDA0" w:rsidR="73E947C5">
              <w:rPr>
                <w:rFonts w:ascii="Corbel" w:hAnsi="Corbel"/>
                <w:sz w:val="20"/>
                <w:szCs w:val="20"/>
              </w:rPr>
              <w:t xml:space="preserve"> - red. naukowa wydania polskiego</w:t>
            </w:r>
            <w:r w:rsidRPr="71B8DDA0" w:rsidR="2612E6A8">
              <w:rPr>
                <w:rFonts w:ascii="Corbel" w:hAnsi="Corbel"/>
                <w:sz w:val="20"/>
                <w:szCs w:val="20"/>
              </w:rPr>
              <w:t>/</w:t>
            </w:r>
            <w:r w:rsidRPr="71B8DDA0" w:rsidR="73E947C5">
              <w:rPr>
                <w:rFonts w:ascii="Corbel" w:hAnsi="Corbel"/>
                <w:sz w:val="20"/>
                <w:szCs w:val="20"/>
              </w:rPr>
              <w:t xml:space="preserve">, </w:t>
            </w:r>
            <w:r w:rsidRPr="71B8DDA0" w:rsidR="73E947C5">
              <w:rPr>
                <w:rFonts w:ascii="Corbel" w:hAnsi="Corbel"/>
                <w:i w:val="1"/>
                <w:iCs w:val="1"/>
                <w:sz w:val="20"/>
                <w:szCs w:val="20"/>
              </w:rPr>
              <w:t>Praca socjalna. Teorie i metody</w:t>
            </w:r>
            <w:r w:rsidRPr="71B8DDA0" w:rsidR="73E947C5">
              <w:rPr>
                <w:rFonts w:ascii="Corbel" w:hAnsi="Corbel"/>
                <w:sz w:val="20"/>
                <w:szCs w:val="20"/>
              </w:rPr>
              <w:t xml:space="preserve">, </w:t>
            </w:r>
            <w:r w:rsidRPr="71B8DDA0" w:rsidR="73E947C5">
              <w:rPr>
                <w:rFonts w:ascii="Corbel" w:hAnsi="Corbel"/>
                <w:sz w:val="20"/>
                <w:szCs w:val="20"/>
              </w:rPr>
              <w:t>Warszawa</w:t>
            </w:r>
            <w:r w:rsidRPr="71B8DDA0" w:rsidR="75DFC454">
              <w:rPr>
                <w:rFonts w:ascii="Corbel" w:hAnsi="Corbel"/>
                <w:sz w:val="20"/>
                <w:szCs w:val="20"/>
              </w:rPr>
              <w:t>:Wydawnictwo</w:t>
            </w:r>
            <w:r w:rsidRPr="71B8DDA0" w:rsidR="75DFC454">
              <w:rPr>
                <w:rFonts w:ascii="Corbel" w:hAnsi="Corbel"/>
                <w:sz w:val="20"/>
                <w:szCs w:val="20"/>
              </w:rPr>
              <w:t xml:space="preserve"> Naukowe PWN</w:t>
            </w:r>
            <w:r w:rsidRPr="71B8DDA0" w:rsidR="73E947C5">
              <w:rPr>
                <w:rFonts w:ascii="Corbel" w:hAnsi="Corbel"/>
                <w:sz w:val="20"/>
                <w:szCs w:val="20"/>
              </w:rPr>
              <w:t>.</w:t>
            </w:r>
          </w:p>
          <w:p w:rsidRPr="00C713FB" w:rsidR="00512183" w:rsidP="00237922" w:rsidRDefault="00512183" w14:paraId="1F9CD3BA" w14:textId="09BDAD0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Style w:val="Hipercze"/>
                <w:rFonts w:ascii="Corbel" w:hAnsi="Corbel"/>
                <w:color w:val="auto"/>
                <w:sz w:val="20"/>
                <w:szCs w:val="20"/>
                <w:u w:val="none"/>
              </w:rPr>
            </w:pPr>
            <w:proofErr w:type="spellStart"/>
            <w:r w:rsidRPr="00C713FB">
              <w:rPr>
                <w:rFonts w:ascii="Corbel" w:hAnsi="Corbel"/>
                <w:sz w:val="20"/>
                <w:szCs w:val="20"/>
              </w:rPr>
              <w:t>Grudziewska</w:t>
            </w:r>
            <w:proofErr w:type="spellEnd"/>
            <w:r w:rsidRPr="00C713FB">
              <w:rPr>
                <w:rFonts w:ascii="Corbel" w:hAnsi="Corbel"/>
                <w:sz w:val="20"/>
                <w:szCs w:val="20"/>
              </w:rPr>
              <w:t xml:space="preserve"> E., Mikołajczyk M., </w:t>
            </w:r>
            <w:proofErr w:type="spellStart"/>
            <w:r w:rsidRPr="00C713FB">
              <w:rPr>
                <w:rFonts w:ascii="Corbel" w:hAnsi="Corbel"/>
                <w:sz w:val="20"/>
                <w:szCs w:val="20"/>
              </w:rPr>
              <w:t>Zozula</w:t>
            </w:r>
            <w:proofErr w:type="spellEnd"/>
            <w:r w:rsidRPr="00C713FB">
              <w:rPr>
                <w:rFonts w:ascii="Corbel" w:hAnsi="Corbel"/>
                <w:sz w:val="20"/>
                <w:szCs w:val="20"/>
              </w:rPr>
              <w:t xml:space="preserve"> J. (red.)</w:t>
            </w:r>
            <w:r w:rsidRPr="00C713FB" w:rsidR="00DC6B92">
              <w:rPr>
                <w:rFonts w:ascii="Corbel" w:hAnsi="Corbel"/>
                <w:sz w:val="20"/>
                <w:szCs w:val="20"/>
              </w:rPr>
              <w:t>. (2019).</w:t>
            </w:r>
            <w:r w:rsidRPr="00C713FB">
              <w:rPr>
                <w:rFonts w:ascii="Corbel" w:hAnsi="Corbel"/>
                <w:sz w:val="20"/>
                <w:szCs w:val="20"/>
              </w:rPr>
              <w:t xml:space="preserve"> </w:t>
            </w:r>
            <w:r w:rsidRPr="00C713FB">
              <w:rPr>
                <w:rFonts w:ascii="Corbel" w:hAnsi="Corbel"/>
                <w:i/>
                <w:iCs/>
                <w:sz w:val="20"/>
                <w:szCs w:val="20"/>
              </w:rPr>
              <w:t>Pomoc społeczna i praca socjalna w dobie dynamicznych przemian społecznych</w:t>
            </w:r>
            <w:r w:rsidRPr="00C713FB">
              <w:rPr>
                <w:rFonts w:ascii="Corbel" w:hAnsi="Corbel"/>
                <w:sz w:val="20"/>
                <w:szCs w:val="20"/>
              </w:rPr>
              <w:t xml:space="preserve">, </w:t>
            </w:r>
            <w:r w:rsidRPr="00C713FB" w:rsidR="00DC6B92">
              <w:rPr>
                <w:rFonts w:ascii="Corbel" w:hAnsi="Corbel"/>
                <w:sz w:val="20"/>
                <w:szCs w:val="20"/>
              </w:rPr>
              <w:t xml:space="preserve">Warszawa: </w:t>
            </w:r>
            <w:r w:rsidRPr="00C713FB">
              <w:rPr>
                <w:rFonts w:ascii="Corbel" w:hAnsi="Corbel"/>
                <w:sz w:val="20"/>
                <w:szCs w:val="20"/>
              </w:rPr>
              <w:t xml:space="preserve">Wydawnictwo APS, Dostępna online: </w:t>
            </w:r>
            <w:hyperlink w:history="1" r:id="rId23">
              <w:r w:rsidRPr="00C713FB">
                <w:rPr>
                  <w:rStyle w:val="Hipercze"/>
                  <w:rFonts w:ascii="Corbel" w:hAnsi="Corbel"/>
                  <w:sz w:val="20"/>
                  <w:szCs w:val="20"/>
                </w:rPr>
                <w:t>http://www.aps.edu.pl/media/2200792/pomoc_spoleczna_i_praca_e-book.pdf</w:t>
              </w:r>
            </w:hyperlink>
          </w:p>
          <w:p w:rsidRPr="00C713FB" w:rsidR="00FB668B" w:rsidP="00237922" w:rsidRDefault="00FB668B" w14:paraId="2D43A1D9" w14:textId="7A31F2E5">
            <w:pPr>
              <w:numPr>
                <w:ilvl w:val="0"/>
                <w:numId w:val="18"/>
              </w:numPr>
              <w:tabs>
                <w:tab w:val="left" w:pos="1395"/>
              </w:tabs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C713FB">
              <w:rPr>
                <w:rFonts w:ascii="Corbel" w:hAnsi="Corbel"/>
                <w:sz w:val="20"/>
                <w:szCs w:val="20"/>
              </w:rPr>
              <w:t xml:space="preserve">Jaraczewska J. M., </w:t>
            </w:r>
            <w:proofErr w:type="spellStart"/>
            <w:r w:rsidRPr="00C713FB">
              <w:rPr>
                <w:rFonts w:ascii="Corbel" w:hAnsi="Corbel"/>
                <w:sz w:val="20"/>
                <w:szCs w:val="20"/>
              </w:rPr>
              <w:t>Krasiejko</w:t>
            </w:r>
            <w:proofErr w:type="spellEnd"/>
            <w:r w:rsidRPr="00C713FB">
              <w:rPr>
                <w:rFonts w:ascii="Corbel" w:hAnsi="Corbel"/>
                <w:sz w:val="20"/>
                <w:szCs w:val="20"/>
              </w:rPr>
              <w:t xml:space="preserve"> I. (red.).</w:t>
            </w:r>
            <w:r w:rsidRPr="00C713FB" w:rsidR="00787F3B">
              <w:rPr>
                <w:rFonts w:ascii="Corbel" w:hAnsi="Corbel"/>
                <w:sz w:val="20"/>
                <w:szCs w:val="20"/>
              </w:rPr>
              <w:t xml:space="preserve">(2012). </w:t>
            </w:r>
            <w:r w:rsidRPr="00C713FB">
              <w:rPr>
                <w:rFonts w:ascii="Corbel" w:hAnsi="Corbel"/>
                <w:sz w:val="20"/>
                <w:szCs w:val="20"/>
              </w:rPr>
              <w:t xml:space="preserve"> </w:t>
            </w:r>
            <w:r w:rsidRPr="00C713FB">
              <w:rPr>
                <w:rFonts w:ascii="Corbel" w:hAnsi="Corbel"/>
                <w:i/>
                <w:sz w:val="20"/>
                <w:szCs w:val="20"/>
              </w:rPr>
              <w:t>Dialog Motywujący w teorii i praktyce. Motywowanie do zmiany w pracy socjalnej i terapii,</w:t>
            </w:r>
            <w:r w:rsidRPr="00C713FB">
              <w:rPr>
                <w:rFonts w:ascii="Corbel" w:hAnsi="Corbel"/>
                <w:sz w:val="20"/>
                <w:szCs w:val="20"/>
              </w:rPr>
              <w:t xml:space="preserve"> </w:t>
            </w:r>
            <w:r w:rsidRPr="00C713FB" w:rsidR="00787F3B">
              <w:rPr>
                <w:rFonts w:ascii="Corbel" w:hAnsi="Corbel"/>
                <w:sz w:val="20"/>
                <w:szCs w:val="20"/>
              </w:rPr>
              <w:t xml:space="preserve">Toruń: </w:t>
            </w:r>
            <w:r w:rsidRPr="00C713FB">
              <w:rPr>
                <w:rFonts w:ascii="Corbel" w:hAnsi="Corbel"/>
                <w:sz w:val="20"/>
                <w:szCs w:val="20"/>
              </w:rPr>
              <w:t xml:space="preserve">Wydawnictwo Edukacyjne Akapit. </w:t>
            </w:r>
          </w:p>
          <w:p w:rsidRPr="00C713FB" w:rsidR="008F6C6D" w:rsidP="00237922" w:rsidRDefault="00AF2DE8" w14:paraId="2E5083FF" w14:textId="2787501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71B8DDA0" w:rsidR="338EF7CE">
              <w:rPr>
                <w:rFonts w:ascii="Corbel" w:hAnsi="Corbel"/>
                <w:sz w:val="20"/>
                <w:szCs w:val="20"/>
              </w:rPr>
              <w:t xml:space="preserve">Kaźmierczak </w:t>
            </w:r>
            <w:r w:rsidRPr="71B8DDA0" w:rsidR="338EF7CE">
              <w:rPr>
                <w:rFonts w:ascii="Corbel" w:hAnsi="Corbel"/>
                <w:sz w:val="20"/>
                <w:szCs w:val="20"/>
              </w:rPr>
              <w:t>T.,</w:t>
            </w:r>
            <w:r w:rsidRPr="71B8DDA0" w:rsidR="338EF7CE">
              <w:rPr>
                <w:rFonts w:ascii="Corbel" w:hAnsi="Corbel"/>
                <w:sz w:val="20"/>
                <w:szCs w:val="20"/>
              </w:rPr>
              <w:t xml:space="preserve"> </w:t>
            </w:r>
            <w:r w:rsidRPr="71B8DDA0" w:rsidR="338EF7CE">
              <w:rPr>
                <w:rFonts w:ascii="Corbel" w:hAnsi="Corbel"/>
                <w:sz w:val="20"/>
                <w:szCs w:val="20"/>
              </w:rPr>
              <w:t>Bąbska</w:t>
            </w:r>
            <w:r w:rsidRPr="71B8DDA0" w:rsidR="338EF7CE">
              <w:rPr>
                <w:rFonts w:ascii="Corbel" w:hAnsi="Corbel"/>
                <w:sz w:val="20"/>
                <w:szCs w:val="20"/>
              </w:rPr>
              <w:t xml:space="preserve"> B.(red.)</w:t>
            </w:r>
            <w:r w:rsidRPr="71B8DDA0" w:rsidR="4407B640">
              <w:rPr>
                <w:rFonts w:ascii="Corbel" w:hAnsi="Corbel"/>
                <w:sz w:val="20"/>
                <w:szCs w:val="20"/>
              </w:rPr>
              <w:t>. (2013).</w:t>
            </w:r>
            <w:r w:rsidRPr="71B8DDA0" w:rsidR="338EF7CE">
              <w:rPr>
                <w:rFonts w:ascii="Corbel" w:hAnsi="Corbel"/>
                <w:sz w:val="20"/>
                <w:szCs w:val="20"/>
              </w:rPr>
              <w:t xml:space="preserve"> </w:t>
            </w:r>
            <w:r w:rsidRPr="71B8DDA0" w:rsidR="338EF7CE">
              <w:rPr>
                <w:rFonts w:ascii="Corbel" w:hAnsi="Corbel"/>
                <w:i w:val="1"/>
                <w:iCs w:val="1"/>
                <w:sz w:val="20"/>
                <w:szCs w:val="20"/>
              </w:rPr>
              <w:t>Środowiskowe role zawodowe pracowników socjalnych</w:t>
            </w:r>
            <w:r w:rsidRPr="71B8DDA0" w:rsidR="338EF7CE">
              <w:rPr>
                <w:rFonts w:ascii="Corbel" w:hAnsi="Corbel"/>
                <w:sz w:val="20"/>
                <w:szCs w:val="20"/>
              </w:rPr>
              <w:t xml:space="preserve">, </w:t>
            </w:r>
            <w:r w:rsidRPr="71B8DDA0" w:rsidR="4407B640">
              <w:rPr>
                <w:rFonts w:ascii="Corbel" w:hAnsi="Corbel"/>
                <w:sz w:val="20"/>
                <w:szCs w:val="20"/>
              </w:rPr>
              <w:t xml:space="preserve">Warszawa: </w:t>
            </w:r>
            <w:r w:rsidRPr="71B8DDA0" w:rsidR="338EF7CE">
              <w:rPr>
                <w:rFonts w:ascii="Corbel" w:hAnsi="Corbel"/>
                <w:sz w:val="20"/>
                <w:szCs w:val="20"/>
              </w:rPr>
              <w:t>ISP i CAL.</w:t>
            </w:r>
          </w:p>
          <w:p w:rsidRPr="00C713FB" w:rsidR="008F6C6D" w:rsidP="00237922" w:rsidRDefault="008F6C6D" w14:paraId="30BF528D" w14:textId="011E255D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C713FB">
              <w:rPr>
                <w:rFonts w:ascii="Corbel" w:hAnsi="Corbel"/>
                <w:smallCaps/>
                <w:sz w:val="20"/>
                <w:szCs w:val="20"/>
              </w:rPr>
              <w:t>Kotlarska-Michalska, A. (2019). Praktyka socjalna na rzecz dzieci, kobiet i ludzi starszych, czyli „wrażliwe” kierunki działań dla rodziny. W: K. Frysztacki (red.), Praca socjalna. 30 wykładów (s. 483–501). Warszawa: W</w:t>
            </w:r>
            <w:r w:rsidRPr="00C713FB" w:rsidR="0015652D">
              <w:rPr>
                <w:rFonts w:ascii="Corbel" w:hAnsi="Corbel"/>
                <w:smallCaps/>
                <w:sz w:val="20"/>
                <w:szCs w:val="20"/>
              </w:rPr>
              <w:t xml:space="preserve">ydawnictwo </w:t>
            </w:r>
            <w:r w:rsidRPr="00C713FB">
              <w:rPr>
                <w:rFonts w:ascii="Corbel" w:hAnsi="Corbel"/>
                <w:smallCaps/>
                <w:sz w:val="20"/>
                <w:szCs w:val="20"/>
              </w:rPr>
              <w:t>N</w:t>
            </w:r>
            <w:r w:rsidRPr="00C713FB" w:rsidR="0015652D">
              <w:rPr>
                <w:rFonts w:ascii="Corbel" w:hAnsi="Corbel"/>
                <w:smallCaps/>
                <w:sz w:val="20"/>
                <w:szCs w:val="20"/>
              </w:rPr>
              <w:t>aukowe</w:t>
            </w:r>
            <w:r w:rsidRPr="00C713FB">
              <w:rPr>
                <w:rFonts w:ascii="Corbel" w:hAnsi="Corbel"/>
                <w:smallCaps/>
                <w:sz w:val="20"/>
                <w:szCs w:val="20"/>
              </w:rPr>
              <w:t xml:space="preserve"> PWN.</w:t>
            </w:r>
          </w:p>
          <w:p w:rsidRPr="00C713FB" w:rsidR="00B16B6B" w:rsidP="00237922" w:rsidRDefault="00AF2DE8" w14:paraId="33BB635B" w14:textId="53F8BD1A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0"/>
                <w:szCs w:val="20"/>
              </w:rPr>
            </w:pPr>
            <w:r w:rsidRPr="71B8DDA0" w:rsidR="338EF7CE">
              <w:rPr>
                <w:rFonts w:ascii="Corbel" w:hAnsi="Corbel"/>
                <w:sz w:val="20"/>
                <w:szCs w:val="20"/>
              </w:rPr>
              <w:t>Krasiejko</w:t>
            </w:r>
            <w:r w:rsidRPr="71B8DDA0" w:rsidR="338EF7CE">
              <w:rPr>
                <w:rFonts w:ascii="Corbel" w:hAnsi="Corbel"/>
                <w:sz w:val="20"/>
                <w:szCs w:val="20"/>
              </w:rPr>
              <w:t xml:space="preserve"> </w:t>
            </w:r>
            <w:r w:rsidRPr="71B8DDA0" w:rsidR="338EF7CE">
              <w:rPr>
                <w:rFonts w:ascii="Corbel" w:hAnsi="Corbel"/>
                <w:sz w:val="20"/>
                <w:szCs w:val="20"/>
              </w:rPr>
              <w:t>I.</w:t>
            </w:r>
            <w:r w:rsidRPr="71B8DDA0" w:rsidR="29BF50BD">
              <w:rPr>
                <w:rFonts w:ascii="Corbel" w:hAnsi="Corbel"/>
                <w:sz w:val="20"/>
                <w:szCs w:val="20"/>
              </w:rPr>
              <w:t xml:space="preserve"> </w:t>
            </w:r>
            <w:r w:rsidRPr="71B8DDA0" w:rsidR="4407B640">
              <w:rPr>
                <w:rFonts w:ascii="Corbel" w:hAnsi="Corbel"/>
                <w:sz w:val="20"/>
                <w:szCs w:val="20"/>
              </w:rPr>
              <w:t>(</w:t>
            </w:r>
            <w:r w:rsidRPr="71B8DDA0" w:rsidR="4407B640">
              <w:rPr>
                <w:rFonts w:ascii="Corbel" w:hAnsi="Corbel"/>
                <w:sz w:val="20"/>
                <w:szCs w:val="20"/>
              </w:rPr>
              <w:t xml:space="preserve">2010). </w:t>
            </w:r>
            <w:r w:rsidRPr="71B8DDA0" w:rsidR="338EF7CE">
              <w:rPr>
                <w:rFonts w:ascii="Corbel" w:hAnsi="Corbel"/>
                <w:i w:val="1"/>
                <w:iCs w:val="1"/>
                <w:sz w:val="20"/>
                <w:szCs w:val="20"/>
              </w:rPr>
              <w:t>Metodyka działania asystenta rodziny. Podejście Skoncentrowane na Rozwiązaniach w pracy socjalnej</w:t>
            </w:r>
            <w:r w:rsidRPr="71B8DDA0" w:rsidR="338EF7CE">
              <w:rPr>
                <w:rFonts w:ascii="Corbel" w:hAnsi="Corbel"/>
                <w:sz w:val="20"/>
                <w:szCs w:val="20"/>
              </w:rPr>
              <w:t xml:space="preserve">, </w:t>
            </w:r>
            <w:r w:rsidRPr="71B8DDA0" w:rsidR="4407B640">
              <w:rPr>
                <w:rFonts w:ascii="Corbel" w:hAnsi="Corbel"/>
                <w:sz w:val="20"/>
                <w:szCs w:val="20"/>
              </w:rPr>
              <w:t xml:space="preserve">Katowice: </w:t>
            </w:r>
            <w:r w:rsidRPr="71B8DDA0" w:rsidR="338EF7CE">
              <w:rPr>
                <w:rFonts w:ascii="Corbel" w:hAnsi="Corbel"/>
                <w:sz w:val="20"/>
                <w:szCs w:val="20"/>
              </w:rPr>
              <w:t>Wyd</w:t>
            </w:r>
            <w:r w:rsidRPr="71B8DDA0" w:rsidR="4407B640">
              <w:rPr>
                <w:rFonts w:ascii="Corbel" w:hAnsi="Corbel"/>
                <w:sz w:val="20"/>
                <w:szCs w:val="20"/>
              </w:rPr>
              <w:t>awnictwo</w:t>
            </w:r>
            <w:r w:rsidRPr="71B8DDA0" w:rsidR="338EF7CE">
              <w:rPr>
                <w:rFonts w:ascii="Corbel" w:hAnsi="Corbel"/>
                <w:sz w:val="20"/>
                <w:szCs w:val="20"/>
              </w:rPr>
              <w:t xml:space="preserve"> Śląsk.</w:t>
            </w:r>
          </w:p>
          <w:p w:rsidRPr="00C713FB" w:rsidR="00B16B6B" w:rsidP="00237922" w:rsidRDefault="00B16B6B" w14:paraId="477CE9C4" w14:textId="08548ABF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0"/>
                <w:szCs w:val="20"/>
              </w:rPr>
            </w:pPr>
            <w:r w:rsidRPr="00C713FB">
              <w:rPr>
                <w:rFonts w:ascii="Corbel" w:hAnsi="Corbel"/>
                <w:smallCaps/>
                <w:sz w:val="20"/>
                <w:szCs w:val="20"/>
              </w:rPr>
              <w:t xml:space="preserve">Lisowska K., </w:t>
            </w:r>
            <w:proofErr w:type="spellStart"/>
            <w:r w:rsidRPr="00C713FB">
              <w:rPr>
                <w:rFonts w:ascii="Corbel" w:hAnsi="Corbel"/>
                <w:smallCaps/>
                <w:sz w:val="20"/>
                <w:szCs w:val="20"/>
              </w:rPr>
              <w:t>Łojko</w:t>
            </w:r>
            <w:proofErr w:type="spellEnd"/>
            <w:r w:rsidRPr="00C713FB">
              <w:rPr>
                <w:rFonts w:ascii="Corbel" w:hAnsi="Corbel"/>
                <w:smallCaps/>
                <w:sz w:val="20"/>
                <w:szCs w:val="20"/>
              </w:rPr>
              <w:t xml:space="preserve"> M., Praca zawodowa a życie osobiste pracownika socjalnego, Praca socjalna 2021;</w:t>
            </w:r>
            <w:r w:rsidRPr="00C713FB" w:rsidR="008F6C6D">
              <w:rPr>
                <w:rFonts w:ascii="Corbel" w:hAnsi="Corbel"/>
                <w:smallCaps/>
                <w:sz w:val="20"/>
                <w:szCs w:val="20"/>
              </w:rPr>
              <w:t xml:space="preserve"> </w:t>
            </w:r>
            <w:r w:rsidRPr="00C713FB">
              <w:rPr>
                <w:rFonts w:ascii="Corbel" w:hAnsi="Corbel"/>
                <w:smallCaps/>
                <w:sz w:val="20"/>
                <w:szCs w:val="20"/>
              </w:rPr>
              <w:t xml:space="preserve">36 (3): 55-68, </w:t>
            </w:r>
            <w:hyperlink w:history="1" r:id="rId24">
              <w:r w:rsidRPr="00C713FB">
                <w:rPr>
                  <w:rFonts w:ascii="Corbel" w:hAnsi="Corbel"/>
                  <w:smallCaps/>
                  <w:color w:val="0000FF"/>
                  <w:sz w:val="20"/>
                  <w:szCs w:val="20"/>
                  <w:u w:val="single"/>
                </w:rPr>
                <w:t>https://e-pracasocjalna.pl/resources/html/article/details?id=218490</w:t>
              </w:r>
            </w:hyperlink>
            <w:r w:rsidRPr="00C713FB">
              <w:rPr>
                <w:rFonts w:ascii="Corbel" w:hAnsi="Corbel"/>
                <w:smallCaps/>
                <w:sz w:val="20"/>
                <w:szCs w:val="20"/>
              </w:rPr>
              <w:t>,</w:t>
            </w:r>
            <w:r w:rsidRPr="00C713FB" w:rsidR="008F6C6D">
              <w:rPr>
                <w:rFonts w:ascii="Corbel" w:hAnsi="Corbel"/>
                <w:smallCaps/>
                <w:sz w:val="20"/>
                <w:szCs w:val="20"/>
              </w:rPr>
              <w:t xml:space="preserve"> </w:t>
            </w:r>
            <w:r w:rsidRPr="00C713FB" w:rsidR="008F6C6D">
              <w:rPr>
                <w:rFonts w:ascii="Corbel" w:hAnsi="Corbel"/>
                <w:smallCaps/>
                <w:sz w:val="20"/>
                <w:szCs w:val="20"/>
              </w:rPr>
              <w:br/>
            </w:r>
            <w:r w:rsidRPr="00C713FB">
              <w:rPr>
                <w:rFonts w:ascii="Corbel" w:hAnsi="Corbel"/>
                <w:smallCaps/>
              </w:rPr>
              <w:t>DOI: 10.5604/01.3001.0015.0733</w:t>
            </w:r>
          </w:p>
          <w:p w:rsidRPr="00C713FB" w:rsidR="00FB668B" w:rsidP="00237922" w:rsidRDefault="00FB668B" w14:paraId="27A32A26" w14:textId="79F4A438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0"/>
                <w:szCs w:val="20"/>
              </w:rPr>
            </w:pPr>
            <w:r w:rsidRPr="71B8DDA0" w:rsidR="2663CCAE">
              <w:rPr>
                <w:rFonts w:ascii="Corbel" w:hAnsi="Corbel"/>
                <w:sz w:val="20"/>
                <w:szCs w:val="20"/>
                <w:lang w:val="nl-BE"/>
              </w:rPr>
              <w:t xml:space="preserve">Miller W. R., </w:t>
            </w:r>
            <w:r w:rsidRPr="71B8DDA0" w:rsidR="2663CCAE">
              <w:rPr>
                <w:rFonts w:ascii="Corbel" w:hAnsi="Corbel"/>
                <w:sz w:val="20"/>
                <w:szCs w:val="20"/>
                <w:lang w:val="nl-BE"/>
              </w:rPr>
              <w:t>Rollnick</w:t>
            </w:r>
            <w:r w:rsidRPr="71B8DDA0" w:rsidR="2663CCAE">
              <w:rPr>
                <w:rFonts w:ascii="Corbel" w:hAnsi="Corbel"/>
                <w:sz w:val="20"/>
                <w:szCs w:val="20"/>
                <w:lang w:val="nl-BE"/>
              </w:rPr>
              <w:t xml:space="preserve"> </w:t>
            </w:r>
            <w:r w:rsidRPr="71B8DDA0" w:rsidR="2663CCAE">
              <w:rPr>
                <w:rFonts w:ascii="Corbel" w:hAnsi="Corbel"/>
                <w:sz w:val="20"/>
                <w:szCs w:val="20"/>
                <w:lang w:val="nl-BE"/>
              </w:rPr>
              <w:t>S.</w:t>
            </w:r>
            <w:r w:rsidRPr="71B8DDA0" w:rsidR="3279B988">
              <w:rPr>
                <w:rFonts w:ascii="Corbel" w:hAnsi="Corbel"/>
                <w:sz w:val="20"/>
                <w:szCs w:val="20"/>
                <w:lang w:val="nl-BE"/>
              </w:rPr>
              <w:t xml:space="preserve"> </w:t>
            </w:r>
            <w:r w:rsidRPr="71B8DDA0" w:rsidR="4407B640">
              <w:rPr>
                <w:rFonts w:ascii="Corbel" w:hAnsi="Corbel"/>
                <w:sz w:val="20"/>
                <w:szCs w:val="20"/>
                <w:lang w:val="nl-BE"/>
              </w:rPr>
              <w:t>(</w:t>
            </w:r>
            <w:r w:rsidRPr="71B8DDA0" w:rsidR="4407B640">
              <w:rPr>
                <w:rFonts w:ascii="Corbel" w:hAnsi="Corbel"/>
                <w:sz w:val="20"/>
                <w:szCs w:val="20"/>
                <w:lang w:val="nl-BE"/>
              </w:rPr>
              <w:t>2014).</w:t>
            </w:r>
            <w:r w:rsidRPr="71B8DDA0" w:rsidR="2663CCAE">
              <w:rPr>
                <w:rFonts w:ascii="Corbel" w:hAnsi="Corbel"/>
                <w:sz w:val="20"/>
                <w:szCs w:val="20"/>
                <w:lang w:val="nl-BE"/>
              </w:rPr>
              <w:t xml:space="preserve"> </w:t>
            </w:r>
            <w:r w:rsidRPr="71B8DDA0" w:rsidR="2663CCAE">
              <w:rPr>
                <w:rFonts w:ascii="Corbel" w:hAnsi="Corbel"/>
                <w:i w:val="1"/>
                <w:iCs w:val="1"/>
                <w:sz w:val="20"/>
                <w:szCs w:val="20"/>
                <w:lang w:val="nl-BE"/>
              </w:rPr>
              <w:t>Dialog</w:t>
            </w:r>
            <w:r w:rsidRPr="71B8DDA0" w:rsidR="2663CCAE">
              <w:rPr>
                <w:rFonts w:ascii="Corbel" w:hAnsi="Corbel"/>
                <w:i w:val="1"/>
                <w:iCs w:val="1"/>
                <w:sz w:val="20"/>
                <w:szCs w:val="20"/>
                <w:lang w:val="nl-BE"/>
              </w:rPr>
              <w:t xml:space="preserve"> </w:t>
            </w:r>
            <w:r w:rsidRPr="71B8DDA0" w:rsidR="2663CCAE">
              <w:rPr>
                <w:rFonts w:ascii="Corbel" w:hAnsi="Corbel"/>
                <w:i w:val="1"/>
                <w:iCs w:val="1"/>
                <w:sz w:val="20"/>
                <w:szCs w:val="20"/>
                <w:lang w:val="nl-BE"/>
              </w:rPr>
              <w:t>Motywujący</w:t>
            </w:r>
            <w:r w:rsidRPr="71B8DDA0" w:rsidR="2663CCAE">
              <w:rPr>
                <w:rFonts w:ascii="Corbel" w:hAnsi="Corbel"/>
                <w:i w:val="1"/>
                <w:iCs w:val="1"/>
                <w:sz w:val="20"/>
                <w:szCs w:val="20"/>
                <w:lang w:val="nl-BE"/>
              </w:rPr>
              <w:t xml:space="preserve">. </w:t>
            </w:r>
            <w:r w:rsidRPr="71B8DDA0" w:rsidR="2663CCAE">
              <w:rPr>
                <w:rFonts w:ascii="Corbel" w:hAnsi="Corbel"/>
                <w:i w:val="1"/>
                <w:iCs w:val="1"/>
                <w:sz w:val="20"/>
                <w:szCs w:val="20"/>
              </w:rPr>
              <w:t>Jak pomóc ludziom w zmianie</w:t>
            </w:r>
            <w:r w:rsidRPr="71B8DDA0" w:rsidR="2663CCAE">
              <w:rPr>
                <w:rFonts w:ascii="Corbel" w:hAnsi="Corbel"/>
                <w:sz w:val="20"/>
                <w:szCs w:val="20"/>
              </w:rPr>
              <w:t xml:space="preserve">, </w:t>
            </w:r>
            <w:r w:rsidRPr="71B8DDA0" w:rsidR="4407B640">
              <w:rPr>
                <w:rFonts w:ascii="Corbel" w:hAnsi="Corbel"/>
                <w:sz w:val="20"/>
                <w:szCs w:val="20"/>
              </w:rPr>
              <w:t xml:space="preserve">Kraków: </w:t>
            </w:r>
            <w:r w:rsidRPr="71B8DDA0" w:rsidR="2663CCAE">
              <w:rPr>
                <w:rFonts w:ascii="Corbel" w:hAnsi="Corbel"/>
                <w:sz w:val="20"/>
                <w:szCs w:val="20"/>
              </w:rPr>
              <w:t>Wyd</w:t>
            </w:r>
            <w:r w:rsidRPr="71B8DDA0" w:rsidR="4407B640">
              <w:rPr>
                <w:rFonts w:ascii="Corbel" w:hAnsi="Corbel"/>
                <w:sz w:val="20"/>
                <w:szCs w:val="20"/>
              </w:rPr>
              <w:t>awnictwo</w:t>
            </w:r>
            <w:r w:rsidRPr="71B8DDA0" w:rsidR="2663CCAE">
              <w:rPr>
                <w:rFonts w:ascii="Corbel" w:hAnsi="Corbel"/>
                <w:sz w:val="20"/>
                <w:szCs w:val="20"/>
              </w:rPr>
              <w:t xml:space="preserve"> UJ</w:t>
            </w:r>
            <w:r w:rsidRPr="71B8DDA0" w:rsidR="4407B640">
              <w:rPr>
                <w:rFonts w:ascii="Corbel" w:hAnsi="Corbel"/>
                <w:sz w:val="20"/>
                <w:szCs w:val="20"/>
              </w:rPr>
              <w:t>.</w:t>
            </w:r>
          </w:p>
          <w:p w:rsidRPr="00C713FB" w:rsidR="00512183" w:rsidP="00237922" w:rsidRDefault="00512183" w14:paraId="4590AF4A" w14:textId="686471B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C713FB">
              <w:rPr>
                <w:rFonts w:ascii="Corbel" w:hAnsi="Corbel"/>
                <w:sz w:val="20"/>
                <w:szCs w:val="20"/>
                <w:lang w:val="en-US"/>
              </w:rPr>
              <w:t xml:space="preserve">Mishna F., Milne E., Bogo M., Pereira L.F. </w:t>
            </w:r>
            <w:r w:rsidRPr="00C713FB">
              <w:rPr>
                <w:rFonts w:ascii="Corbel" w:hAnsi="Corbel"/>
                <w:i/>
                <w:iCs/>
                <w:sz w:val="20"/>
                <w:szCs w:val="20"/>
                <w:lang w:val="en-US"/>
              </w:rPr>
              <w:t>Responding to COVID-19: New Trends in Social Workers' Use of Information and Communication Technology,</w:t>
            </w:r>
            <w:r w:rsidRPr="00C713FB">
              <w:rPr>
                <w:rFonts w:ascii="Corbel" w:hAnsi="Corbel"/>
                <w:sz w:val="20"/>
                <w:szCs w:val="20"/>
                <w:lang w:val="en-US"/>
              </w:rPr>
              <w:t xml:space="preserve"> “Clinical Social Work Journal” 2020 :1-11. </w:t>
            </w:r>
            <w:r w:rsidRPr="00C713FB">
              <w:rPr>
                <w:rFonts w:ascii="Corbel" w:hAnsi="Corbel"/>
                <w:sz w:val="20"/>
                <w:szCs w:val="20"/>
              </w:rPr>
              <w:t>Do</w:t>
            </w:r>
            <w:r w:rsidRPr="00C713FB" w:rsidR="009463E6">
              <w:rPr>
                <w:rFonts w:ascii="Corbel" w:hAnsi="Corbel"/>
                <w:sz w:val="20"/>
                <w:szCs w:val="20"/>
              </w:rPr>
              <w:t>i</w:t>
            </w:r>
            <w:r w:rsidRPr="00C713FB">
              <w:rPr>
                <w:rFonts w:ascii="Corbel" w:hAnsi="Corbel"/>
                <w:sz w:val="20"/>
                <w:szCs w:val="20"/>
              </w:rPr>
              <w:t xml:space="preserve">: 10.1007/s10615-020-00780-x. </w:t>
            </w:r>
          </w:p>
          <w:p w:rsidRPr="00C713FB" w:rsidR="009463E6" w:rsidP="00237922" w:rsidRDefault="009463E6" w14:paraId="2E12F18A" w14:textId="3180BFCE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r w:rsidRPr="71B8DDA0" w:rsidR="755CF46B">
              <w:rPr>
                <w:rFonts w:ascii="Corbel" w:hAnsi="Corbel"/>
                <w:sz w:val="20"/>
                <w:szCs w:val="20"/>
              </w:rPr>
              <w:t>Przepierski</w:t>
            </w:r>
            <w:r w:rsidRPr="71B8DDA0" w:rsidR="755CF46B">
              <w:rPr>
                <w:rFonts w:ascii="Corbel" w:hAnsi="Corbel"/>
                <w:sz w:val="20"/>
                <w:szCs w:val="20"/>
              </w:rPr>
              <w:t xml:space="preserve"> </w:t>
            </w:r>
            <w:r w:rsidRPr="71B8DDA0" w:rsidR="755CF46B">
              <w:rPr>
                <w:rFonts w:ascii="Corbel" w:hAnsi="Corbel"/>
                <w:sz w:val="20"/>
                <w:szCs w:val="20"/>
              </w:rPr>
              <w:t>J.,</w:t>
            </w:r>
            <w:r w:rsidRPr="71B8DDA0" w:rsidR="755CF46B">
              <w:rPr>
                <w:rFonts w:ascii="Corbel" w:hAnsi="Corbel"/>
                <w:sz w:val="20"/>
                <w:szCs w:val="20"/>
              </w:rPr>
              <w:t xml:space="preserve"> </w:t>
            </w:r>
            <w:r w:rsidRPr="71B8DDA0" w:rsidR="453C63EF">
              <w:rPr>
                <w:rFonts w:ascii="Corbel" w:hAnsi="Corbel"/>
                <w:sz w:val="20"/>
                <w:szCs w:val="20"/>
              </w:rPr>
              <w:t>(2015</w:t>
            </w:r>
            <w:r w:rsidRPr="71B8DDA0" w:rsidR="453C63EF">
              <w:rPr>
                <w:rFonts w:ascii="Corbel" w:hAnsi="Corbel"/>
                <w:sz w:val="20"/>
                <w:szCs w:val="20"/>
              </w:rPr>
              <w:t xml:space="preserve">). </w:t>
            </w:r>
            <w:r w:rsidRPr="71B8DDA0" w:rsidR="755CF46B">
              <w:rPr>
                <w:rFonts w:ascii="Corbel" w:hAnsi="Corbel"/>
                <w:i w:val="1"/>
                <w:iCs w:val="1"/>
                <w:sz w:val="20"/>
                <w:szCs w:val="20"/>
              </w:rPr>
              <w:t>Konferencja Grupy Rodzinnej w teorii i praktyce pracy socjalnej z rodziną</w:t>
            </w:r>
            <w:r w:rsidRPr="71B8DDA0" w:rsidR="755CF46B">
              <w:rPr>
                <w:rFonts w:ascii="Corbel" w:hAnsi="Corbel"/>
                <w:sz w:val="20"/>
                <w:szCs w:val="20"/>
              </w:rPr>
              <w:t xml:space="preserve">, </w:t>
            </w:r>
            <w:r w:rsidRPr="71B8DDA0" w:rsidR="453C63EF">
              <w:rPr>
                <w:rFonts w:ascii="Corbel" w:hAnsi="Corbel"/>
                <w:sz w:val="20"/>
                <w:szCs w:val="20"/>
              </w:rPr>
              <w:t xml:space="preserve">Toruń: Wydawnictwo Edukacyjne Akapit, </w:t>
            </w:r>
            <w:r w:rsidRPr="71B8DDA0" w:rsidR="755CF46B">
              <w:rPr>
                <w:rFonts w:ascii="Corbel" w:hAnsi="Corbel"/>
                <w:sz w:val="20"/>
                <w:szCs w:val="20"/>
              </w:rPr>
              <w:t>s. 15-</w:t>
            </w:r>
            <w:r w:rsidRPr="71B8DDA0" w:rsidR="755CF46B">
              <w:rPr>
                <w:rFonts w:ascii="Corbel" w:hAnsi="Corbel"/>
                <w:sz w:val="20"/>
                <w:szCs w:val="20"/>
              </w:rPr>
              <w:t>18 ;</w:t>
            </w:r>
            <w:r w:rsidRPr="71B8DDA0" w:rsidR="755CF46B">
              <w:rPr>
                <w:rFonts w:ascii="Corbel" w:hAnsi="Corbel"/>
                <w:sz w:val="20"/>
                <w:szCs w:val="20"/>
              </w:rPr>
              <w:t xml:space="preserve"> 38-49.</w:t>
            </w:r>
          </w:p>
          <w:p w:rsidRPr="00C713FB" w:rsidR="007A3560" w:rsidP="00237922" w:rsidRDefault="007A3560" w14:paraId="2D9F1531" w14:textId="387245B6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0"/>
                <w:szCs w:val="20"/>
              </w:rPr>
            </w:pPr>
            <w:r w:rsidRPr="00C713FB">
              <w:rPr>
                <w:rFonts w:ascii="Corbel" w:hAnsi="Corbel"/>
                <w:sz w:val="20"/>
                <w:szCs w:val="20"/>
              </w:rPr>
              <w:t xml:space="preserve">Szczepkowski J., </w:t>
            </w:r>
            <w:r w:rsidRPr="00C713FB" w:rsidR="002B7848">
              <w:rPr>
                <w:rFonts w:ascii="Corbel" w:hAnsi="Corbel"/>
                <w:sz w:val="20"/>
                <w:szCs w:val="20"/>
              </w:rPr>
              <w:t xml:space="preserve">(2017). </w:t>
            </w:r>
            <w:r w:rsidRPr="00C713FB">
              <w:rPr>
                <w:rFonts w:ascii="Corbel" w:hAnsi="Corbel"/>
                <w:i/>
                <w:sz w:val="20"/>
                <w:szCs w:val="20"/>
              </w:rPr>
              <w:t>Praca socjalna – podejście skoncentrowane na rozwiązaniach,</w:t>
            </w:r>
            <w:r w:rsidRPr="00C713FB">
              <w:rPr>
                <w:rFonts w:ascii="Corbel" w:hAnsi="Corbel"/>
                <w:sz w:val="20"/>
                <w:szCs w:val="20"/>
              </w:rPr>
              <w:t xml:space="preserve"> </w:t>
            </w:r>
            <w:r w:rsidRPr="00C713FB" w:rsidR="002B7848">
              <w:rPr>
                <w:rFonts w:ascii="Corbel" w:hAnsi="Corbel"/>
                <w:sz w:val="20"/>
                <w:szCs w:val="20"/>
              </w:rPr>
              <w:t xml:space="preserve">Toruń: </w:t>
            </w:r>
            <w:r w:rsidRPr="00C713FB">
              <w:rPr>
                <w:rFonts w:ascii="Corbel" w:hAnsi="Corbel"/>
                <w:sz w:val="20"/>
                <w:szCs w:val="20"/>
              </w:rPr>
              <w:t>Wydawnictwo Edukacyjne Akapit.</w:t>
            </w:r>
          </w:p>
          <w:p w:rsidRPr="00C713FB" w:rsidR="007A3560" w:rsidP="00237922" w:rsidRDefault="007A3560" w14:paraId="4AFCD3B0" w14:textId="067711DC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C713FB">
              <w:rPr>
                <w:rFonts w:ascii="Corbel" w:hAnsi="Corbel"/>
                <w:sz w:val="20"/>
                <w:szCs w:val="20"/>
              </w:rPr>
              <w:t>Sokołowska M.</w:t>
            </w:r>
            <w:r w:rsidRPr="00C713FB" w:rsidR="006F79EE">
              <w:rPr>
                <w:rFonts w:ascii="Corbel" w:hAnsi="Corbel"/>
                <w:sz w:val="20"/>
                <w:szCs w:val="20"/>
              </w:rPr>
              <w:t xml:space="preserve"> (2013). </w:t>
            </w:r>
            <w:r w:rsidRPr="00C713FB">
              <w:rPr>
                <w:rFonts w:ascii="Corbel" w:hAnsi="Corbel"/>
                <w:i/>
                <w:sz w:val="20"/>
                <w:szCs w:val="20"/>
              </w:rPr>
              <w:t>Dylematy etyczne pracowników socjalnych</w:t>
            </w:r>
            <w:r w:rsidRPr="00C713FB">
              <w:rPr>
                <w:rFonts w:ascii="Corbel" w:hAnsi="Corbel"/>
                <w:sz w:val="20"/>
                <w:szCs w:val="20"/>
              </w:rPr>
              <w:t>, Warszawa</w:t>
            </w:r>
            <w:r w:rsidRPr="00C713FB" w:rsidR="006F79EE">
              <w:rPr>
                <w:rFonts w:ascii="Corbel" w:hAnsi="Corbel"/>
                <w:sz w:val="20"/>
                <w:szCs w:val="20"/>
              </w:rPr>
              <w:t>: CRZL</w:t>
            </w:r>
            <w:r w:rsidRPr="00C713FB">
              <w:rPr>
                <w:rFonts w:ascii="Corbel" w:hAnsi="Corbel"/>
                <w:sz w:val="20"/>
                <w:szCs w:val="20"/>
              </w:rPr>
              <w:t>.</w:t>
            </w:r>
          </w:p>
          <w:p w:rsidRPr="00C713FB" w:rsidR="005E0193" w:rsidP="00237922" w:rsidRDefault="005E0193" w14:paraId="17D62013" w14:textId="050F715E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0"/>
                <w:szCs w:val="20"/>
              </w:rPr>
            </w:pPr>
            <w:r w:rsidRPr="71B8DDA0" w:rsidR="65CA2DA9">
              <w:rPr>
                <w:rFonts w:ascii="Corbel" w:hAnsi="Corbel"/>
                <w:sz w:val="20"/>
                <w:szCs w:val="20"/>
              </w:rPr>
              <w:t xml:space="preserve">Wódz K., </w:t>
            </w:r>
            <w:r w:rsidRPr="71B8DDA0" w:rsidR="65CA2DA9">
              <w:rPr>
                <w:rFonts w:ascii="Corbel" w:hAnsi="Corbel"/>
                <w:i w:val="1"/>
                <w:iCs w:val="1"/>
                <w:sz w:val="20"/>
                <w:szCs w:val="20"/>
              </w:rPr>
              <w:t>Praca socjalna w środowisku zamieszkania</w:t>
            </w:r>
            <w:r w:rsidRPr="71B8DDA0" w:rsidR="65CA2DA9">
              <w:rPr>
                <w:rFonts w:ascii="Corbel" w:hAnsi="Corbel"/>
                <w:sz w:val="20"/>
                <w:szCs w:val="20"/>
              </w:rPr>
              <w:t>, Warszawa 1998 (</w:t>
            </w:r>
            <w:r w:rsidRPr="71B8DDA0" w:rsidR="65CA2DA9">
              <w:rPr>
                <w:rFonts w:ascii="Corbel" w:hAnsi="Corbel"/>
                <w:sz w:val="20"/>
                <w:szCs w:val="20"/>
              </w:rPr>
              <w:t>rozdz.</w:t>
            </w:r>
            <w:r w:rsidRPr="71B8DDA0" w:rsidR="361DADC6">
              <w:rPr>
                <w:rFonts w:ascii="Corbel" w:hAnsi="Corbel"/>
                <w:sz w:val="20"/>
                <w:szCs w:val="20"/>
              </w:rPr>
              <w:t xml:space="preserve"> </w:t>
            </w:r>
            <w:r w:rsidRPr="71B8DDA0" w:rsidR="65CA2DA9">
              <w:rPr>
                <w:rFonts w:ascii="Corbel" w:hAnsi="Corbel"/>
                <w:sz w:val="20"/>
                <w:szCs w:val="20"/>
              </w:rPr>
              <w:t>IV</w:t>
            </w:r>
            <w:r w:rsidRPr="71B8DDA0" w:rsidR="65CA2DA9">
              <w:rPr>
                <w:rFonts w:ascii="Corbel" w:hAnsi="Corbel"/>
                <w:sz w:val="20"/>
                <w:szCs w:val="20"/>
              </w:rPr>
              <w:t xml:space="preserve"> – s.95-160).</w:t>
            </w:r>
          </w:p>
          <w:p w:rsidRPr="00C713FB" w:rsidR="007A3560" w:rsidP="00237922" w:rsidRDefault="007A3560" w14:paraId="2EA3237F" w14:textId="7327E112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C713FB">
              <w:rPr>
                <w:rFonts w:ascii="Corbel" w:hAnsi="Corbel"/>
                <w:sz w:val="20"/>
                <w:szCs w:val="20"/>
              </w:rPr>
              <w:t>Wielgos-</w:t>
            </w:r>
            <w:proofErr w:type="spellStart"/>
            <w:r w:rsidRPr="00C713FB">
              <w:rPr>
                <w:rFonts w:ascii="Corbel" w:hAnsi="Corbel"/>
                <w:sz w:val="20"/>
                <w:szCs w:val="20"/>
              </w:rPr>
              <w:t>Struck</w:t>
            </w:r>
            <w:proofErr w:type="spellEnd"/>
            <w:r w:rsidRPr="00C713FB">
              <w:rPr>
                <w:rFonts w:ascii="Corbel" w:hAnsi="Corbel"/>
                <w:sz w:val="20"/>
                <w:szCs w:val="20"/>
              </w:rPr>
              <w:t xml:space="preserve"> R., </w:t>
            </w:r>
            <w:proofErr w:type="spellStart"/>
            <w:r w:rsidRPr="00C713FB">
              <w:rPr>
                <w:rFonts w:ascii="Corbel" w:hAnsi="Corbel"/>
                <w:sz w:val="20"/>
                <w:szCs w:val="20"/>
              </w:rPr>
              <w:t>Bozacka</w:t>
            </w:r>
            <w:proofErr w:type="spellEnd"/>
            <w:r w:rsidRPr="00C713FB">
              <w:rPr>
                <w:rFonts w:ascii="Corbel" w:hAnsi="Corbel"/>
                <w:sz w:val="20"/>
                <w:szCs w:val="20"/>
              </w:rPr>
              <w:t xml:space="preserve"> M. (2016).  </w:t>
            </w:r>
            <w:r w:rsidRPr="00C713FB">
              <w:rPr>
                <w:rFonts w:ascii="Corbel" w:hAnsi="Corbel"/>
                <w:i/>
                <w:sz w:val="20"/>
                <w:szCs w:val="20"/>
              </w:rPr>
              <w:t xml:space="preserve">Działalność opiekuńcza i terapeutyczna w praktyce instytucji pomocy społecznej, </w:t>
            </w:r>
            <w:r w:rsidRPr="00C713FB">
              <w:rPr>
                <w:rFonts w:ascii="Corbel" w:hAnsi="Corbel"/>
                <w:sz w:val="20"/>
                <w:szCs w:val="20"/>
              </w:rPr>
              <w:t xml:space="preserve">Rzeszów: </w:t>
            </w:r>
            <w:r w:rsidRPr="00C713FB">
              <w:rPr>
                <w:rFonts w:ascii="Corbel" w:hAnsi="Corbel"/>
                <w:bCs/>
                <w:sz w:val="20"/>
                <w:szCs w:val="20"/>
              </w:rPr>
              <w:t>Wydawnictwo Uniwersytetu Rzeszowskiego</w:t>
            </w:r>
            <w:r w:rsidRPr="00C713FB">
              <w:rPr>
                <w:rFonts w:ascii="Corbel" w:hAnsi="Corbel"/>
                <w:sz w:val="20"/>
                <w:szCs w:val="20"/>
              </w:rPr>
              <w:t>.</w:t>
            </w:r>
          </w:p>
          <w:p w:rsidRPr="00C713FB" w:rsidR="00834971" w:rsidP="00237922" w:rsidRDefault="00834971" w14:paraId="7D59CD38" w14:textId="004FEFF4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Corbel" w:hAnsi="Corbel" w:eastAsia="Times New Roman"/>
                <w:sz w:val="20"/>
                <w:szCs w:val="20"/>
                <w:lang w:eastAsia="pl-PL"/>
              </w:rPr>
            </w:pPr>
            <w:r w:rsidRPr="00C713FB">
              <w:rPr>
                <w:rFonts w:ascii="Corbel" w:hAnsi="Corbel"/>
                <w:sz w:val="20"/>
                <w:szCs w:val="20"/>
              </w:rPr>
              <w:t>Wielgos-</w:t>
            </w:r>
            <w:proofErr w:type="spellStart"/>
            <w:r w:rsidRPr="00C713FB">
              <w:rPr>
                <w:rFonts w:ascii="Corbel" w:hAnsi="Corbel"/>
                <w:sz w:val="20"/>
                <w:szCs w:val="20"/>
              </w:rPr>
              <w:t>Struck</w:t>
            </w:r>
            <w:proofErr w:type="spellEnd"/>
            <w:r w:rsidRPr="00C713FB">
              <w:rPr>
                <w:rFonts w:ascii="Corbel" w:hAnsi="Corbel"/>
                <w:sz w:val="20"/>
                <w:szCs w:val="20"/>
              </w:rPr>
              <w:t xml:space="preserve"> R., Kotarski H., </w:t>
            </w:r>
            <w:proofErr w:type="spellStart"/>
            <w:r w:rsidRPr="00C713FB">
              <w:rPr>
                <w:rFonts w:ascii="Corbel" w:hAnsi="Corbel"/>
                <w:sz w:val="20"/>
                <w:szCs w:val="20"/>
              </w:rPr>
              <w:t>Bozacka</w:t>
            </w:r>
            <w:proofErr w:type="spellEnd"/>
            <w:r w:rsidRPr="00C713FB">
              <w:rPr>
                <w:rFonts w:ascii="Corbel" w:hAnsi="Corbel"/>
                <w:sz w:val="20"/>
                <w:szCs w:val="20"/>
              </w:rPr>
              <w:t xml:space="preserve"> M.</w:t>
            </w:r>
            <w:r w:rsidRPr="00C713FB" w:rsidR="005E0193">
              <w:rPr>
                <w:rFonts w:ascii="Corbel" w:hAnsi="Corbel"/>
                <w:sz w:val="20"/>
                <w:szCs w:val="20"/>
              </w:rPr>
              <w:t xml:space="preserve"> (2017). </w:t>
            </w:r>
            <w:r w:rsidRPr="00C713FB">
              <w:rPr>
                <w:rFonts w:ascii="Corbel" w:hAnsi="Corbel"/>
                <w:i/>
                <w:sz w:val="20"/>
                <w:szCs w:val="20"/>
              </w:rPr>
              <w:t xml:space="preserve">Uwarunkowania wsparcia osób z chorobą Alzheimera </w:t>
            </w:r>
            <w:r w:rsidRPr="00C713FB">
              <w:rPr>
                <w:rFonts w:ascii="Corbel" w:hAnsi="Corbel"/>
                <w:i/>
                <w:sz w:val="20"/>
                <w:szCs w:val="20"/>
              </w:rPr>
              <w:br/>
            </w:r>
            <w:r w:rsidRPr="00C713FB">
              <w:rPr>
                <w:rFonts w:ascii="Corbel" w:hAnsi="Corbel"/>
                <w:i/>
                <w:sz w:val="20"/>
                <w:szCs w:val="20"/>
              </w:rPr>
              <w:t>w perspektywie lokalnej w świetle badań</w:t>
            </w:r>
            <w:r w:rsidRPr="00C713FB">
              <w:rPr>
                <w:rFonts w:ascii="Corbel" w:hAnsi="Corbel"/>
                <w:sz w:val="20"/>
                <w:szCs w:val="20"/>
              </w:rPr>
              <w:t>, Rzeszów</w:t>
            </w:r>
            <w:r w:rsidRPr="00C713FB" w:rsidR="005E0193">
              <w:rPr>
                <w:rFonts w:ascii="Corbel" w:hAnsi="Corbel"/>
                <w:sz w:val="20"/>
                <w:szCs w:val="20"/>
              </w:rPr>
              <w:t>: Wydawnictwo Uniwersytetu Rzeszowskiego.</w:t>
            </w:r>
            <w:r w:rsidRPr="00C713FB">
              <w:rPr>
                <w:rFonts w:ascii="Corbel" w:hAnsi="Corbel" w:eastAsia="Times New Roman"/>
                <w:sz w:val="20"/>
                <w:szCs w:val="20"/>
                <w:lang w:eastAsia="pl-PL"/>
              </w:rPr>
              <w:t xml:space="preserve"> </w:t>
            </w:r>
          </w:p>
          <w:p w:rsidRPr="00C713FB" w:rsidR="00834971" w:rsidP="00237922" w:rsidRDefault="00834971" w14:paraId="2C82EEC9" w14:textId="26B7C657">
            <w:pPr>
              <w:numPr>
                <w:ilvl w:val="0"/>
                <w:numId w:val="18"/>
              </w:numPr>
              <w:spacing w:after="0" w:line="240" w:lineRule="auto"/>
              <w:contextualSpacing/>
              <w:jc w:val="both"/>
              <w:rPr>
                <w:rFonts w:ascii="Corbel" w:hAnsi="Corbel" w:eastAsia="Times New Roman"/>
                <w:sz w:val="20"/>
                <w:szCs w:val="20"/>
                <w:lang w:eastAsia="pl-PL"/>
              </w:rPr>
            </w:pPr>
            <w:r w:rsidRPr="71B8DDA0" w:rsidR="00834971">
              <w:rPr>
                <w:rFonts w:ascii="Corbel" w:hAnsi="Corbel"/>
                <w:sz w:val="20"/>
                <w:szCs w:val="20"/>
              </w:rPr>
              <w:t>Wielgos-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>Struck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 xml:space="preserve"> R., 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>Bozacka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 xml:space="preserve"> 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>M.</w:t>
            </w:r>
            <w:r w:rsidRPr="71B8DDA0" w:rsidR="00FD59A8">
              <w:rPr>
                <w:rFonts w:ascii="Corbel" w:hAnsi="Corbel"/>
                <w:sz w:val="20"/>
                <w:szCs w:val="20"/>
              </w:rPr>
              <w:t xml:space="preserve"> </w:t>
            </w:r>
            <w:r w:rsidRPr="71B8DDA0" w:rsidR="4B245293">
              <w:rPr>
                <w:rFonts w:ascii="Corbel" w:hAnsi="Corbel"/>
                <w:sz w:val="20"/>
                <w:szCs w:val="20"/>
              </w:rPr>
              <w:t>(</w:t>
            </w:r>
            <w:r w:rsidRPr="71B8DDA0" w:rsidR="4B245293">
              <w:rPr>
                <w:rFonts w:ascii="Corbel" w:hAnsi="Corbel"/>
                <w:sz w:val="20"/>
                <w:szCs w:val="20"/>
              </w:rPr>
              <w:t>2018</w:t>
            </w:r>
            <w:r w:rsidRPr="71B8DDA0" w:rsidR="09585E7A">
              <w:rPr>
                <w:rFonts w:ascii="Corbel" w:hAnsi="Corbel"/>
                <w:sz w:val="20"/>
                <w:szCs w:val="20"/>
              </w:rPr>
              <w:t>).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 xml:space="preserve"> </w:t>
            </w:r>
            <w:r w:rsidRPr="71B8DDA0" w:rsidR="00834971">
              <w:rPr>
                <w:rFonts w:ascii="Corbel" w:hAnsi="Corbel"/>
                <w:i w:val="1"/>
                <w:iCs w:val="1"/>
                <w:sz w:val="20"/>
                <w:szCs w:val="20"/>
              </w:rPr>
              <w:t>Działania wspierające aktywizację osób starszych i ich ograniczenia na przykładzie DPS w Łańcucie,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 xml:space="preserve"> [w:] </w:t>
            </w:r>
            <w:r w:rsidRPr="71B8DDA0" w:rsidR="00834971">
              <w:rPr>
                <w:rFonts w:ascii="Corbel" w:hAnsi="Corbel"/>
                <w:i w:val="1"/>
                <w:iCs w:val="1"/>
                <w:sz w:val="20"/>
                <w:szCs w:val="20"/>
              </w:rPr>
              <w:t>Aktywni seniorzy. Obszary wdrażania polityki senioralnej w skali lokalnej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>, pod red. R. Wielgos-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>Struck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>, H. Kotarskiego, Rzeszów</w:t>
            </w:r>
            <w:r w:rsidRPr="71B8DDA0" w:rsidR="09585E7A">
              <w:rPr>
                <w:rFonts w:ascii="Corbel" w:hAnsi="Corbel"/>
                <w:sz w:val="20"/>
                <w:szCs w:val="20"/>
              </w:rPr>
              <w:t>: Wydawnictwo Uniwersytetu Rzes</w:t>
            </w:r>
            <w:r w:rsidRPr="71B8DDA0" w:rsidR="65CA2DA9">
              <w:rPr>
                <w:rFonts w:ascii="Corbel" w:hAnsi="Corbel"/>
                <w:sz w:val="20"/>
                <w:szCs w:val="20"/>
              </w:rPr>
              <w:t>z</w:t>
            </w:r>
            <w:r w:rsidRPr="71B8DDA0" w:rsidR="09585E7A">
              <w:rPr>
                <w:rFonts w:ascii="Corbel" w:hAnsi="Corbel"/>
                <w:sz w:val="20"/>
                <w:szCs w:val="20"/>
              </w:rPr>
              <w:t>owskiego</w:t>
            </w:r>
            <w:r w:rsidRPr="71B8DDA0" w:rsidR="00834971">
              <w:rPr>
                <w:rFonts w:ascii="Corbel" w:hAnsi="Corbel"/>
                <w:sz w:val="20"/>
                <w:szCs w:val="20"/>
              </w:rPr>
              <w:t>, s. 174 – 192.</w:t>
            </w:r>
          </w:p>
        </w:tc>
      </w:tr>
    </w:tbl>
    <w:p w:rsidRPr="00C713FB" w:rsidR="0085747A" w:rsidP="009C54AE" w:rsidRDefault="0085747A" w14:paraId="0403BA5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C713FB" w:rsidR="0085747A" w:rsidP="009C54AE" w:rsidRDefault="0085747A" w14:paraId="1E0F394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C713FB" w:rsidR="00A75CD3" w:rsidP="00F83B28" w:rsidRDefault="0085747A" w14:paraId="57CF4F7D" w14:textId="4694D128">
      <w:pPr>
        <w:pStyle w:val="Punktygwne"/>
        <w:spacing w:before="0" w:after="0"/>
        <w:ind w:left="360"/>
        <w:rPr>
          <w:rFonts w:ascii="Corbel" w:hAnsi="Corbel"/>
          <w:b w:val="0"/>
          <w:sz w:val="22"/>
        </w:rPr>
      </w:pPr>
      <w:r w:rsidRPr="00C713FB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:rsidRPr="00C713FB" w:rsidR="00934465" w:rsidP="00F83B28" w:rsidRDefault="00934465" w14:paraId="0B991E8B" w14:textId="0C3576F7">
      <w:pPr>
        <w:pStyle w:val="Punktygwne"/>
        <w:spacing w:before="0" w:after="0"/>
        <w:ind w:left="360"/>
        <w:rPr>
          <w:rFonts w:ascii="Corbel" w:hAnsi="Corbel"/>
          <w:b w:val="0"/>
          <w:sz w:val="22"/>
        </w:rPr>
      </w:pPr>
    </w:p>
    <w:p w:rsidRPr="00C713FB" w:rsidR="00934465" w:rsidP="00F83B28" w:rsidRDefault="00934465" w14:paraId="7A21AB9B" w14:textId="78C15D41">
      <w:pPr>
        <w:pStyle w:val="Punktygwne"/>
        <w:spacing w:before="0" w:after="0"/>
        <w:ind w:left="360"/>
        <w:rPr>
          <w:rFonts w:ascii="Corbel" w:hAnsi="Corbel"/>
          <w:b w:val="0"/>
          <w:sz w:val="22"/>
        </w:rPr>
      </w:pPr>
    </w:p>
    <w:p w:rsidRPr="00C713FB" w:rsidR="000C43D6" w:rsidP="00F83B28" w:rsidRDefault="000C43D6" w14:paraId="0FE9A0F3" w14:textId="10D054E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Pr="00C713FB" w:rsidR="000C43D6" w:rsidSect="00FB7E7D">
      <w:footerReference w:type="default" r:id="rId25"/>
      <w:pgSz w:w="11906" w:h="16838" w:orient="portrait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849E0" w:rsidP="00C16ABF" w:rsidRDefault="009849E0" w14:paraId="2B084243" w14:textId="77777777">
      <w:pPr>
        <w:spacing w:after="0" w:line="240" w:lineRule="auto"/>
      </w:pPr>
      <w:r>
        <w:separator/>
      </w:r>
    </w:p>
  </w:endnote>
  <w:endnote w:type="continuationSeparator" w:id="0">
    <w:p w:rsidR="009849E0" w:rsidP="00C16ABF" w:rsidRDefault="009849E0" w14:paraId="7758A90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70161292"/>
      <w:docPartObj>
        <w:docPartGallery w:val="Page Numbers (Bottom of Page)"/>
        <w:docPartUnique/>
      </w:docPartObj>
    </w:sdtPr>
    <w:sdtContent>
      <w:p w:rsidR="006A3BE9" w:rsidRDefault="006A3BE9" w14:paraId="258AF4C0" w14:textId="40C9A4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A3BE9" w:rsidRDefault="006A3BE9" w14:paraId="268BF755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849E0" w:rsidP="00C16ABF" w:rsidRDefault="009849E0" w14:paraId="5A5DBD33" w14:textId="77777777">
      <w:pPr>
        <w:spacing w:after="0" w:line="240" w:lineRule="auto"/>
      </w:pPr>
      <w:r>
        <w:separator/>
      </w:r>
    </w:p>
  </w:footnote>
  <w:footnote w:type="continuationSeparator" w:id="0">
    <w:p w:rsidR="009849E0" w:rsidP="00C16ABF" w:rsidRDefault="009849E0" w14:paraId="277CF1A8" w14:textId="77777777">
      <w:pPr>
        <w:spacing w:after="0" w:line="240" w:lineRule="auto"/>
      </w:pPr>
      <w:r>
        <w:continuationSeparator/>
      </w:r>
    </w:p>
  </w:footnote>
  <w:footnote w:id="1">
    <w:p w:rsidR="00995716" w:rsidRDefault="00995716" w14:paraId="4A18ABF4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E6373"/>
    <w:multiLevelType w:val="hybridMultilevel"/>
    <w:tmpl w:val="61EC10F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3080083"/>
    <w:multiLevelType w:val="hybridMultilevel"/>
    <w:tmpl w:val="B1FEED34"/>
    <w:lvl w:ilvl="0" w:tplc="04150001">
      <w:start w:val="1"/>
      <w:numFmt w:val="bullet"/>
      <w:lvlText w:val=""/>
      <w:lvlJc w:val="left"/>
      <w:pPr>
        <w:ind w:left="644" w:hanging="360"/>
      </w:pPr>
      <w:rPr>
        <w:rFonts w:hint="default" w:ascii="Symbol" w:hAnsi="Symbol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7000F"/>
    <w:multiLevelType w:val="hybridMultilevel"/>
    <w:tmpl w:val="403E074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70236B4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5157B0E"/>
    <w:multiLevelType w:val="hybridMultilevel"/>
    <w:tmpl w:val="4B6A6EC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627024D"/>
    <w:multiLevelType w:val="hybridMultilevel"/>
    <w:tmpl w:val="29643516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17A53F07"/>
    <w:multiLevelType w:val="hybridMultilevel"/>
    <w:tmpl w:val="BBCE6D00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BD28FE"/>
    <w:multiLevelType w:val="hybridMultilevel"/>
    <w:tmpl w:val="8DA6B096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1DE176B2"/>
    <w:multiLevelType w:val="hybridMultilevel"/>
    <w:tmpl w:val="D1DC6C3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64A799A"/>
    <w:multiLevelType w:val="hybridMultilevel"/>
    <w:tmpl w:val="9DF8A1B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0" w15:restartNumberingAfterBreak="0">
    <w:nsid w:val="38363DDA"/>
    <w:multiLevelType w:val="hybridMultilevel"/>
    <w:tmpl w:val="1B780C2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97F7209"/>
    <w:multiLevelType w:val="hybridMultilevel"/>
    <w:tmpl w:val="85E4ED64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3B4C1566"/>
    <w:multiLevelType w:val="hybridMultilevel"/>
    <w:tmpl w:val="3BB0278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3960621"/>
    <w:multiLevelType w:val="hybridMultilevel"/>
    <w:tmpl w:val="85A4707A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46625486"/>
    <w:multiLevelType w:val="hybridMultilevel"/>
    <w:tmpl w:val="D9043114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 w15:restartNumberingAfterBreak="0">
    <w:nsid w:val="48BD45CB"/>
    <w:multiLevelType w:val="hybridMultilevel"/>
    <w:tmpl w:val="37226A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5BBC145B"/>
    <w:multiLevelType w:val="hybridMultilevel"/>
    <w:tmpl w:val="A9023E78"/>
    <w:lvl w:ilvl="0" w:tplc="0415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612D46F1"/>
    <w:multiLevelType w:val="hybridMultilevel"/>
    <w:tmpl w:val="88C2DD0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6FB001AC"/>
    <w:multiLevelType w:val="hybridMultilevel"/>
    <w:tmpl w:val="8944877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22F4CF7"/>
    <w:multiLevelType w:val="hybridMultilevel"/>
    <w:tmpl w:val="E8DA942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7CC1557"/>
    <w:multiLevelType w:val="hybridMultilevel"/>
    <w:tmpl w:val="306AD5A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117271">
    <w:abstractNumId w:val="6"/>
  </w:num>
  <w:num w:numId="2" w16cid:durableId="1420715627">
    <w:abstractNumId w:val="19"/>
  </w:num>
  <w:num w:numId="3" w16cid:durableId="874003221">
    <w:abstractNumId w:val="13"/>
  </w:num>
  <w:num w:numId="4" w16cid:durableId="716203246">
    <w:abstractNumId w:val="4"/>
  </w:num>
  <w:num w:numId="5" w16cid:durableId="1697075626">
    <w:abstractNumId w:val="11"/>
  </w:num>
  <w:num w:numId="6" w16cid:durableId="1702826881">
    <w:abstractNumId w:val="9"/>
  </w:num>
  <w:num w:numId="7" w16cid:durableId="380861546">
    <w:abstractNumId w:val="3"/>
  </w:num>
  <w:num w:numId="8" w16cid:durableId="1778284577">
    <w:abstractNumId w:val="17"/>
  </w:num>
  <w:num w:numId="9" w16cid:durableId="1541477197">
    <w:abstractNumId w:val="12"/>
  </w:num>
  <w:num w:numId="10" w16cid:durableId="813521409">
    <w:abstractNumId w:val="7"/>
  </w:num>
  <w:num w:numId="11" w16cid:durableId="1053579200">
    <w:abstractNumId w:val="14"/>
  </w:num>
  <w:num w:numId="12" w16cid:durableId="49503839">
    <w:abstractNumId w:val="2"/>
  </w:num>
  <w:num w:numId="13" w16cid:durableId="1571697348">
    <w:abstractNumId w:val="18"/>
  </w:num>
  <w:num w:numId="14" w16cid:durableId="1479230671">
    <w:abstractNumId w:val="0"/>
  </w:num>
  <w:num w:numId="15" w16cid:durableId="681248258">
    <w:abstractNumId w:val="5"/>
  </w:num>
  <w:num w:numId="16" w16cid:durableId="1321694469">
    <w:abstractNumId w:val="15"/>
  </w:num>
  <w:num w:numId="17" w16cid:durableId="2066172262">
    <w:abstractNumId w:val="1"/>
  </w:num>
  <w:num w:numId="18" w16cid:durableId="1968120237">
    <w:abstractNumId w:val="20"/>
  </w:num>
  <w:num w:numId="19" w16cid:durableId="185599446">
    <w:abstractNumId w:val="8"/>
  </w:num>
  <w:num w:numId="20" w16cid:durableId="1242788753">
    <w:abstractNumId w:val="10"/>
  </w:num>
  <w:num w:numId="21" w16cid:durableId="924806883">
    <w:abstractNumId w:val="1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4C1"/>
    <w:rsid w:val="00033416"/>
    <w:rsid w:val="00042A51"/>
    <w:rsid w:val="00042D2E"/>
    <w:rsid w:val="00044C82"/>
    <w:rsid w:val="000564C7"/>
    <w:rsid w:val="00056BED"/>
    <w:rsid w:val="00066EC2"/>
    <w:rsid w:val="00070ED6"/>
    <w:rsid w:val="000742DC"/>
    <w:rsid w:val="00076B31"/>
    <w:rsid w:val="00081ADC"/>
    <w:rsid w:val="00083594"/>
    <w:rsid w:val="00084C12"/>
    <w:rsid w:val="0009462C"/>
    <w:rsid w:val="00094B12"/>
    <w:rsid w:val="00096C46"/>
    <w:rsid w:val="00097D8F"/>
    <w:rsid w:val="000A147E"/>
    <w:rsid w:val="000A296F"/>
    <w:rsid w:val="000A2A28"/>
    <w:rsid w:val="000A3CDF"/>
    <w:rsid w:val="000B11EE"/>
    <w:rsid w:val="000B192D"/>
    <w:rsid w:val="000B28EE"/>
    <w:rsid w:val="000B361F"/>
    <w:rsid w:val="000B3E37"/>
    <w:rsid w:val="000C43D6"/>
    <w:rsid w:val="000C6211"/>
    <w:rsid w:val="000D04B0"/>
    <w:rsid w:val="000D2FC8"/>
    <w:rsid w:val="000E6D3A"/>
    <w:rsid w:val="000F1C57"/>
    <w:rsid w:val="000F5615"/>
    <w:rsid w:val="00102B57"/>
    <w:rsid w:val="00112684"/>
    <w:rsid w:val="00124BFF"/>
    <w:rsid w:val="0012560E"/>
    <w:rsid w:val="0012567A"/>
    <w:rsid w:val="00127108"/>
    <w:rsid w:val="00134B13"/>
    <w:rsid w:val="00146BC0"/>
    <w:rsid w:val="00153C41"/>
    <w:rsid w:val="00154381"/>
    <w:rsid w:val="0015652D"/>
    <w:rsid w:val="00161009"/>
    <w:rsid w:val="001640A7"/>
    <w:rsid w:val="00164FA7"/>
    <w:rsid w:val="00166A03"/>
    <w:rsid w:val="001718A7"/>
    <w:rsid w:val="00172341"/>
    <w:rsid w:val="001727B3"/>
    <w:rsid w:val="001737CF"/>
    <w:rsid w:val="00176083"/>
    <w:rsid w:val="0018708B"/>
    <w:rsid w:val="00192F37"/>
    <w:rsid w:val="00197AF7"/>
    <w:rsid w:val="001A70D2"/>
    <w:rsid w:val="001D3ECE"/>
    <w:rsid w:val="001D657B"/>
    <w:rsid w:val="001D7A05"/>
    <w:rsid w:val="001D7B54"/>
    <w:rsid w:val="001E0209"/>
    <w:rsid w:val="001F2CA2"/>
    <w:rsid w:val="00200EFC"/>
    <w:rsid w:val="002144C0"/>
    <w:rsid w:val="0022477D"/>
    <w:rsid w:val="00224CF1"/>
    <w:rsid w:val="002278A9"/>
    <w:rsid w:val="002336F9"/>
    <w:rsid w:val="00237922"/>
    <w:rsid w:val="0024028F"/>
    <w:rsid w:val="00243C62"/>
    <w:rsid w:val="00244ABC"/>
    <w:rsid w:val="002465F1"/>
    <w:rsid w:val="002703D5"/>
    <w:rsid w:val="00280091"/>
    <w:rsid w:val="00281FF2"/>
    <w:rsid w:val="00283443"/>
    <w:rsid w:val="00284F34"/>
    <w:rsid w:val="002857DE"/>
    <w:rsid w:val="0028784E"/>
    <w:rsid w:val="00291016"/>
    <w:rsid w:val="00291567"/>
    <w:rsid w:val="00293EE0"/>
    <w:rsid w:val="002A22BF"/>
    <w:rsid w:val="002A2389"/>
    <w:rsid w:val="002A33A3"/>
    <w:rsid w:val="002A671D"/>
    <w:rsid w:val="002B33EB"/>
    <w:rsid w:val="002B4D55"/>
    <w:rsid w:val="002B5EA0"/>
    <w:rsid w:val="002B6119"/>
    <w:rsid w:val="002B7848"/>
    <w:rsid w:val="002C1F06"/>
    <w:rsid w:val="002D3375"/>
    <w:rsid w:val="002D73D4"/>
    <w:rsid w:val="002D747D"/>
    <w:rsid w:val="002E54B5"/>
    <w:rsid w:val="002F02A3"/>
    <w:rsid w:val="002F4ABE"/>
    <w:rsid w:val="002F4DBE"/>
    <w:rsid w:val="003018BA"/>
    <w:rsid w:val="0030395F"/>
    <w:rsid w:val="00305C92"/>
    <w:rsid w:val="003151C5"/>
    <w:rsid w:val="003343CF"/>
    <w:rsid w:val="003435EC"/>
    <w:rsid w:val="00346FE9"/>
    <w:rsid w:val="0034759A"/>
    <w:rsid w:val="003503F6"/>
    <w:rsid w:val="003530DD"/>
    <w:rsid w:val="00355248"/>
    <w:rsid w:val="00360290"/>
    <w:rsid w:val="00360DA8"/>
    <w:rsid w:val="00363F78"/>
    <w:rsid w:val="003659EB"/>
    <w:rsid w:val="00373E6D"/>
    <w:rsid w:val="003834F9"/>
    <w:rsid w:val="003A0A5B"/>
    <w:rsid w:val="003A1176"/>
    <w:rsid w:val="003B19D1"/>
    <w:rsid w:val="003B4ADF"/>
    <w:rsid w:val="003C0BAE"/>
    <w:rsid w:val="003D18A9"/>
    <w:rsid w:val="003D6CE2"/>
    <w:rsid w:val="003E1941"/>
    <w:rsid w:val="003E2621"/>
    <w:rsid w:val="003E2FE6"/>
    <w:rsid w:val="003E49D5"/>
    <w:rsid w:val="003F0F56"/>
    <w:rsid w:val="003F12C1"/>
    <w:rsid w:val="003F205D"/>
    <w:rsid w:val="003F38C0"/>
    <w:rsid w:val="00410B09"/>
    <w:rsid w:val="004144CF"/>
    <w:rsid w:val="00414E3C"/>
    <w:rsid w:val="004206C5"/>
    <w:rsid w:val="0042244A"/>
    <w:rsid w:val="00427048"/>
    <w:rsid w:val="0042745A"/>
    <w:rsid w:val="004274DF"/>
    <w:rsid w:val="00431D5C"/>
    <w:rsid w:val="004350CF"/>
    <w:rsid w:val="004362C6"/>
    <w:rsid w:val="00437FA2"/>
    <w:rsid w:val="00445970"/>
    <w:rsid w:val="00461EFC"/>
    <w:rsid w:val="004652C2"/>
    <w:rsid w:val="0046555E"/>
    <w:rsid w:val="004706D1"/>
    <w:rsid w:val="00471326"/>
    <w:rsid w:val="0047598D"/>
    <w:rsid w:val="00481385"/>
    <w:rsid w:val="004818F0"/>
    <w:rsid w:val="004840FD"/>
    <w:rsid w:val="00490C95"/>
    <w:rsid w:val="00490F7D"/>
    <w:rsid w:val="00491678"/>
    <w:rsid w:val="0049617B"/>
    <w:rsid w:val="004968E2"/>
    <w:rsid w:val="004A3EEA"/>
    <w:rsid w:val="004A4D1F"/>
    <w:rsid w:val="004D33E0"/>
    <w:rsid w:val="004D5282"/>
    <w:rsid w:val="004F1551"/>
    <w:rsid w:val="004F55A3"/>
    <w:rsid w:val="0050496F"/>
    <w:rsid w:val="00506317"/>
    <w:rsid w:val="005064AE"/>
    <w:rsid w:val="00512183"/>
    <w:rsid w:val="005138D7"/>
    <w:rsid w:val="00513B6F"/>
    <w:rsid w:val="00517C63"/>
    <w:rsid w:val="005363C4"/>
    <w:rsid w:val="00536BDE"/>
    <w:rsid w:val="00543ACC"/>
    <w:rsid w:val="00546303"/>
    <w:rsid w:val="005478F8"/>
    <w:rsid w:val="0056696D"/>
    <w:rsid w:val="00573478"/>
    <w:rsid w:val="00585BF3"/>
    <w:rsid w:val="0059484D"/>
    <w:rsid w:val="005A0855"/>
    <w:rsid w:val="005A0AFF"/>
    <w:rsid w:val="005A133C"/>
    <w:rsid w:val="005A3196"/>
    <w:rsid w:val="005C080F"/>
    <w:rsid w:val="005C4DC8"/>
    <w:rsid w:val="005C55E5"/>
    <w:rsid w:val="005C696A"/>
    <w:rsid w:val="005D3C2E"/>
    <w:rsid w:val="005E0193"/>
    <w:rsid w:val="005E239C"/>
    <w:rsid w:val="005E6E85"/>
    <w:rsid w:val="005F31D2"/>
    <w:rsid w:val="0061029B"/>
    <w:rsid w:val="0061144A"/>
    <w:rsid w:val="00614D0E"/>
    <w:rsid w:val="00617230"/>
    <w:rsid w:val="0062114B"/>
    <w:rsid w:val="00621CE1"/>
    <w:rsid w:val="00627FC9"/>
    <w:rsid w:val="00644D8B"/>
    <w:rsid w:val="00646411"/>
    <w:rsid w:val="00647FA8"/>
    <w:rsid w:val="00650C5F"/>
    <w:rsid w:val="00654934"/>
    <w:rsid w:val="00655642"/>
    <w:rsid w:val="00661485"/>
    <w:rsid w:val="006620D9"/>
    <w:rsid w:val="006627C1"/>
    <w:rsid w:val="0066286F"/>
    <w:rsid w:val="00662F3A"/>
    <w:rsid w:val="00671958"/>
    <w:rsid w:val="00675843"/>
    <w:rsid w:val="00685474"/>
    <w:rsid w:val="00696477"/>
    <w:rsid w:val="006A3BE9"/>
    <w:rsid w:val="006B1723"/>
    <w:rsid w:val="006D050F"/>
    <w:rsid w:val="006D6139"/>
    <w:rsid w:val="006E56B6"/>
    <w:rsid w:val="006E5D65"/>
    <w:rsid w:val="006F1282"/>
    <w:rsid w:val="006F1FBC"/>
    <w:rsid w:val="006F31E2"/>
    <w:rsid w:val="006F79EE"/>
    <w:rsid w:val="0070612F"/>
    <w:rsid w:val="00706544"/>
    <w:rsid w:val="007072BA"/>
    <w:rsid w:val="0071620A"/>
    <w:rsid w:val="007174C0"/>
    <w:rsid w:val="00724677"/>
    <w:rsid w:val="00725459"/>
    <w:rsid w:val="00731EF3"/>
    <w:rsid w:val="007327BD"/>
    <w:rsid w:val="00734608"/>
    <w:rsid w:val="00741D96"/>
    <w:rsid w:val="00745302"/>
    <w:rsid w:val="007461D6"/>
    <w:rsid w:val="00746EC8"/>
    <w:rsid w:val="00757507"/>
    <w:rsid w:val="00763BF1"/>
    <w:rsid w:val="00766FD4"/>
    <w:rsid w:val="007727B1"/>
    <w:rsid w:val="0078168C"/>
    <w:rsid w:val="00787C2A"/>
    <w:rsid w:val="00787F3B"/>
    <w:rsid w:val="00790E27"/>
    <w:rsid w:val="007A3560"/>
    <w:rsid w:val="007A4022"/>
    <w:rsid w:val="007A6E6E"/>
    <w:rsid w:val="007B54EA"/>
    <w:rsid w:val="007C3299"/>
    <w:rsid w:val="007C3BCC"/>
    <w:rsid w:val="007C4546"/>
    <w:rsid w:val="007D6E56"/>
    <w:rsid w:val="007E1314"/>
    <w:rsid w:val="007F4155"/>
    <w:rsid w:val="0081004A"/>
    <w:rsid w:val="0081554D"/>
    <w:rsid w:val="0081707E"/>
    <w:rsid w:val="0082049F"/>
    <w:rsid w:val="00834971"/>
    <w:rsid w:val="008350B0"/>
    <w:rsid w:val="00836262"/>
    <w:rsid w:val="00837029"/>
    <w:rsid w:val="008449B3"/>
    <w:rsid w:val="00847BA2"/>
    <w:rsid w:val="008552A2"/>
    <w:rsid w:val="008571B2"/>
    <w:rsid w:val="0085747A"/>
    <w:rsid w:val="00877398"/>
    <w:rsid w:val="00884922"/>
    <w:rsid w:val="00885F64"/>
    <w:rsid w:val="008917F9"/>
    <w:rsid w:val="0089722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B10"/>
    <w:rsid w:val="008F6C6D"/>
    <w:rsid w:val="008F6E29"/>
    <w:rsid w:val="00916188"/>
    <w:rsid w:val="009224F6"/>
    <w:rsid w:val="00923D7D"/>
    <w:rsid w:val="00933755"/>
    <w:rsid w:val="0093383B"/>
    <w:rsid w:val="00934465"/>
    <w:rsid w:val="00945DA2"/>
    <w:rsid w:val="009463E6"/>
    <w:rsid w:val="009508DF"/>
    <w:rsid w:val="00950DAC"/>
    <w:rsid w:val="00954A07"/>
    <w:rsid w:val="0098220D"/>
    <w:rsid w:val="009849E0"/>
    <w:rsid w:val="00986E54"/>
    <w:rsid w:val="00991A45"/>
    <w:rsid w:val="00995716"/>
    <w:rsid w:val="00997F14"/>
    <w:rsid w:val="009A78D9"/>
    <w:rsid w:val="009B4607"/>
    <w:rsid w:val="009B580C"/>
    <w:rsid w:val="009C3E31"/>
    <w:rsid w:val="009C54AE"/>
    <w:rsid w:val="009C788E"/>
    <w:rsid w:val="009D3F3B"/>
    <w:rsid w:val="009D6F79"/>
    <w:rsid w:val="009E0543"/>
    <w:rsid w:val="009E3B41"/>
    <w:rsid w:val="009F2A33"/>
    <w:rsid w:val="009F3C5C"/>
    <w:rsid w:val="009F4610"/>
    <w:rsid w:val="00A00ECC"/>
    <w:rsid w:val="00A01FF6"/>
    <w:rsid w:val="00A06BE0"/>
    <w:rsid w:val="00A155EE"/>
    <w:rsid w:val="00A2245B"/>
    <w:rsid w:val="00A2277A"/>
    <w:rsid w:val="00A30110"/>
    <w:rsid w:val="00A31DE7"/>
    <w:rsid w:val="00A36899"/>
    <w:rsid w:val="00A371F6"/>
    <w:rsid w:val="00A43BF6"/>
    <w:rsid w:val="00A45EDE"/>
    <w:rsid w:val="00A53FA5"/>
    <w:rsid w:val="00A54817"/>
    <w:rsid w:val="00A601C8"/>
    <w:rsid w:val="00A60799"/>
    <w:rsid w:val="00A66ABF"/>
    <w:rsid w:val="00A75CD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74"/>
    <w:rsid w:val="00AF2C1E"/>
    <w:rsid w:val="00AF2DE8"/>
    <w:rsid w:val="00AF3786"/>
    <w:rsid w:val="00B04795"/>
    <w:rsid w:val="00B047AC"/>
    <w:rsid w:val="00B06142"/>
    <w:rsid w:val="00B135B1"/>
    <w:rsid w:val="00B1385B"/>
    <w:rsid w:val="00B163EB"/>
    <w:rsid w:val="00B16B6B"/>
    <w:rsid w:val="00B3130B"/>
    <w:rsid w:val="00B40ADB"/>
    <w:rsid w:val="00B43B77"/>
    <w:rsid w:val="00B43E80"/>
    <w:rsid w:val="00B45431"/>
    <w:rsid w:val="00B607DB"/>
    <w:rsid w:val="00B6433E"/>
    <w:rsid w:val="00B66529"/>
    <w:rsid w:val="00B75946"/>
    <w:rsid w:val="00B7741B"/>
    <w:rsid w:val="00B8056E"/>
    <w:rsid w:val="00B819C8"/>
    <w:rsid w:val="00B82308"/>
    <w:rsid w:val="00B85861"/>
    <w:rsid w:val="00B90885"/>
    <w:rsid w:val="00B9107A"/>
    <w:rsid w:val="00BB520A"/>
    <w:rsid w:val="00BC3D54"/>
    <w:rsid w:val="00BD3869"/>
    <w:rsid w:val="00BD66E9"/>
    <w:rsid w:val="00BD6B59"/>
    <w:rsid w:val="00BD6FF4"/>
    <w:rsid w:val="00BF2C41"/>
    <w:rsid w:val="00BF497F"/>
    <w:rsid w:val="00C058B4"/>
    <w:rsid w:val="00C05F44"/>
    <w:rsid w:val="00C11246"/>
    <w:rsid w:val="00C131B5"/>
    <w:rsid w:val="00C16ABF"/>
    <w:rsid w:val="00C170AE"/>
    <w:rsid w:val="00C17DEF"/>
    <w:rsid w:val="00C26CB7"/>
    <w:rsid w:val="00C324C1"/>
    <w:rsid w:val="00C36992"/>
    <w:rsid w:val="00C56036"/>
    <w:rsid w:val="00C61DC5"/>
    <w:rsid w:val="00C642B3"/>
    <w:rsid w:val="00C67E92"/>
    <w:rsid w:val="00C70A26"/>
    <w:rsid w:val="00C713FB"/>
    <w:rsid w:val="00C766DF"/>
    <w:rsid w:val="00C94B98"/>
    <w:rsid w:val="00C94BBE"/>
    <w:rsid w:val="00C94BCC"/>
    <w:rsid w:val="00CA2B96"/>
    <w:rsid w:val="00CA5089"/>
    <w:rsid w:val="00CA56E5"/>
    <w:rsid w:val="00CC2020"/>
    <w:rsid w:val="00CD6897"/>
    <w:rsid w:val="00CD6BCA"/>
    <w:rsid w:val="00CD7F2E"/>
    <w:rsid w:val="00CE5BAC"/>
    <w:rsid w:val="00CE660C"/>
    <w:rsid w:val="00CF0D15"/>
    <w:rsid w:val="00CF25BE"/>
    <w:rsid w:val="00CF2CCB"/>
    <w:rsid w:val="00CF6A80"/>
    <w:rsid w:val="00CF78ED"/>
    <w:rsid w:val="00CF797B"/>
    <w:rsid w:val="00D02B25"/>
    <w:rsid w:val="00D02EBA"/>
    <w:rsid w:val="00D142AB"/>
    <w:rsid w:val="00D17C3C"/>
    <w:rsid w:val="00D23237"/>
    <w:rsid w:val="00D2611E"/>
    <w:rsid w:val="00D26B2C"/>
    <w:rsid w:val="00D33397"/>
    <w:rsid w:val="00D352C9"/>
    <w:rsid w:val="00D425B2"/>
    <w:rsid w:val="00D428D6"/>
    <w:rsid w:val="00D552B2"/>
    <w:rsid w:val="00D608D1"/>
    <w:rsid w:val="00D65829"/>
    <w:rsid w:val="00D74119"/>
    <w:rsid w:val="00D8075B"/>
    <w:rsid w:val="00D839B3"/>
    <w:rsid w:val="00D8678B"/>
    <w:rsid w:val="00D97924"/>
    <w:rsid w:val="00DA2114"/>
    <w:rsid w:val="00DC0E00"/>
    <w:rsid w:val="00DC6B92"/>
    <w:rsid w:val="00DD5152"/>
    <w:rsid w:val="00DE09C0"/>
    <w:rsid w:val="00DE0C31"/>
    <w:rsid w:val="00DE4A14"/>
    <w:rsid w:val="00DE5872"/>
    <w:rsid w:val="00DF320D"/>
    <w:rsid w:val="00DF71C8"/>
    <w:rsid w:val="00E129B8"/>
    <w:rsid w:val="00E21E7D"/>
    <w:rsid w:val="00E22FBC"/>
    <w:rsid w:val="00E24BF5"/>
    <w:rsid w:val="00E25338"/>
    <w:rsid w:val="00E374B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5D04"/>
    <w:rsid w:val="00EB24D6"/>
    <w:rsid w:val="00EC4899"/>
    <w:rsid w:val="00ED03AB"/>
    <w:rsid w:val="00ED046A"/>
    <w:rsid w:val="00ED32D2"/>
    <w:rsid w:val="00ED71E1"/>
    <w:rsid w:val="00EE32DE"/>
    <w:rsid w:val="00EE5457"/>
    <w:rsid w:val="00F070AB"/>
    <w:rsid w:val="00F17567"/>
    <w:rsid w:val="00F24C1D"/>
    <w:rsid w:val="00F27A7B"/>
    <w:rsid w:val="00F45018"/>
    <w:rsid w:val="00F47C86"/>
    <w:rsid w:val="00F502E9"/>
    <w:rsid w:val="00F526AF"/>
    <w:rsid w:val="00F540F5"/>
    <w:rsid w:val="00F553E0"/>
    <w:rsid w:val="00F617C3"/>
    <w:rsid w:val="00F7066B"/>
    <w:rsid w:val="00F83962"/>
    <w:rsid w:val="00F83B28"/>
    <w:rsid w:val="00F974DA"/>
    <w:rsid w:val="00FA46E5"/>
    <w:rsid w:val="00FB5446"/>
    <w:rsid w:val="00FB668B"/>
    <w:rsid w:val="00FB7DBA"/>
    <w:rsid w:val="00FB7E7D"/>
    <w:rsid w:val="00FC1C25"/>
    <w:rsid w:val="00FC3F45"/>
    <w:rsid w:val="00FD2ACC"/>
    <w:rsid w:val="00FD503F"/>
    <w:rsid w:val="00FD59A8"/>
    <w:rsid w:val="00FD7589"/>
    <w:rsid w:val="00FE26C0"/>
    <w:rsid w:val="00FF016A"/>
    <w:rsid w:val="00FF1401"/>
    <w:rsid w:val="00FF5E7D"/>
    <w:rsid w:val="026DAB39"/>
    <w:rsid w:val="06978584"/>
    <w:rsid w:val="06B79062"/>
    <w:rsid w:val="08652C19"/>
    <w:rsid w:val="09520C61"/>
    <w:rsid w:val="09585E7A"/>
    <w:rsid w:val="0A5603AA"/>
    <w:rsid w:val="0CF82986"/>
    <w:rsid w:val="153EE80F"/>
    <w:rsid w:val="1A4A2704"/>
    <w:rsid w:val="1C41C6C4"/>
    <w:rsid w:val="1DE4191D"/>
    <w:rsid w:val="20F04861"/>
    <w:rsid w:val="226EB8DE"/>
    <w:rsid w:val="24DA3E13"/>
    <w:rsid w:val="2612E6A8"/>
    <w:rsid w:val="26572924"/>
    <w:rsid w:val="2663CCAE"/>
    <w:rsid w:val="26E1372F"/>
    <w:rsid w:val="27B6528B"/>
    <w:rsid w:val="29BF50BD"/>
    <w:rsid w:val="2AA237E1"/>
    <w:rsid w:val="3279B988"/>
    <w:rsid w:val="338EF7CE"/>
    <w:rsid w:val="361DADC6"/>
    <w:rsid w:val="372FE2F5"/>
    <w:rsid w:val="38D49F57"/>
    <w:rsid w:val="3DDC633E"/>
    <w:rsid w:val="4407B640"/>
    <w:rsid w:val="453C63EF"/>
    <w:rsid w:val="496B771A"/>
    <w:rsid w:val="49AF6655"/>
    <w:rsid w:val="4B245293"/>
    <w:rsid w:val="4C53DF3F"/>
    <w:rsid w:val="4E8B3919"/>
    <w:rsid w:val="55162BF6"/>
    <w:rsid w:val="55C76934"/>
    <w:rsid w:val="56055696"/>
    <w:rsid w:val="57E4BB67"/>
    <w:rsid w:val="590FB625"/>
    <w:rsid w:val="599D0F7D"/>
    <w:rsid w:val="5BDF1FBE"/>
    <w:rsid w:val="5CC52732"/>
    <w:rsid w:val="5CCC837A"/>
    <w:rsid w:val="5EF0A97C"/>
    <w:rsid w:val="603C47D2"/>
    <w:rsid w:val="607984D7"/>
    <w:rsid w:val="65CA2DA9"/>
    <w:rsid w:val="668D2611"/>
    <w:rsid w:val="698B09EB"/>
    <w:rsid w:val="6AA8C56F"/>
    <w:rsid w:val="6DE42698"/>
    <w:rsid w:val="717D0B54"/>
    <w:rsid w:val="71B8DDA0"/>
    <w:rsid w:val="730DA2EE"/>
    <w:rsid w:val="7358883E"/>
    <w:rsid w:val="73E947C5"/>
    <w:rsid w:val="755CF46B"/>
    <w:rsid w:val="75DFC454"/>
    <w:rsid w:val="79F6EB0C"/>
    <w:rsid w:val="7A26D5A9"/>
    <w:rsid w:val="7B01F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56B5"/>
  <w15:docId w15:val="{52FC715D-914A-44A1-A7C0-E5C7261EBA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7E131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4795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B04795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479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35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3594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08359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594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083594"/>
    <w:rPr>
      <w:rFonts w:ascii="Calibri" w:hAnsi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5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31EF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0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7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80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isap.sejm.gov.pl/isap.nsf/DocDetails.xsp?id=WDU20040640593" TargetMode="External" Id="rId13" /><Relationship Type="http://schemas.openxmlformats.org/officeDocument/2006/relationships/hyperlink" Target="https://www.gov.pl/web/rodzina/pomoc-spoleczna" TargetMode="External" Id="rId18" /><Relationship Type="http://schemas.openxmlformats.org/officeDocument/2006/relationships/fontTable" Target="fontTable.xml" Id="rId26" /><Relationship Type="http://schemas.openxmlformats.org/officeDocument/2006/relationships/customXml" Target="../customXml/item3.xml" Id="rId3" /><Relationship Type="http://schemas.openxmlformats.org/officeDocument/2006/relationships/hyperlink" Target="https://e-pracasocjalna.pl/resources/html/article/details?id=188653" TargetMode="External" Id="rId21" /><Relationship Type="http://schemas.openxmlformats.org/officeDocument/2006/relationships/settings" Target="settings.xml" Id="rId7" /><Relationship Type="http://schemas.openxmlformats.org/officeDocument/2006/relationships/hyperlink" Target="https://www.wrzos.org.pl/projekt1.18/download/Standardy_pracy_socjalnej_www.pdf" TargetMode="External" Id="rId12" /><Relationship Type="http://schemas.openxmlformats.org/officeDocument/2006/relationships/hyperlink" Target="https://www.gov.pl/web/rodzina/podzial-zadan-miedzy-administracje-publiczna" TargetMode="External" Id="rId17" /><Relationship Type="http://schemas.openxmlformats.org/officeDocument/2006/relationships/footer" Target="footer1.xml" Id="rId25" /><Relationship Type="http://schemas.openxmlformats.org/officeDocument/2006/relationships/customXml" Target="../customXml/item2.xml" Id="rId2" /><Relationship Type="http://schemas.openxmlformats.org/officeDocument/2006/relationships/hyperlink" Target="https://www.gov.pl/web/rodzina/kryteria-przyznawania-swiadczen" TargetMode="External" Id="rId16" /><Relationship Type="http://schemas.openxmlformats.org/officeDocument/2006/relationships/hyperlink" Target="https://epracasocjalna.pl/resources/html/article/details?id=179365" TargetMode="Externa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pomocspoleczna24.pl/nr-6-maj-2018/typ-klienta-a-sposob-postepowania-pracownika-socjalnego-151.html" TargetMode="External" Id="rId11" /><Relationship Type="http://schemas.openxmlformats.org/officeDocument/2006/relationships/hyperlink" Target="https://e-pracasocjalna.pl/resources/html/article/details?id=218490" TargetMode="External" Id="rId24" /><Relationship Type="http://schemas.openxmlformats.org/officeDocument/2006/relationships/numbering" Target="numbering.xml" Id="rId5" /><Relationship Type="http://schemas.openxmlformats.org/officeDocument/2006/relationships/hyperlink" Target="https://www.gov.pl/web/rodzina/instytucje-pomocy-spolecznej" TargetMode="External" Id="rId15" /><Relationship Type="http://schemas.openxmlformats.org/officeDocument/2006/relationships/hyperlink" Target="http://www.aps.edu.pl/media/2200792/pomoc_spoleczna_i_praca_e-book.pdf" TargetMode="External" Id="rId23" /><Relationship Type="http://schemas.openxmlformats.org/officeDocument/2006/relationships/endnotes" Target="endnotes.xml" Id="rId10" /><Relationship Type="http://schemas.openxmlformats.org/officeDocument/2006/relationships/hyperlink" Target="https://www.gov.pl/web/rodzina/zasady-pomocy-spolecznej" TargetMode="Externa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www.gov.pl/web/rodzina/formy-udzielanej-pomocy" TargetMode="External" Id="rId14" /><Relationship Type="http://schemas.openxmlformats.org/officeDocument/2006/relationships/hyperlink" Target="http://cejsh.icm.edu.pl/cejsh/element/bwmeta1.element.desklight-e2b2409d-79f3-4a5f-a7c2-f8a2eee9a6ef" TargetMode="External" Id="rId22" /><Relationship Type="http://schemas.openxmlformats.org/officeDocument/2006/relationships/theme" Target="theme/theme1.xml" Id="rId27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5D779364921343B0EFED67DAF85B8F" ma:contentTypeVersion="4" ma:contentTypeDescription="Utwórz nowy dokument." ma:contentTypeScope="" ma:versionID="d6711744aa52eda672b77920525f1f32">
  <xsd:schema xmlns:xsd="http://www.w3.org/2001/XMLSchema" xmlns:xs="http://www.w3.org/2001/XMLSchema" xmlns:p="http://schemas.microsoft.com/office/2006/metadata/properties" xmlns:ns2="84fddf70-5d78-43c7-81fd-0ccd45993537" targetNamespace="http://schemas.microsoft.com/office/2006/metadata/properties" ma:root="true" ma:fieldsID="7335bc70482ccacf0ab3d3482a1c722f" ns2:_="">
    <xsd:import namespace="84fddf70-5d78-43c7-81fd-0ccd459935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ddf70-5d78-43c7-81fd-0ccd45993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DCE4EF-5EB0-426E-8A76-DE3B0085F0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F0EC08-CC71-4411-85EB-FD54141CC7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4C0EB0-D078-4D7F-9CDF-115D3992F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ddf70-5d78-43c7-81fd-0ccd4599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98A83E-D8EC-4F5F-B0AF-FE31730365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Anna Pikus</lastModifiedBy>
  <revision>6</revision>
  <lastPrinted>2019-02-06T12:12:00.0000000Z</lastPrinted>
  <dcterms:created xsi:type="dcterms:W3CDTF">2024-04-27T09:19:00.0000000Z</dcterms:created>
  <dcterms:modified xsi:type="dcterms:W3CDTF">2024-08-06T09:00:55.6441690Z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0x010100525D779364921343B0EFED67DAF85B8F</vt:lpwstr>
  </property>
</Properties>
</file>